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ED" w:rsidRPr="00B815ED" w:rsidRDefault="00B815ED" w:rsidP="00B815ED">
      <w:pPr>
        <w:pStyle w:val="a4"/>
        <w:tabs>
          <w:tab w:val="left" w:pos="9354"/>
        </w:tabs>
        <w:ind w:right="-6"/>
        <w:rPr>
          <w:spacing w:val="0"/>
          <w:sz w:val="36"/>
          <w:szCs w:val="36"/>
        </w:rPr>
      </w:pPr>
      <w:r w:rsidRPr="00B815ED">
        <w:rPr>
          <w:spacing w:val="0"/>
          <w:sz w:val="36"/>
          <w:szCs w:val="36"/>
        </w:rPr>
        <w:t>Персональный сайт учителя начальных классов Голубчиковой Ирины Алексеевны</w:t>
      </w:r>
    </w:p>
    <w:p w:rsidR="00CF2416" w:rsidRPr="00B815ED" w:rsidRDefault="00B815ED" w:rsidP="00B815ED">
      <w:pPr>
        <w:pStyle w:val="a4"/>
        <w:tabs>
          <w:tab w:val="left" w:pos="9354"/>
        </w:tabs>
        <w:ind w:right="-6"/>
        <w:rPr>
          <w:spacing w:val="0"/>
          <w:sz w:val="36"/>
          <w:szCs w:val="36"/>
        </w:rPr>
      </w:pPr>
      <w:hyperlink r:id="rId5" w:history="1">
        <w:r w:rsidRPr="00B815ED">
          <w:rPr>
            <w:rStyle w:val="a6"/>
            <w:spacing w:val="0"/>
            <w:sz w:val="36"/>
            <w:szCs w:val="36"/>
            <w:lang w:val="en-US"/>
          </w:rPr>
          <w:t>https</w:t>
        </w:r>
        <w:r w:rsidRPr="00B815ED">
          <w:rPr>
            <w:rStyle w:val="a6"/>
            <w:spacing w:val="0"/>
            <w:sz w:val="36"/>
            <w:szCs w:val="36"/>
          </w:rPr>
          <w:t>://</w:t>
        </w:r>
        <w:r w:rsidRPr="00B815ED">
          <w:rPr>
            <w:rStyle w:val="a6"/>
            <w:spacing w:val="0"/>
            <w:sz w:val="36"/>
            <w:szCs w:val="36"/>
            <w:lang w:val="en-US"/>
          </w:rPr>
          <w:t>irina</w:t>
        </w:r>
        <w:r w:rsidRPr="00B815ED">
          <w:rPr>
            <w:rStyle w:val="a6"/>
            <w:spacing w:val="0"/>
            <w:sz w:val="36"/>
            <w:szCs w:val="36"/>
          </w:rPr>
          <w:t>-</w:t>
        </w:r>
        <w:r w:rsidRPr="00B815ED">
          <w:rPr>
            <w:rStyle w:val="a6"/>
            <w:spacing w:val="0"/>
            <w:sz w:val="36"/>
            <w:szCs w:val="36"/>
            <w:lang w:val="en-US"/>
          </w:rPr>
          <w:t>golubc</w:t>
        </w:r>
        <w:bookmarkStart w:id="0" w:name="_GoBack"/>
        <w:bookmarkEnd w:id="0"/>
        <w:r w:rsidRPr="00B815ED">
          <w:rPr>
            <w:rStyle w:val="a6"/>
            <w:spacing w:val="0"/>
            <w:sz w:val="36"/>
            <w:szCs w:val="36"/>
            <w:lang w:val="en-US"/>
          </w:rPr>
          <w:t>hikova</w:t>
        </w:r>
        <w:r w:rsidRPr="00B815ED">
          <w:rPr>
            <w:rStyle w:val="a6"/>
            <w:spacing w:val="0"/>
            <w:sz w:val="36"/>
            <w:szCs w:val="36"/>
          </w:rPr>
          <w:t>.</w:t>
        </w:r>
        <w:r w:rsidRPr="00B815ED">
          <w:rPr>
            <w:rStyle w:val="a6"/>
            <w:spacing w:val="0"/>
            <w:sz w:val="36"/>
            <w:szCs w:val="36"/>
            <w:lang w:val="en-US"/>
          </w:rPr>
          <w:t>wixsite</w:t>
        </w:r>
        <w:r w:rsidRPr="00B815ED">
          <w:rPr>
            <w:rStyle w:val="a6"/>
            <w:spacing w:val="0"/>
            <w:sz w:val="36"/>
            <w:szCs w:val="36"/>
          </w:rPr>
          <w:t>.</w:t>
        </w:r>
        <w:r w:rsidRPr="00B815ED">
          <w:rPr>
            <w:rStyle w:val="a6"/>
            <w:spacing w:val="0"/>
            <w:sz w:val="36"/>
            <w:szCs w:val="36"/>
            <w:lang w:val="en-US"/>
          </w:rPr>
          <w:t>com</w:t>
        </w:r>
        <w:r w:rsidRPr="00B815ED">
          <w:rPr>
            <w:rStyle w:val="a6"/>
            <w:spacing w:val="0"/>
            <w:sz w:val="36"/>
            <w:szCs w:val="36"/>
          </w:rPr>
          <w:t>/</w:t>
        </w:r>
        <w:r w:rsidRPr="00B815ED">
          <w:rPr>
            <w:rStyle w:val="a6"/>
            <w:spacing w:val="0"/>
            <w:sz w:val="36"/>
            <w:szCs w:val="36"/>
            <w:lang w:val="en-US"/>
          </w:rPr>
          <w:t>mysite</w:t>
        </w:r>
      </w:hyperlink>
    </w:p>
    <w:p w:rsidR="00B815ED" w:rsidRPr="00B815ED" w:rsidRDefault="00B815ED" w:rsidP="00B815ED">
      <w:pPr>
        <w:pStyle w:val="a4"/>
        <w:tabs>
          <w:tab w:val="left" w:pos="9354"/>
        </w:tabs>
        <w:ind w:right="-6"/>
        <w:rPr>
          <w:spacing w:val="0"/>
          <w:sz w:val="36"/>
          <w:szCs w:val="36"/>
        </w:rPr>
      </w:pPr>
    </w:p>
    <w:p w:rsidR="00B815ED" w:rsidRPr="00B815ED" w:rsidRDefault="00B815ED" w:rsidP="00B815ED">
      <w:pPr>
        <w:pStyle w:val="a4"/>
        <w:tabs>
          <w:tab w:val="left" w:pos="9354"/>
        </w:tabs>
        <w:ind w:right="-6"/>
        <w:jc w:val="both"/>
        <w:rPr>
          <w:b w:val="0"/>
          <w:spacing w:val="0"/>
          <w:sz w:val="32"/>
          <w:szCs w:val="32"/>
        </w:rPr>
      </w:pPr>
      <w:r w:rsidRPr="00B815ED">
        <w:rPr>
          <w:b w:val="0"/>
          <w:spacing w:val="0"/>
          <w:sz w:val="36"/>
          <w:szCs w:val="36"/>
        </w:rPr>
        <w:t>Сайт предназначен для учителей, учеников и их родителей. Педагоги могут ознакомиться с конспектами уроков, внеклассными мероприятиями и другими материалами методической копилки. Детская страничка позволит ученикам с интересом провести время. На страничке для родителей можно воспользоваться памятками, советами и рекомендациями по обучению и воспитанию детей</w:t>
      </w:r>
      <w:r w:rsidRPr="00B815ED">
        <w:rPr>
          <w:b w:val="0"/>
          <w:spacing w:val="0"/>
          <w:sz w:val="32"/>
          <w:szCs w:val="32"/>
        </w:rPr>
        <w:t>.</w:t>
      </w:r>
    </w:p>
    <w:sectPr w:rsidR="00B815ED" w:rsidRPr="00B815ED" w:rsidSect="00C7187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27"/>
    <w:rsid w:val="00003251"/>
    <w:rsid w:val="00130847"/>
    <w:rsid w:val="00174AD7"/>
    <w:rsid w:val="001B32E4"/>
    <w:rsid w:val="001D41DF"/>
    <w:rsid w:val="0022776E"/>
    <w:rsid w:val="002676F1"/>
    <w:rsid w:val="002D5C09"/>
    <w:rsid w:val="002D77C4"/>
    <w:rsid w:val="003558B2"/>
    <w:rsid w:val="003E690D"/>
    <w:rsid w:val="004D4F4B"/>
    <w:rsid w:val="00500B8E"/>
    <w:rsid w:val="00566C28"/>
    <w:rsid w:val="006026E8"/>
    <w:rsid w:val="00686ADB"/>
    <w:rsid w:val="00777541"/>
    <w:rsid w:val="00844AA1"/>
    <w:rsid w:val="008D1E27"/>
    <w:rsid w:val="008F3AF2"/>
    <w:rsid w:val="00993568"/>
    <w:rsid w:val="009959FB"/>
    <w:rsid w:val="00A27464"/>
    <w:rsid w:val="00A90BB0"/>
    <w:rsid w:val="00B815ED"/>
    <w:rsid w:val="00C7187A"/>
    <w:rsid w:val="00C8505D"/>
    <w:rsid w:val="00CF2416"/>
    <w:rsid w:val="00D07E2F"/>
    <w:rsid w:val="00D84684"/>
    <w:rsid w:val="00E415D3"/>
    <w:rsid w:val="00F5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A15EC"/>
  <w15:docId w15:val="{1DFC176B-9DED-484B-965D-85698E520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B8E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00B8E"/>
    <w:pPr>
      <w:jc w:val="center"/>
    </w:pPr>
    <w:rPr>
      <w:b/>
      <w:spacing w:val="100"/>
      <w:sz w:val="32"/>
    </w:rPr>
  </w:style>
  <w:style w:type="paragraph" w:styleId="a4">
    <w:name w:val="Body Text"/>
    <w:basedOn w:val="a"/>
    <w:link w:val="a5"/>
    <w:rsid w:val="00500B8E"/>
    <w:pPr>
      <w:jc w:val="center"/>
    </w:pPr>
    <w:rPr>
      <w:b/>
      <w:spacing w:val="40"/>
    </w:rPr>
  </w:style>
  <w:style w:type="character" w:customStyle="1" w:styleId="a5">
    <w:name w:val="Основной текст Знак"/>
    <w:basedOn w:val="a0"/>
    <w:link w:val="a4"/>
    <w:rsid w:val="00500B8E"/>
    <w:rPr>
      <w:rFonts w:eastAsia="Times New Roman"/>
      <w:b/>
      <w:spacing w:val="40"/>
      <w:szCs w:val="20"/>
      <w:lang w:eastAsia="ru-RU"/>
    </w:rPr>
  </w:style>
  <w:style w:type="character" w:styleId="a6">
    <w:name w:val="Hyperlink"/>
    <w:basedOn w:val="a0"/>
    <w:rsid w:val="00500B8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0B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0B8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3E69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2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rina-golubchikova.wixsite.com/mysite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3;&#1077;&#1085;&#1072;%20&#1045;\Desktop\&#1096;&#1072;&#1087;&#1082;&#1072;%20&#1087;&#1080;&#1089;&#1100;&#1084;&#1072;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8353C-CA34-4ADC-9CDE-9BD59980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шапка письма1</Template>
  <TotalTime>58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</dc:creator>
  <cp:lastModifiedBy>admin</cp:lastModifiedBy>
  <cp:revision>9</cp:revision>
  <cp:lastPrinted>2019-11-06T05:56:00Z</cp:lastPrinted>
  <dcterms:created xsi:type="dcterms:W3CDTF">2019-11-05T08:33:00Z</dcterms:created>
  <dcterms:modified xsi:type="dcterms:W3CDTF">2023-03-27T15:44:00Z</dcterms:modified>
</cp:coreProperties>
</file>