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C55" w:rsidRPr="00B0002C" w:rsidRDefault="007A5C55" w:rsidP="00FF35AF">
      <w:pPr>
        <w:spacing w:after="120" w:line="240" w:lineRule="auto"/>
        <w:rPr>
          <w:rFonts w:ascii="Times New Roman" w:hAnsi="Times New Roman"/>
          <w:b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b/>
          <w:i/>
          <w:iCs/>
          <w:color w:val="000000"/>
          <w:spacing w:val="-3"/>
          <w:w w:val="110"/>
          <w:sz w:val="28"/>
          <w:szCs w:val="28"/>
        </w:rPr>
        <w:t xml:space="preserve"> </w:t>
      </w: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 xml:space="preserve">  </w:t>
      </w:r>
      <w:r w:rsidRPr="00B0002C">
        <w:rPr>
          <w:rFonts w:ascii="Times New Roman" w:hAnsi="Times New Roman"/>
          <w:b/>
          <w:color w:val="0F243E"/>
          <w:sz w:val="28"/>
          <w:szCs w:val="28"/>
          <w:lang w:eastAsia="ru-RU"/>
        </w:rPr>
        <w:t xml:space="preserve">Интеграция экологического и патриотического воспитания.     </w:t>
      </w:r>
    </w:p>
    <w:p w:rsidR="007A5C55" w:rsidRPr="00B0002C" w:rsidRDefault="007A5C55" w:rsidP="00FF35AF">
      <w:pPr>
        <w:spacing w:after="120" w:line="240" w:lineRule="auto"/>
        <w:rPr>
          <w:rFonts w:ascii="Times New Roman" w:hAnsi="Times New Roman"/>
          <w:b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b/>
          <w:color w:val="0F243E"/>
          <w:sz w:val="28"/>
          <w:szCs w:val="28"/>
          <w:lang w:eastAsia="ru-RU"/>
        </w:rPr>
        <w:t xml:space="preserve">    Конспект ООД «Моя планета». </w:t>
      </w:r>
    </w:p>
    <w:p w:rsidR="007A5C55" w:rsidRPr="00B0002C" w:rsidRDefault="007A5C55" w:rsidP="00FF35AF">
      <w:pPr>
        <w:spacing w:after="120" w:line="240" w:lineRule="auto"/>
        <w:rPr>
          <w:rFonts w:ascii="Times New Roman" w:hAnsi="Times New Roman"/>
          <w:b/>
          <w:color w:val="0F243E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F243E"/>
          <w:sz w:val="28"/>
          <w:szCs w:val="28"/>
          <w:lang w:eastAsia="ru-RU"/>
        </w:rPr>
        <w:t xml:space="preserve">Подготовила воспитатель МБДОУ «Детский сад №17 комбинированного вида» г. Новозыбкова Брянской области </w:t>
      </w:r>
      <w:r w:rsidRPr="00B0002C">
        <w:rPr>
          <w:rFonts w:ascii="Times New Roman" w:hAnsi="Times New Roman"/>
          <w:b/>
          <w:color w:val="0F243E"/>
          <w:sz w:val="28"/>
          <w:szCs w:val="28"/>
          <w:lang w:eastAsia="ru-RU"/>
        </w:rPr>
        <w:t xml:space="preserve"> Баулина Елена Вячеславовна. </w:t>
      </w:r>
    </w:p>
    <w:p w:rsidR="007A5C55" w:rsidRPr="00B0002C" w:rsidRDefault="007A5C55" w:rsidP="00FF35AF">
      <w:pPr>
        <w:spacing w:after="120" w:line="240" w:lineRule="auto"/>
        <w:rPr>
          <w:rFonts w:ascii="Times New Roman" w:hAnsi="Times New Roman"/>
          <w:b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b/>
          <w:color w:val="0F243E"/>
          <w:sz w:val="28"/>
          <w:szCs w:val="28"/>
          <w:lang w:eastAsia="ru-RU"/>
        </w:rPr>
        <w:t>Первая категория.</w:t>
      </w:r>
    </w:p>
    <w:p w:rsidR="007A5C55" w:rsidRPr="00B0002C" w:rsidRDefault="007A5C55" w:rsidP="00B111D7">
      <w:pPr>
        <w:shd w:val="clear" w:color="auto" w:fill="FFFFFF"/>
        <w:spacing w:line="360" w:lineRule="auto"/>
        <w:ind w:left="134" w:right="67" w:hanging="106"/>
        <w:jc w:val="both"/>
        <w:rPr>
          <w:rFonts w:ascii="Times New Roman" w:hAnsi="Times New Roman"/>
          <w:color w:val="0F243E"/>
          <w:spacing w:val="-1"/>
          <w:w w:val="110"/>
          <w:sz w:val="28"/>
          <w:szCs w:val="28"/>
        </w:rPr>
      </w:pPr>
      <w:r w:rsidRPr="00B0002C">
        <w:rPr>
          <w:rFonts w:ascii="Times New Roman" w:hAnsi="Times New Roman"/>
          <w:iCs/>
          <w:color w:val="0F243E"/>
          <w:spacing w:val="-3"/>
          <w:w w:val="110"/>
          <w:sz w:val="28"/>
          <w:szCs w:val="28"/>
        </w:rPr>
        <w:t xml:space="preserve"> </w:t>
      </w:r>
      <w:r w:rsidRPr="00B0002C">
        <w:rPr>
          <w:rFonts w:ascii="Times New Roman" w:hAnsi="Times New Roman"/>
          <w:b/>
          <w:iCs/>
          <w:color w:val="0F243E"/>
          <w:spacing w:val="-3"/>
          <w:w w:val="110"/>
          <w:sz w:val="28"/>
          <w:szCs w:val="28"/>
        </w:rPr>
        <w:t>Цель:</w:t>
      </w:r>
      <w:r w:rsidRPr="00B0002C">
        <w:rPr>
          <w:rFonts w:ascii="Times New Roman" w:hAnsi="Times New Roman"/>
          <w:i/>
          <w:iCs/>
          <w:color w:val="0F243E"/>
          <w:spacing w:val="-3"/>
          <w:w w:val="110"/>
          <w:sz w:val="28"/>
          <w:szCs w:val="28"/>
        </w:rPr>
        <w:t xml:space="preserve"> </w:t>
      </w:r>
      <w:r w:rsidRPr="00B0002C">
        <w:rPr>
          <w:rFonts w:ascii="Times New Roman" w:hAnsi="Times New Roman"/>
          <w:color w:val="0F243E"/>
          <w:spacing w:val="-3"/>
          <w:w w:val="110"/>
          <w:sz w:val="28"/>
          <w:szCs w:val="28"/>
        </w:rPr>
        <w:t>показать  детям значение окружающей природы для человека; роль человека в охране и защите окружающей природе.</w:t>
      </w:r>
    </w:p>
    <w:p w:rsidR="007A5C55" w:rsidRPr="00B0002C" w:rsidRDefault="007A5C55" w:rsidP="00025EB3">
      <w:pPr>
        <w:spacing w:after="120" w:line="240" w:lineRule="auto"/>
        <w:rPr>
          <w:rFonts w:ascii="Times New Roman" w:hAnsi="Times New Roman"/>
          <w:b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b/>
          <w:color w:val="0F243E"/>
          <w:sz w:val="28"/>
          <w:szCs w:val="28"/>
          <w:lang w:eastAsia="ru-RU"/>
        </w:rPr>
        <w:t>Программные  задачи:  </w:t>
      </w:r>
    </w:p>
    <w:p w:rsidR="007A5C55" w:rsidRPr="00B0002C" w:rsidRDefault="007A5C55" w:rsidP="00FF35AF">
      <w:pPr>
        <w:spacing w:after="0"/>
        <w:rPr>
          <w:rFonts w:ascii="Times New Roman" w:hAnsi="Times New Roman"/>
          <w:color w:val="0F243E"/>
          <w:sz w:val="28"/>
          <w:szCs w:val="28"/>
        </w:rPr>
      </w:pPr>
      <w:r w:rsidRPr="00B0002C">
        <w:rPr>
          <w:rFonts w:ascii="Times New Roman" w:hAnsi="Times New Roman"/>
          <w:color w:val="0F243E"/>
          <w:sz w:val="28"/>
          <w:szCs w:val="28"/>
        </w:rPr>
        <w:t>- формировать понятия о многообразии растительного мира, отличительных признаках одних  растительных форм от других;</w:t>
      </w:r>
    </w:p>
    <w:p w:rsidR="007A5C55" w:rsidRDefault="007A5C55" w:rsidP="00FF35AF">
      <w:pPr>
        <w:spacing w:after="0"/>
        <w:rPr>
          <w:rFonts w:ascii="Times New Roman" w:hAnsi="Times New Roman"/>
          <w:color w:val="0F243E"/>
          <w:sz w:val="28"/>
          <w:szCs w:val="28"/>
        </w:rPr>
      </w:pPr>
      <w:r>
        <w:rPr>
          <w:rFonts w:ascii="Times New Roman" w:hAnsi="Times New Roman"/>
          <w:color w:val="0F243E"/>
          <w:sz w:val="28"/>
          <w:szCs w:val="28"/>
        </w:rPr>
        <w:t xml:space="preserve">- </w:t>
      </w:r>
      <w:r w:rsidRPr="00B0002C">
        <w:rPr>
          <w:rFonts w:ascii="Times New Roman" w:hAnsi="Times New Roman"/>
          <w:color w:val="0F243E"/>
          <w:sz w:val="28"/>
          <w:szCs w:val="28"/>
        </w:rPr>
        <w:t xml:space="preserve">уточнять и расширять представления детей о лекарственных растениях, их биологических особенностях, и их пользе для человека ; </w:t>
      </w:r>
    </w:p>
    <w:p w:rsidR="007A5C55" w:rsidRDefault="007A5C55" w:rsidP="00FF35AF">
      <w:pPr>
        <w:spacing w:after="0"/>
        <w:rPr>
          <w:rFonts w:ascii="Times New Roman" w:hAnsi="Times New Roman"/>
          <w:color w:val="0F243E"/>
          <w:sz w:val="28"/>
          <w:szCs w:val="28"/>
        </w:rPr>
      </w:pPr>
      <w:r>
        <w:rPr>
          <w:rFonts w:ascii="Times New Roman" w:hAnsi="Times New Roman"/>
          <w:color w:val="0F243E"/>
          <w:sz w:val="28"/>
          <w:szCs w:val="28"/>
        </w:rPr>
        <w:t>-</w:t>
      </w:r>
      <w:r w:rsidRPr="00B0002C">
        <w:rPr>
          <w:rFonts w:ascii="Times New Roman" w:hAnsi="Times New Roman"/>
          <w:color w:val="0F243E"/>
          <w:sz w:val="28"/>
          <w:szCs w:val="28"/>
        </w:rPr>
        <w:t xml:space="preserve">развивать обоняние  у детей. </w:t>
      </w:r>
    </w:p>
    <w:p w:rsidR="007A5C55" w:rsidRDefault="007A5C55" w:rsidP="00FF35AF">
      <w:pPr>
        <w:spacing w:after="0"/>
        <w:rPr>
          <w:rFonts w:ascii="Times New Roman" w:hAnsi="Times New Roman"/>
          <w:color w:val="0F243E"/>
          <w:sz w:val="28"/>
          <w:szCs w:val="28"/>
        </w:rPr>
      </w:pPr>
      <w:r>
        <w:rPr>
          <w:rFonts w:ascii="Times New Roman" w:hAnsi="Times New Roman"/>
          <w:color w:val="0F243E"/>
          <w:sz w:val="28"/>
          <w:szCs w:val="28"/>
        </w:rPr>
        <w:t>-</w:t>
      </w:r>
      <w:r w:rsidRPr="00B0002C">
        <w:rPr>
          <w:rFonts w:ascii="Times New Roman" w:hAnsi="Times New Roman"/>
          <w:color w:val="0F243E"/>
          <w:sz w:val="28"/>
          <w:szCs w:val="28"/>
        </w:rPr>
        <w:t xml:space="preserve">Систематизировать знания детей о правилах поведения в лесу. </w:t>
      </w:r>
    </w:p>
    <w:p w:rsidR="007A5C55" w:rsidRPr="00B0002C" w:rsidRDefault="007A5C55" w:rsidP="00FF35AF">
      <w:pPr>
        <w:spacing w:after="0"/>
        <w:rPr>
          <w:rFonts w:ascii="Times New Roman" w:hAnsi="Times New Roman"/>
          <w:color w:val="0F243E"/>
          <w:sz w:val="28"/>
          <w:szCs w:val="28"/>
          <w:shd w:val="clear" w:color="auto" w:fill="F4F4F4"/>
        </w:rPr>
      </w:pPr>
      <w:r>
        <w:rPr>
          <w:rFonts w:ascii="Times New Roman" w:hAnsi="Times New Roman"/>
          <w:color w:val="0F243E"/>
          <w:sz w:val="28"/>
          <w:szCs w:val="28"/>
        </w:rPr>
        <w:t>-</w:t>
      </w:r>
      <w:r w:rsidRPr="00B0002C">
        <w:rPr>
          <w:rFonts w:ascii="Times New Roman" w:hAnsi="Times New Roman"/>
          <w:color w:val="0F243E"/>
          <w:sz w:val="28"/>
          <w:szCs w:val="28"/>
          <w:shd w:val="clear" w:color="auto" w:fill="F4F4F4"/>
        </w:rPr>
        <w:t>Упражнять  в умении отвечать на вопросы полными  предложениями.</w:t>
      </w:r>
    </w:p>
    <w:p w:rsidR="007A5C55" w:rsidRPr="00B0002C" w:rsidRDefault="007A5C55" w:rsidP="00FF35AF">
      <w:pPr>
        <w:spacing w:after="0"/>
        <w:rPr>
          <w:rStyle w:val="c0"/>
          <w:rFonts w:ascii="Times New Roman" w:hAnsi="Times New Roman"/>
          <w:color w:val="0F243E"/>
          <w:sz w:val="28"/>
          <w:szCs w:val="28"/>
        </w:rPr>
      </w:pPr>
      <w:r w:rsidRPr="00B0002C">
        <w:rPr>
          <w:rStyle w:val="c0"/>
          <w:rFonts w:ascii="Times New Roman" w:hAnsi="Times New Roman"/>
          <w:color w:val="0F243E"/>
          <w:sz w:val="28"/>
          <w:szCs w:val="28"/>
        </w:rPr>
        <w:t>- воспитывать у детей любознательность, интерес к  окружающей природе, любовь и бережное отношение к ней.</w:t>
      </w:r>
    </w:p>
    <w:p w:rsidR="007A5C55" w:rsidRPr="00B0002C" w:rsidRDefault="007A5C55" w:rsidP="00FF35AF">
      <w:pPr>
        <w:spacing w:after="0"/>
        <w:rPr>
          <w:rFonts w:ascii="Times New Roman" w:hAnsi="Times New Roman"/>
          <w:color w:val="0F243E"/>
          <w:sz w:val="28"/>
          <w:szCs w:val="28"/>
        </w:rPr>
      </w:pPr>
      <w:r w:rsidRPr="00B0002C">
        <w:rPr>
          <w:rFonts w:ascii="Times New Roman" w:hAnsi="Times New Roman"/>
          <w:color w:val="0F243E"/>
          <w:sz w:val="28"/>
          <w:szCs w:val="28"/>
        </w:rPr>
        <w:t>- развивать умение размышлять, делать  умозаключения, устанавливать причинно- следственные связи в окружающем мире;</w:t>
      </w:r>
    </w:p>
    <w:p w:rsidR="007A5C55" w:rsidRPr="00B0002C" w:rsidRDefault="007A5C55" w:rsidP="00533D30">
      <w:pPr>
        <w:spacing w:after="0"/>
        <w:rPr>
          <w:rFonts w:ascii="Times New Roman" w:hAnsi="Times New Roman"/>
          <w:color w:val="0F243E"/>
          <w:sz w:val="28"/>
          <w:szCs w:val="28"/>
        </w:rPr>
      </w:pPr>
      <w:r w:rsidRPr="00B0002C">
        <w:rPr>
          <w:rStyle w:val="c0"/>
          <w:rFonts w:ascii="Times New Roman" w:hAnsi="Times New Roman"/>
          <w:color w:val="0F243E"/>
          <w:sz w:val="28"/>
          <w:szCs w:val="28"/>
        </w:rPr>
        <w:t>- разв</w:t>
      </w:r>
      <w:r>
        <w:rPr>
          <w:rStyle w:val="c0"/>
          <w:rFonts w:ascii="Times New Roman" w:hAnsi="Times New Roman"/>
          <w:color w:val="0F243E"/>
          <w:sz w:val="28"/>
          <w:szCs w:val="28"/>
        </w:rPr>
        <w:t>ивать связную речь</w:t>
      </w:r>
      <w:r w:rsidRPr="00B0002C">
        <w:rPr>
          <w:rStyle w:val="c0"/>
          <w:rFonts w:ascii="Times New Roman" w:hAnsi="Times New Roman"/>
          <w:color w:val="0F243E"/>
          <w:sz w:val="28"/>
          <w:szCs w:val="28"/>
        </w:rPr>
        <w:t>,</w:t>
      </w:r>
      <w:r>
        <w:rPr>
          <w:rStyle w:val="c0"/>
          <w:rFonts w:ascii="Times New Roman" w:hAnsi="Times New Roman"/>
          <w:color w:val="0F243E"/>
          <w:sz w:val="28"/>
          <w:szCs w:val="28"/>
        </w:rPr>
        <w:t xml:space="preserve"> </w:t>
      </w:r>
      <w:r w:rsidRPr="00B0002C">
        <w:rPr>
          <w:rStyle w:val="c0"/>
          <w:rFonts w:ascii="Times New Roman" w:hAnsi="Times New Roman"/>
          <w:color w:val="0F243E"/>
          <w:sz w:val="28"/>
          <w:szCs w:val="28"/>
        </w:rPr>
        <w:t>обогащать словарный запас детей.</w:t>
      </w:r>
    </w:p>
    <w:p w:rsidR="007A5C55" w:rsidRPr="00B0002C" w:rsidRDefault="007A5C55" w:rsidP="00533D30">
      <w:pPr>
        <w:spacing w:before="100" w:beforeAutospacing="1" w:after="100" w:afterAutospacing="1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>
        <w:rPr>
          <w:rFonts w:ascii="Times New Roman" w:hAnsi="Times New Roman"/>
          <w:color w:val="0F243E"/>
          <w:sz w:val="28"/>
          <w:szCs w:val="28"/>
          <w:lang w:eastAsia="ru-RU"/>
        </w:rPr>
        <w:t>-в</w:t>
      </w: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оспитывать у ребенка любовь к  Родине, желание заботится о ней. Развивать чувства патриотизма.</w:t>
      </w:r>
    </w:p>
    <w:p w:rsidR="007A5C55" w:rsidRPr="00B0002C" w:rsidRDefault="007A5C55" w:rsidP="00533D30">
      <w:pPr>
        <w:spacing w:before="100" w:beforeAutospacing="1" w:after="100" w:afterAutospacing="1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>
        <w:rPr>
          <w:rFonts w:ascii="Times New Roman" w:hAnsi="Times New Roman"/>
          <w:color w:val="0F243E"/>
          <w:sz w:val="28"/>
          <w:szCs w:val="28"/>
          <w:lang w:eastAsia="ru-RU"/>
        </w:rPr>
        <w:t>-в</w:t>
      </w: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 xml:space="preserve">оспитывать эмоциональную отзывчивость, нравственные чувства личности. </w:t>
      </w:r>
    </w:p>
    <w:p w:rsidR="007A5C55" w:rsidRPr="00B0002C" w:rsidRDefault="007A5C55" w:rsidP="00533D30">
      <w:pPr>
        <w:widowControl w:val="0"/>
        <w:autoSpaceDE w:val="0"/>
        <w:autoSpaceDN w:val="0"/>
        <w:adjustRightInd w:val="0"/>
        <w:rPr>
          <w:rFonts w:ascii="Times New Roman" w:hAnsi="Times New Roman"/>
          <w:color w:val="0F243E"/>
          <w:sz w:val="28"/>
          <w:szCs w:val="28"/>
        </w:rPr>
      </w:pPr>
      <w:r w:rsidRPr="00B0002C">
        <w:rPr>
          <w:rFonts w:ascii="Times New Roman" w:hAnsi="Times New Roman"/>
          <w:b/>
          <w:color w:val="0F243E"/>
          <w:sz w:val="28"/>
          <w:szCs w:val="28"/>
        </w:rPr>
        <w:t>Словарная работа</w:t>
      </w:r>
      <w:r w:rsidRPr="00B0002C">
        <w:rPr>
          <w:rFonts w:ascii="Times New Roman" w:hAnsi="Times New Roman"/>
          <w:color w:val="0F243E"/>
          <w:sz w:val="28"/>
          <w:szCs w:val="28"/>
        </w:rPr>
        <w:t xml:space="preserve">: Планета-Земля, </w:t>
      </w:r>
      <w:r>
        <w:rPr>
          <w:rFonts w:ascii="Times New Roman" w:hAnsi="Times New Roman"/>
          <w:color w:val="0F243E"/>
          <w:sz w:val="28"/>
          <w:szCs w:val="28"/>
        </w:rPr>
        <w:t>выхлопные газы, экологи</w:t>
      </w:r>
      <w:r w:rsidRPr="00B0002C">
        <w:rPr>
          <w:rFonts w:ascii="Times New Roman" w:hAnsi="Times New Roman"/>
          <w:color w:val="0F243E"/>
          <w:sz w:val="28"/>
          <w:szCs w:val="28"/>
        </w:rPr>
        <w:t>,</w:t>
      </w:r>
      <w:r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B0002C">
        <w:rPr>
          <w:rFonts w:ascii="Times New Roman" w:hAnsi="Times New Roman"/>
          <w:color w:val="0F243E"/>
          <w:sz w:val="28"/>
          <w:szCs w:val="28"/>
        </w:rPr>
        <w:t>логово, хатка.</w:t>
      </w:r>
    </w:p>
    <w:p w:rsidR="007A5C55" w:rsidRPr="00A83247" w:rsidRDefault="007A5C55" w:rsidP="008570C6">
      <w:pPr>
        <w:widowControl w:val="0"/>
        <w:autoSpaceDE w:val="0"/>
        <w:autoSpaceDN w:val="0"/>
        <w:adjustRightInd w:val="0"/>
        <w:rPr>
          <w:rFonts w:ascii="Times New Roman" w:hAnsi="Times New Roman"/>
          <w:color w:val="0F243E"/>
          <w:sz w:val="28"/>
          <w:szCs w:val="28"/>
        </w:rPr>
      </w:pPr>
      <w:r w:rsidRPr="00A83247">
        <w:rPr>
          <w:rFonts w:ascii="Times New Roman" w:hAnsi="Times New Roman"/>
          <w:color w:val="0F243E"/>
          <w:sz w:val="28"/>
          <w:szCs w:val="28"/>
        </w:rPr>
        <w:t xml:space="preserve">Предварительная работа: </w:t>
      </w:r>
    </w:p>
    <w:p w:rsidR="007A5C55" w:rsidRDefault="007A5C55" w:rsidP="008570C6">
      <w:pPr>
        <w:widowControl w:val="0"/>
        <w:autoSpaceDE w:val="0"/>
        <w:autoSpaceDN w:val="0"/>
        <w:adjustRightInd w:val="0"/>
        <w:rPr>
          <w:rFonts w:ascii="Times New Roman" w:hAnsi="Times New Roman"/>
          <w:color w:val="0F243E"/>
          <w:sz w:val="28"/>
          <w:szCs w:val="28"/>
        </w:rPr>
      </w:pPr>
      <w:r w:rsidRPr="00B0002C">
        <w:rPr>
          <w:rFonts w:ascii="Times New Roman" w:hAnsi="Times New Roman"/>
          <w:color w:val="0F243E"/>
          <w:sz w:val="28"/>
          <w:szCs w:val="28"/>
        </w:rPr>
        <w:t xml:space="preserve">-рассматривание </w:t>
      </w:r>
      <w:r>
        <w:rPr>
          <w:rFonts w:ascii="Times New Roman" w:hAnsi="Times New Roman"/>
          <w:color w:val="0F243E"/>
          <w:sz w:val="28"/>
          <w:szCs w:val="28"/>
        </w:rPr>
        <w:t>картин и иллюстраций о животных</w:t>
      </w:r>
      <w:r w:rsidRPr="00B0002C">
        <w:rPr>
          <w:rFonts w:ascii="Times New Roman" w:hAnsi="Times New Roman"/>
          <w:color w:val="0F243E"/>
          <w:sz w:val="28"/>
          <w:szCs w:val="28"/>
        </w:rPr>
        <w:t>,</w:t>
      </w:r>
      <w:r>
        <w:rPr>
          <w:rFonts w:ascii="Times New Roman" w:hAnsi="Times New Roman"/>
          <w:color w:val="0F243E"/>
          <w:sz w:val="28"/>
          <w:szCs w:val="28"/>
        </w:rPr>
        <w:t xml:space="preserve"> их жилище,</w:t>
      </w:r>
      <w:r w:rsidRPr="00B0002C">
        <w:rPr>
          <w:rFonts w:ascii="Times New Roman" w:hAnsi="Times New Roman"/>
          <w:color w:val="0F243E"/>
          <w:sz w:val="28"/>
          <w:szCs w:val="28"/>
        </w:rPr>
        <w:t xml:space="preserve">лекарственные растения, правила поведения в лесу. </w:t>
      </w:r>
    </w:p>
    <w:p w:rsidR="007A5C55" w:rsidRPr="00B0002C" w:rsidRDefault="007A5C55" w:rsidP="008570C6">
      <w:pPr>
        <w:widowControl w:val="0"/>
        <w:autoSpaceDE w:val="0"/>
        <w:autoSpaceDN w:val="0"/>
        <w:adjustRightInd w:val="0"/>
        <w:rPr>
          <w:rStyle w:val="Emphasis"/>
          <w:rFonts w:ascii="Times New Roman" w:hAnsi="Times New Roman"/>
          <w:i w:val="0"/>
          <w:iCs w:val="0"/>
          <w:color w:val="0F243E"/>
          <w:sz w:val="28"/>
          <w:szCs w:val="28"/>
        </w:rPr>
      </w:pPr>
      <w:r>
        <w:rPr>
          <w:rFonts w:ascii="Times New Roman" w:hAnsi="Times New Roman"/>
          <w:color w:val="0F243E"/>
          <w:sz w:val="28"/>
          <w:szCs w:val="28"/>
        </w:rPr>
        <w:t>-р</w:t>
      </w:r>
      <w:r w:rsidRPr="00B0002C">
        <w:rPr>
          <w:rFonts w:ascii="Times New Roman" w:hAnsi="Times New Roman"/>
          <w:color w:val="0F243E"/>
          <w:sz w:val="28"/>
          <w:szCs w:val="28"/>
        </w:rPr>
        <w:t>ассматривание слайдов с изображениями лиственного, хвойного, смешанного лесов, глобуса. Разучивание стихов, песни, танца.</w:t>
      </w:r>
    </w:p>
    <w:p w:rsidR="007A5C55" w:rsidRPr="00A83247" w:rsidRDefault="007A5C55" w:rsidP="00BE286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rStyle w:val="Emphasis"/>
          <w:i w:val="0"/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Оборудование: иллюстрации животных, их жилище, стаканчики с лекарственными растениями. Аудиозапись со звуками природы, проектор.</w:t>
      </w:r>
    </w:p>
    <w:p w:rsidR="007A5C55" w:rsidRPr="00A83247" w:rsidRDefault="007A5C55" w:rsidP="00BE286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rStyle w:val="Emphasis"/>
          <w:i w:val="0"/>
          <w:color w:val="0F243E"/>
          <w:sz w:val="28"/>
          <w:szCs w:val="28"/>
        </w:rPr>
      </w:pPr>
    </w:p>
    <w:p w:rsidR="007A5C55" w:rsidRPr="00A83247" w:rsidRDefault="007A5C55" w:rsidP="00BE286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rStyle w:val="Emphasis"/>
          <w:i w:val="0"/>
          <w:color w:val="0F243E"/>
          <w:sz w:val="28"/>
          <w:szCs w:val="28"/>
        </w:rPr>
      </w:pPr>
    </w:p>
    <w:p w:rsidR="007A5C55" w:rsidRPr="00A83247" w:rsidRDefault="007A5C55" w:rsidP="00BE286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rStyle w:val="Emphasis"/>
          <w:i w:val="0"/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Ход ООД.</w:t>
      </w:r>
    </w:p>
    <w:p w:rsidR="007A5C55" w:rsidRPr="00A83247" w:rsidRDefault="007A5C55" w:rsidP="00BE286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 xml:space="preserve">Дети зашли в зал, поздоровались. </w:t>
      </w:r>
      <w:r w:rsidRPr="00A83247">
        <w:rPr>
          <w:rStyle w:val="Strong"/>
          <w:color w:val="0F243E"/>
          <w:sz w:val="28"/>
          <w:szCs w:val="28"/>
        </w:rPr>
        <w:t>Звучит музыка Бетховена мелодия слез</w:t>
      </w:r>
    </w:p>
    <w:p w:rsidR="007A5C55" w:rsidRPr="00A83247" w:rsidRDefault="007A5C55" w:rsidP="00A8324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Воспитатель: Наш дом родной, наш общий дом</w:t>
      </w:r>
    </w:p>
    <w:p w:rsidR="007A5C55" w:rsidRPr="00A83247" w:rsidRDefault="007A5C55" w:rsidP="00A8324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Земля, где мы с тобой живем!</w:t>
      </w:r>
    </w:p>
    <w:p w:rsidR="007A5C55" w:rsidRPr="00A83247" w:rsidRDefault="007A5C55" w:rsidP="00A8324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Ты только посмотри вокруг:</w:t>
      </w:r>
    </w:p>
    <w:p w:rsidR="007A5C55" w:rsidRPr="00A83247" w:rsidRDefault="007A5C55" w:rsidP="00A8324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Тут речка, там зеленый луг,</w:t>
      </w:r>
    </w:p>
    <w:p w:rsidR="007A5C55" w:rsidRPr="00A83247" w:rsidRDefault="007A5C55" w:rsidP="00A8324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В лесу дремучем не пройдешь.</w:t>
      </w:r>
    </w:p>
    <w:p w:rsidR="007A5C55" w:rsidRPr="00A83247" w:rsidRDefault="007A5C55" w:rsidP="00A8324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Воды в пустыне не найдешь!</w:t>
      </w:r>
    </w:p>
    <w:p w:rsidR="007A5C55" w:rsidRPr="00A83247" w:rsidRDefault="007A5C55" w:rsidP="00A8324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А где-то снег лежит горой,</w:t>
      </w:r>
    </w:p>
    <w:p w:rsidR="007A5C55" w:rsidRPr="00A83247" w:rsidRDefault="007A5C55" w:rsidP="00A8324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А где-то жарко и зимой.</w:t>
      </w:r>
    </w:p>
    <w:p w:rsidR="007A5C55" w:rsidRPr="00A83247" w:rsidRDefault="007A5C55" w:rsidP="00A8324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Чудес нам всех не перечесть,</w:t>
      </w:r>
    </w:p>
    <w:p w:rsidR="007A5C55" w:rsidRPr="00A83247" w:rsidRDefault="007A5C55" w:rsidP="00A8324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Одно у них название есть:</w:t>
      </w:r>
    </w:p>
    <w:p w:rsidR="007A5C55" w:rsidRPr="00A83247" w:rsidRDefault="007A5C55" w:rsidP="00A8324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Леса, и горы и моря –</w:t>
      </w:r>
    </w:p>
    <w:p w:rsidR="007A5C55" w:rsidRPr="00A83247" w:rsidRDefault="007A5C55" w:rsidP="00A8324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Все называется – Земля!</w:t>
      </w:r>
    </w:p>
    <w:p w:rsidR="007A5C55" w:rsidRPr="00A83247" w:rsidRDefault="007A5C55" w:rsidP="00A8324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А если в космос ты взлетишь,</w:t>
      </w:r>
    </w:p>
    <w:p w:rsidR="007A5C55" w:rsidRPr="00A83247" w:rsidRDefault="007A5C55" w:rsidP="00A8324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Ты из окна ракеты</w:t>
      </w:r>
    </w:p>
    <w:p w:rsidR="007A5C55" w:rsidRPr="00A83247" w:rsidRDefault="007A5C55" w:rsidP="00A8324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Увидишь шар наш голубой!</w:t>
      </w:r>
    </w:p>
    <w:p w:rsidR="007A5C55" w:rsidRPr="00A83247" w:rsidRDefault="007A5C55" w:rsidP="00A8324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Любимую планету!</w:t>
      </w:r>
    </w:p>
    <w:p w:rsidR="007A5C55" w:rsidRDefault="007A5C55" w:rsidP="00A83247">
      <w:pPr>
        <w:pStyle w:val="NormalWeb"/>
        <w:shd w:val="clear" w:color="auto" w:fill="FFFFFF"/>
        <w:spacing w:before="0" w:beforeAutospacing="0" w:after="127" w:afterAutospacing="0" w:line="332" w:lineRule="atLeast"/>
        <w:rPr>
          <w:rStyle w:val="Emphasis"/>
          <w:i w:val="0"/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звучит космическая музыка. О</w:t>
      </w:r>
      <w:r>
        <w:rPr>
          <w:rStyle w:val="Emphasis"/>
          <w:i w:val="0"/>
          <w:color w:val="0F243E"/>
          <w:sz w:val="28"/>
          <w:szCs w:val="28"/>
        </w:rPr>
        <w:t>бращаю внимание детей на экран.</w:t>
      </w:r>
    </w:p>
    <w:p w:rsidR="007A5C55" w:rsidRPr="00A83247" w:rsidRDefault="007A5C55" w:rsidP="00A83247">
      <w:pPr>
        <w:pStyle w:val="NormalWeb"/>
        <w:shd w:val="clear" w:color="auto" w:fill="FFFFFF"/>
        <w:spacing w:before="0" w:beforeAutospacing="0" w:after="127" w:afterAutospacing="0" w:line="332" w:lineRule="atLeast"/>
        <w:rPr>
          <w:rStyle w:val="Emphasis"/>
          <w:i w:val="0"/>
          <w:color w:val="0F243E"/>
          <w:sz w:val="28"/>
          <w:szCs w:val="28"/>
        </w:rPr>
      </w:pPr>
      <w:r>
        <w:rPr>
          <w:rStyle w:val="Emphasis"/>
          <w:i w:val="0"/>
          <w:color w:val="0F243E"/>
          <w:sz w:val="28"/>
          <w:szCs w:val="28"/>
        </w:rPr>
        <w:t>(</w:t>
      </w:r>
      <w:r w:rsidRPr="00A83247">
        <w:rPr>
          <w:rStyle w:val="Emphasis"/>
          <w:i w:val="0"/>
          <w:color w:val="0F243E"/>
          <w:sz w:val="28"/>
          <w:szCs w:val="28"/>
        </w:rPr>
        <w:t xml:space="preserve">Изображение летающей тарелки. Затем звучит сигнал </w:t>
      </w:r>
      <w:r w:rsidRPr="00A83247">
        <w:rPr>
          <w:rStyle w:val="Emphasis"/>
          <w:i w:val="0"/>
          <w:color w:val="0F243E"/>
          <w:sz w:val="28"/>
          <w:szCs w:val="28"/>
          <w:lang w:val="en-US"/>
        </w:rPr>
        <w:t>SOS</w:t>
      </w:r>
      <w:r>
        <w:rPr>
          <w:rStyle w:val="Emphasis"/>
          <w:i w:val="0"/>
          <w:color w:val="0F243E"/>
          <w:sz w:val="28"/>
          <w:szCs w:val="28"/>
        </w:rPr>
        <w:t>).</w:t>
      </w:r>
    </w:p>
    <w:p w:rsidR="007A5C55" w:rsidRPr="00A83247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rStyle w:val="Emphasis"/>
          <w:i w:val="0"/>
          <w:color w:val="0F243E"/>
          <w:sz w:val="28"/>
          <w:szCs w:val="28"/>
        </w:rPr>
      </w:pPr>
      <w:r>
        <w:rPr>
          <w:rStyle w:val="Emphasis"/>
          <w:i w:val="0"/>
          <w:color w:val="0F243E"/>
          <w:sz w:val="28"/>
          <w:szCs w:val="28"/>
        </w:rPr>
        <w:t>Воспитател</w:t>
      </w:r>
      <w:r w:rsidRPr="00A83247">
        <w:rPr>
          <w:rStyle w:val="Emphasis"/>
          <w:i w:val="0"/>
          <w:color w:val="0F243E"/>
          <w:sz w:val="28"/>
          <w:szCs w:val="28"/>
        </w:rPr>
        <w:t>ь: ребята к н</w:t>
      </w:r>
      <w:r>
        <w:rPr>
          <w:rStyle w:val="Emphasis"/>
          <w:i w:val="0"/>
          <w:color w:val="0F243E"/>
          <w:sz w:val="28"/>
          <w:szCs w:val="28"/>
        </w:rPr>
        <w:t>ам приближается летающий объект</w:t>
      </w:r>
      <w:r w:rsidRPr="00A83247">
        <w:rPr>
          <w:rStyle w:val="Emphasis"/>
          <w:i w:val="0"/>
          <w:color w:val="0F243E"/>
          <w:sz w:val="28"/>
          <w:szCs w:val="28"/>
        </w:rPr>
        <w:t>.</w:t>
      </w:r>
      <w:r>
        <w:rPr>
          <w:rStyle w:val="Emphasis"/>
          <w:i w:val="0"/>
          <w:color w:val="0F243E"/>
          <w:sz w:val="28"/>
          <w:szCs w:val="28"/>
        </w:rPr>
        <w:t xml:space="preserve"> </w:t>
      </w:r>
      <w:r w:rsidRPr="00A83247">
        <w:rPr>
          <w:rStyle w:val="Emphasis"/>
          <w:i w:val="0"/>
          <w:color w:val="0F243E"/>
          <w:sz w:val="28"/>
          <w:szCs w:val="28"/>
        </w:rPr>
        <w:t xml:space="preserve">В зал </w:t>
      </w:r>
      <w:r>
        <w:rPr>
          <w:rStyle w:val="Emphasis"/>
          <w:i w:val="0"/>
          <w:color w:val="0F243E"/>
          <w:sz w:val="28"/>
          <w:szCs w:val="28"/>
        </w:rPr>
        <w:t>в</w:t>
      </w:r>
      <w:r w:rsidRPr="00A83247">
        <w:rPr>
          <w:rStyle w:val="Emphasis"/>
          <w:i w:val="0"/>
          <w:color w:val="0F243E"/>
          <w:sz w:val="28"/>
          <w:szCs w:val="28"/>
        </w:rPr>
        <w:t>ходят инопланетяне .Мы получили сигнал с вашей планеты.</w:t>
      </w:r>
    </w:p>
    <w:p w:rsidR="007A5C55" w:rsidRPr="00A83247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Взглянуть на вашу Землю страшно.</w:t>
      </w:r>
    </w:p>
    <w:p w:rsidR="007A5C55" w:rsidRPr="00A83247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Вода мутнеет с каждым днем.</w:t>
      </w:r>
    </w:p>
    <w:p w:rsidR="007A5C55" w:rsidRPr="00A83247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А воздух! Сколько грязи в нем?</w:t>
      </w:r>
    </w:p>
    <w:p w:rsidR="007A5C55" w:rsidRPr="00A83247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Когда-то чистый, голубой.</w:t>
      </w:r>
    </w:p>
    <w:p w:rsidR="007A5C55" w:rsidRPr="00A83247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Теперь он грязный и больной.</w:t>
      </w:r>
    </w:p>
    <w:p w:rsidR="007A5C55" w:rsidRPr="00A83247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Погибнуть может все живое</w:t>
      </w:r>
    </w:p>
    <w:p w:rsidR="007A5C55" w:rsidRPr="00A83247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Земля, что сделали с тобою?</w:t>
      </w:r>
    </w:p>
    <w:p w:rsidR="007A5C55" w:rsidRPr="00A83247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Пусть знак беды у нас отметит</w:t>
      </w:r>
    </w:p>
    <w:p w:rsidR="007A5C55" w:rsidRPr="00B0002C" w:rsidRDefault="007A5C55" w:rsidP="00100D9F">
      <w:pPr>
        <w:pStyle w:val="NormalWeb"/>
        <w:shd w:val="clear" w:color="auto" w:fill="FFFFFF"/>
        <w:spacing w:before="0" w:beforeAutospacing="0" w:after="127" w:afterAutospacing="0" w:line="332" w:lineRule="atLeast"/>
        <w:jc w:val="center"/>
        <w:rPr>
          <w:i/>
          <w:iCs/>
          <w:color w:val="0F243E"/>
          <w:sz w:val="28"/>
          <w:szCs w:val="28"/>
        </w:rPr>
      </w:pPr>
      <w:r w:rsidRPr="00A83247">
        <w:rPr>
          <w:rStyle w:val="Emphasis"/>
          <w:i w:val="0"/>
          <w:color w:val="0F243E"/>
          <w:sz w:val="28"/>
          <w:szCs w:val="28"/>
        </w:rPr>
        <w:t>Больные точки на планете</w:t>
      </w:r>
    </w:p>
    <w:p w:rsidR="007A5C55" w:rsidRPr="00B0002C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  <w:r>
        <w:rPr>
          <w:color w:val="0F243E"/>
          <w:sz w:val="28"/>
          <w:szCs w:val="28"/>
        </w:rPr>
        <w:t>Воспитате</w:t>
      </w:r>
      <w:r w:rsidRPr="00B0002C">
        <w:rPr>
          <w:color w:val="0F243E"/>
          <w:sz w:val="28"/>
          <w:szCs w:val="28"/>
        </w:rPr>
        <w:t>ль: Наша планета Земля в опасности. На ней много больных мест. В чем причина, кто виноват  в этом?</w:t>
      </w:r>
    </w:p>
    <w:p w:rsidR="007A5C55" w:rsidRPr="00B0002C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 xml:space="preserve">ДЕТИ: потому, что люди построили много заводов, фабрик, электростанций, станций. От этих предприятий загрязняется воздух – его загрязнят дым, который выходит из труб в небо, газы от машин. Отходы заводов сливаются в реки, моря и загрязняют их, нефть, из танкеров во время аварий проливается в воду морей и океанов. Так загрязняется наша Земля. От этого загрязнения гибнут животные, растения, болеют люди (так и загрязняется наша Земля). Гибнет природа. </w:t>
      </w:r>
    </w:p>
    <w:p w:rsidR="007A5C55" w:rsidRPr="00B0002C" w:rsidRDefault="007A5C55" w:rsidP="00CA2980">
      <w:pPr>
        <w:ind w:left="360"/>
        <w:rPr>
          <w:rFonts w:ascii="Times New Roman" w:hAnsi="Times New Roman"/>
          <w:color w:val="0F243E"/>
          <w:sz w:val="28"/>
          <w:szCs w:val="28"/>
        </w:rPr>
      </w:pPr>
      <w:r>
        <w:rPr>
          <w:color w:val="0F243E"/>
          <w:sz w:val="28"/>
          <w:szCs w:val="28"/>
        </w:rPr>
        <w:t>Воспитате</w:t>
      </w:r>
      <w:r w:rsidRPr="00B0002C">
        <w:rPr>
          <w:rFonts w:ascii="Times New Roman" w:hAnsi="Times New Roman"/>
          <w:color w:val="0F243E"/>
          <w:sz w:val="28"/>
          <w:szCs w:val="28"/>
        </w:rPr>
        <w:t>ль:</w:t>
      </w:r>
      <w:r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B0002C">
        <w:rPr>
          <w:rFonts w:ascii="Times New Roman" w:hAnsi="Times New Roman"/>
          <w:color w:val="0F243E"/>
          <w:sz w:val="28"/>
          <w:szCs w:val="28"/>
        </w:rPr>
        <w:t>Наша планета требует помощи. Давайте мы с вами подумаем, как ей помочь?</w:t>
      </w:r>
    </w:p>
    <w:p w:rsidR="007A5C55" w:rsidRPr="00B0002C" w:rsidRDefault="007A5C55" w:rsidP="00CA2980">
      <w:pPr>
        <w:ind w:left="360"/>
        <w:rPr>
          <w:rFonts w:ascii="Times New Roman" w:hAnsi="Times New Roman"/>
          <w:color w:val="0F243E"/>
          <w:sz w:val="28"/>
          <w:szCs w:val="28"/>
        </w:rPr>
      </w:pPr>
      <w:r w:rsidRPr="00B0002C">
        <w:rPr>
          <w:rFonts w:ascii="Times New Roman" w:hAnsi="Times New Roman"/>
          <w:color w:val="0F243E"/>
          <w:sz w:val="28"/>
          <w:szCs w:val="28"/>
        </w:rPr>
        <w:t>Дети: Чтобы помочь ей, надо учиться любить природу, любить ее с детства, научиться понимать, как живут все живые существа. Этим занимаются люди – экологи. А если мы не будем беречь свою планету, то из космоса она будет выглядеть вот такой серой, некрасивой. -дети, вы хотите жить на такой планете?</w:t>
      </w:r>
    </w:p>
    <w:p w:rsidR="007A5C55" w:rsidRPr="00B0002C" w:rsidRDefault="007A5C55" w:rsidP="00CA2980">
      <w:pPr>
        <w:ind w:left="360"/>
        <w:rPr>
          <w:rFonts w:ascii="Times New Roman" w:hAnsi="Times New Roman"/>
          <w:i/>
          <w:color w:val="0F243E"/>
          <w:sz w:val="28"/>
          <w:szCs w:val="28"/>
        </w:rPr>
      </w:pPr>
      <w:r w:rsidRPr="00B0002C">
        <w:rPr>
          <w:rFonts w:ascii="Times New Roman" w:hAnsi="Times New Roman"/>
          <w:color w:val="0F243E"/>
          <w:sz w:val="28"/>
          <w:szCs w:val="28"/>
        </w:rPr>
        <w:t xml:space="preserve">                                                        </w:t>
      </w:r>
      <w:r w:rsidRPr="00B0002C">
        <w:rPr>
          <w:rFonts w:ascii="Times New Roman" w:hAnsi="Times New Roman"/>
          <w:i/>
          <w:color w:val="0F243E"/>
          <w:sz w:val="28"/>
          <w:szCs w:val="28"/>
        </w:rPr>
        <w:t>(нет)</w:t>
      </w:r>
    </w:p>
    <w:p w:rsidR="007A5C55" w:rsidRPr="00B0002C" w:rsidRDefault="007A5C55" w:rsidP="00CA2980">
      <w:pPr>
        <w:ind w:left="360"/>
        <w:rPr>
          <w:rFonts w:ascii="Times New Roman" w:hAnsi="Times New Roman"/>
          <w:color w:val="0F243E"/>
          <w:sz w:val="28"/>
          <w:szCs w:val="28"/>
        </w:rPr>
      </w:pPr>
      <w:r w:rsidRPr="00B0002C">
        <w:rPr>
          <w:rFonts w:ascii="Times New Roman" w:hAnsi="Times New Roman"/>
          <w:color w:val="0F243E"/>
          <w:sz w:val="28"/>
          <w:szCs w:val="28"/>
        </w:rPr>
        <w:t>Воспитатель: На планете Земля есть много стран. Но одна из них страна где мы живем.</w:t>
      </w:r>
    </w:p>
    <w:p w:rsidR="007A5C55" w:rsidRPr="00B0002C" w:rsidRDefault="007A5C55" w:rsidP="001D5B2C">
      <w:pPr>
        <w:pStyle w:val="c1"/>
        <w:spacing w:before="0" w:beforeAutospacing="0" w:after="0" w:afterAutospacing="0"/>
        <w:jc w:val="both"/>
        <w:rPr>
          <w:color w:val="0F243E"/>
          <w:sz w:val="28"/>
          <w:szCs w:val="28"/>
        </w:rPr>
      </w:pPr>
      <w:r w:rsidRPr="00B0002C">
        <w:rPr>
          <w:rStyle w:val="c2"/>
          <w:color w:val="0F243E"/>
          <w:sz w:val="28"/>
          <w:szCs w:val="28"/>
        </w:rPr>
        <w:t> Ребята, как называется наша страна?</w:t>
      </w:r>
    </w:p>
    <w:p w:rsidR="007A5C55" w:rsidRPr="00B0002C" w:rsidRDefault="007A5C55" w:rsidP="001D5B2C">
      <w:pPr>
        <w:pStyle w:val="c1"/>
        <w:spacing w:before="0" w:beforeAutospacing="0" w:after="0" w:afterAutospacing="0"/>
        <w:jc w:val="both"/>
        <w:rPr>
          <w:color w:val="0F243E"/>
          <w:sz w:val="28"/>
          <w:szCs w:val="28"/>
        </w:rPr>
      </w:pPr>
      <w:r w:rsidRPr="00B0002C">
        <w:rPr>
          <w:rStyle w:val="c0"/>
          <w:b/>
          <w:bCs/>
          <w:color w:val="0F243E"/>
          <w:sz w:val="28"/>
          <w:szCs w:val="28"/>
        </w:rPr>
        <w:t>Дети:</w:t>
      </w:r>
      <w:r w:rsidRPr="00B0002C">
        <w:rPr>
          <w:rStyle w:val="c2"/>
          <w:color w:val="0F243E"/>
          <w:sz w:val="28"/>
          <w:szCs w:val="28"/>
        </w:rPr>
        <w:t> Россия.</w:t>
      </w:r>
    </w:p>
    <w:p w:rsidR="007A5C55" w:rsidRPr="00B0002C" w:rsidRDefault="007A5C55" w:rsidP="001D5B2C">
      <w:pPr>
        <w:pStyle w:val="c1"/>
        <w:spacing w:before="0" w:beforeAutospacing="0" w:after="0" w:afterAutospacing="0"/>
        <w:jc w:val="both"/>
        <w:rPr>
          <w:color w:val="0F243E"/>
          <w:sz w:val="28"/>
          <w:szCs w:val="28"/>
        </w:rPr>
      </w:pPr>
      <w:r w:rsidRPr="00B0002C">
        <w:rPr>
          <w:rStyle w:val="c2"/>
          <w:i/>
          <w:iCs/>
          <w:color w:val="0F243E"/>
          <w:sz w:val="28"/>
          <w:szCs w:val="28"/>
        </w:rPr>
        <w:t>Ребенок читает стихотворение</w:t>
      </w:r>
      <w:r w:rsidRPr="00B0002C">
        <w:rPr>
          <w:rStyle w:val="c2"/>
          <w:color w:val="0F243E"/>
          <w:sz w:val="28"/>
          <w:szCs w:val="28"/>
        </w:rPr>
        <w:t>.</w:t>
      </w:r>
    </w:p>
    <w:p w:rsidR="007A5C55" w:rsidRPr="00A83247" w:rsidRDefault="007A5C55" w:rsidP="00CA2980">
      <w:pPr>
        <w:ind w:left="360"/>
        <w:rPr>
          <w:rFonts w:ascii="Times New Roman" w:hAnsi="Times New Roman"/>
          <w:color w:val="0F243E"/>
          <w:sz w:val="28"/>
          <w:szCs w:val="28"/>
        </w:rPr>
      </w:pPr>
      <w:r w:rsidRPr="00A83247">
        <w:rPr>
          <w:rFonts w:ascii="Times New Roman" w:hAnsi="Times New Roman"/>
          <w:color w:val="0F243E"/>
          <w:sz w:val="28"/>
          <w:szCs w:val="28"/>
        </w:rPr>
        <w:t>Нет края на свете красивей,</w:t>
      </w:r>
    </w:p>
    <w:p w:rsidR="007A5C55" w:rsidRPr="00A83247" w:rsidRDefault="007A5C55" w:rsidP="00CA2980">
      <w:pPr>
        <w:ind w:left="360"/>
        <w:rPr>
          <w:rFonts w:ascii="Times New Roman" w:hAnsi="Times New Roman"/>
          <w:color w:val="0F243E"/>
          <w:sz w:val="28"/>
          <w:szCs w:val="28"/>
        </w:rPr>
      </w:pPr>
      <w:r w:rsidRPr="00A83247">
        <w:rPr>
          <w:rFonts w:ascii="Times New Roman" w:hAnsi="Times New Roman"/>
          <w:color w:val="0F243E"/>
          <w:sz w:val="28"/>
          <w:szCs w:val="28"/>
        </w:rPr>
        <w:t>Нет Родины в мире светлей!</w:t>
      </w:r>
    </w:p>
    <w:p w:rsidR="007A5C55" w:rsidRPr="00A83247" w:rsidRDefault="007A5C55" w:rsidP="00CA2980">
      <w:pPr>
        <w:ind w:left="360"/>
        <w:rPr>
          <w:rFonts w:ascii="Times New Roman" w:hAnsi="Times New Roman"/>
          <w:color w:val="0F243E"/>
          <w:sz w:val="28"/>
          <w:szCs w:val="28"/>
        </w:rPr>
      </w:pPr>
      <w:r w:rsidRPr="00A83247">
        <w:rPr>
          <w:rFonts w:ascii="Times New Roman" w:hAnsi="Times New Roman"/>
          <w:color w:val="0F243E"/>
          <w:sz w:val="28"/>
          <w:szCs w:val="28"/>
        </w:rPr>
        <w:t>Россия, Россия,</w:t>
      </w:r>
      <w:r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A83247">
        <w:rPr>
          <w:rFonts w:ascii="Times New Roman" w:hAnsi="Times New Roman"/>
          <w:color w:val="0F243E"/>
          <w:sz w:val="28"/>
          <w:szCs w:val="28"/>
        </w:rPr>
        <w:t>Россия,-</w:t>
      </w:r>
    </w:p>
    <w:p w:rsidR="007A5C55" w:rsidRPr="00A83247" w:rsidRDefault="007A5C55" w:rsidP="00CA2980">
      <w:pPr>
        <w:ind w:left="360"/>
        <w:rPr>
          <w:rFonts w:ascii="Times New Roman" w:hAnsi="Times New Roman"/>
          <w:color w:val="0F243E"/>
          <w:sz w:val="28"/>
          <w:szCs w:val="28"/>
        </w:rPr>
      </w:pPr>
      <w:r w:rsidRPr="00A83247">
        <w:rPr>
          <w:rFonts w:ascii="Times New Roman" w:hAnsi="Times New Roman"/>
          <w:color w:val="0F243E"/>
          <w:sz w:val="28"/>
          <w:szCs w:val="28"/>
        </w:rPr>
        <w:t>Что может быть сердцу милей?</w:t>
      </w:r>
    </w:p>
    <w:p w:rsidR="007A5C55" w:rsidRPr="00A83247" w:rsidRDefault="007A5C55" w:rsidP="00CA2980">
      <w:pPr>
        <w:ind w:left="360"/>
        <w:rPr>
          <w:rFonts w:ascii="Times New Roman" w:hAnsi="Times New Roman"/>
          <w:color w:val="0F243E"/>
          <w:sz w:val="28"/>
          <w:szCs w:val="28"/>
        </w:rPr>
      </w:pPr>
      <w:r w:rsidRPr="00A83247">
        <w:rPr>
          <w:rFonts w:ascii="Times New Roman" w:hAnsi="Times New Roman"/>
          <w:color w:val="0F243E"/>
          <w:sz w:val="28"/>
          <w:szCs w:val="28"/>
        </w:rPr>
        <w:t>Кто был тебе равен по силе?</w:t>
      </w:r>
    </w:p>
    <w:p w:rsidR="007A5C55" w:rsidRPr="00A83247" w:rsidRDefault="007A5C55" w:rsidP="00CA2980">
      <w:pPr>
        <w:ind w:left="360"/>
        <w:rPr>
          <w:rFonts w:ascii="Times New Roman" w:hAnsi="Times New Roman"/>
          <w:color w:val="0F243E"/>
          <w:sz w:val="28"/>
          <w:szCs w:val="28"/>
        </w:rPr>
      </w:pPr>
      <w:r w:rsidRPr="00A83247">
        <w:rPr>
          <w:rFonts w:ascii="Times New Roman" w:hAnsi="Times New Roman"/>
          <w:color w:val="0F243E"/>
          <w:sz w:val="28"/>
          <w:szCs w:val="28"/>
        </w:rPr>
        <w:t>Терпел пораженья любой</w:t>
      </w:r>
      <w:r>
        <w:rPr>
          <w:rFonts w:ascii="Times New Roman" w:hAnsi="Times New Roman"/>
          <w:color w:val="0F243E"/>
          <w:sz w:val="28"/>
          <w:szCs w:val="28"/>
        </w:rPr>
        <w:t>!</w:t>
      </w:r>
    </w:p>
    <w:p w:rsidR="007A5C55" w:rsidRPr="00A83247" w:rsidRDefault="007A5C55" w:rsidP="00A83247">
      <w:pPr>
        <w:rPr>
          <w:rFonts w:ascii="Times New Roman" w:hAnsi="Times New Roman"/>
          <w:color w:val="0F243E"/>
          <w:sz w:val="28"/>
          <w:szCs w:val="28"/>
        </w:rPr>
      </w:pPr>
      <w:r>
        <w:rPr>
          <w:rFonts w:ascii="Times New Roman" w:hAnsi="Times New Roman"/>
          <w:color w:val="0F243E"/>
          <w:sz w:val="28"/>
          <w:szCs w:val="28"/>
        </w:rPr>
        <w:t xml:space="preserve">     </w:t>
      </w:r>
      <w:r w:rsidRPr="00A83247">
        <w:rPr>
          <w:rFonts w:ascii="Times New Roman" w:hAnsi="Times New Roman"/>
          <w:color w:val="0F243E"/>
          <w:sz w:val="28"/>
          <w:szCs w:val="28"/>
        </w:rPr>
        <w:t>Россия, Россия. Россия,-</w:t>
      </w:r>
    </w:p>
    <w:p w:rsidR="007A5C55" w:rsidRPr="00A83247" w:rsidRDefault="007A5C55" w:rsidP="00CA2980">
      <w:pPr>
        <w:ind w:left="360"/>
        <w:rPr>
          <w:rFonts w:ascii="Times New Roman" w:hAnsi="Times New Roman"/>
          <w:color w:val="0F243E"/>
          <w:sz w:val="28"/>
          <w:szCs w:val="28"/>
        </w:rPr>
      </w:pPr>
      <w:r w:rsidRPr="00A83247">
        <w:rPr>
          <w:rFonts w:ascii="Times New Roman" w:hAnsi="Times New Roman"/>
          <w:color w:val="0F243E"/>
          <w:sz w:val="28"/>
          <w:szCs w:val="28"/>
        </w:rPr>
        <w:t>Мы в горе и счастье – с тобой!</w:t>
      </w:r>
    </w:p>
    <w:p w:rsidR="007A5C55" w:rsidRPr="00A83247" w:rsidRDefault="007A5C55" w:rsidP="00CA2980">
      <w:pPr>
        <w:ind w:left="360"/>
        <w:rPr>
          <w:rFonts w:ascii="Times New Roman" w:hAnsi="Times New Roman"/>
          <w:color w:val="0F243E"/>
          <w:sz w:val="28"/>
          <w:szCs w:val="28"/>
        </w:rPr>
      </w:pPr>
      <w:r w:rsidRPr="00A83247">
        <w:rPr>
          <w:rFonts w:ascii="Times New Roman" w:hAnsi="Times New Roman"/>
          <w:color w:val="0F243E"/>
          <w:sz w:val="28"/>
          <w:szCs w:val="28"/>
        </w:rPr>
        <w:t>Россия! КАК синюю птицу,</w:t>
      </w:r>
    </w:p>
    <w:p w:rsidR="007A5C55" w:rsidRPr="00A83247" w:rsidRDefault="007A5C55" w:rsidP="00CA2980">
      <w:pPr>
        <w:ind w:left="360"/>
        <w:rPr>
          <w:rFonts w:ascii="Times New Roman" w:hAnsi="Times New Roman"/>
          <w:color w:val="0F243E"/>
          <w:sz w:val="28"/>
          <w:szCs w:val="28"/>
        </w:rPr>
      </w:pPr>
      <w:r w:rsidRPr="00A83247">
        <w:rPr>
          <w:rFonts w:ascii="Times New Roman" w:hAnsi="Times New Roman"/>
          <w:color w:val="0F243E"/>
          <w:sz w:val="28"/>
          <w:szCs w:val="28"/>
        </w:rPr>
        <w:t>Тебя бережем мы и чтим</w:t>
      </w:r>
    </w:p>
    <w:p w:rsidR="007A5C55" w:rsidRPr="00A83247" w:rsidRDefault="007A5C55" w:rsidP="00CA2980">
      <w:pPr>
        <w:ind w:left="360"/>
        <w:rPr>
          <w:rFonts w:ascii="Times New Roman" w:hAnsi="Times New Roman"/>
          <w:color w:val="0F243E"/>
          <w:sz w:val="28"/>
          <w:szCs w:val="28"/>
        </w:rPr>
      </w:pPr>
      <w:r w:rsidRPr="00A83247">
        <w:rPr>
          <w:rFonts w:ascii="Times New Roman" w:hAnsi="Times New Roman"/>
          <w:color w:val="0F243E"/>
          <w:sz w:val="28"/>
          <w:szCs w:val="28"/>
        </w:rPr>
        <w:t>,А если нарушат границу,</w:t>
      </w:r>
    </w:p>
    <w:p w:rsidR="007A5C55" w:rsidRPr="00A83247" w:rsidRDefault="007A5C55" w:rsidP="00CA2980">
      <w:pPr>
        <w:ind w:left="360"/>
        <w:rPr>
          <w:rFonts w:ascii="Times New Roman" w:hAnsi="Times New Roman"/>
          <w:color w:val="0F243E"/>
          <w:sz w:val="28"/>
          <w:szCs w:val="28"/>
        </w:rPr>
      </w:pPr>
      <w:r w:rsidRPr="00A83247">
        <w:rPr>
          <w:rFonts w:ascii="Times New Roman" w:hAnsi="Times New Roman"/>
          <w:color w:val="0F243E"/>
          <w:sz w:val="28"/>
          <w:szCs w:val="28"/>
        </w:rPr>
        <w:t>Мы грудью тебя защитим!</w:t>
      </w:r>
    </w:p>
    <w:p w:rsidR="007A5C55" w:rsidRPr="00A83247" w:rsidRDefault="007A5C55" w:rsidP="00CA2980">
      <w:pPr>
        <w:ind w:left="360"/>
        <w:rPr>
          <w:rFonts w:ascii="Times New Roman" w:hAnsi="Times New Roman"/>
          <w:color w:val="0F243E"/>
          <w:sz w:val="28"/>
          <w:szCs w:val="28"/>
        </w:rPr>
      </w:pPr>
      <w:r w:rsidRPr="00A83247">
        <w:rPr>
          <w:rFonts w:ascii="Times New Roman" w:hAnsi="Times New Roman"/>
          <w:color w:val="0F243E"/>
          <w:sz w:val="28"/>
          <w:szCs w:val="28"/>
        </w:rPr>
        <w:t>И если бы нас вдруг спросили:</w:t>
      </w:r>
    </w:p>
    <w:p w:rsidR="007A5C55" w:rsidRPr="00A83247" w:rsidRDefault="007A5C55" w:rsidP="00CA2980">
      <w:pPr>
        <w:ind w:left="360"/>
        <w:rPr>
          <w:rFonts w:ascii="Times New Roman" w:hAnsi="Times New Roman"/>
          <w:color w:val="0F243E"/>
          <w:sz w:val="28"/>
          <w:szCs w:val="28"/>
        </w:rPr>
      </w:pPr>
      <w:r w:rsidRPr="00A83247">
        <w:rPr>
          <w:rFonts w:ascii="Times New Roman" w:hAnsi="Times New Roman"/>
          <w:color w:val="0F243E"/>
          <w:sz w:val="28"/>
          <w:szCs w:val="28"/>
        </w:rPr>
        <w:t>»А чем дорога вам страна?</w:t>
      </w:r>
    </w:p>
    <w:p w:rsidR="007A5C55" w:rsidRPr="00A83247" w:rsidRDefault="007A5C55" w:rsidP="00CA2980">
      <w:pPr>
        <w:ind w:left="360"/>
        <w:rPr>
          <w:rFonts w:ascii="Times New Roman" w:hAnsi="Times New Roman"/>
          <w:color w:val="0F243E"/>
          <w:sz w:val="28"/>
          <w:szCs w:val="28"/>
        </w:rPr>
      </w:pPr>
      <w:r w:rsidRPr="00A83247">
        <w:rPr>
          <w:rFonts w:ascii="Times New Roman" w:hAnsi="Times New Roman"/>
          <w:color w:val="0F243E"/>
          <w:sz w:val="28"/>
          <w:szCs w:val="28"/>
        </w:rPr>
        <w:t>Да тем, что для всех нас Россия,</w:t>
      </w:r>
    </w:p>
    <w:p w:rsidR="007A5C55" w:rsidRPr="00A83247" w:rsidRDefault="007A5C55" w:rsidP="00CA2980">
      <w:pPr>
        <w:ind w:left="360"/>
        <w:rPr>
          <w:rFonts w:ascii="Times New Roman" w:hAnsi="Times New Roman"/>
          <w:color w:val="0F243E"/>
          <w:sz w:val="28"/>
          <w:szCs w:val="28"/>
        </w:rPr>
      </w:pPr>
      <w:r w:rsidRPr="00A83247">
        <w:rPr>
          <w:rFonts w:ascii="Times New Roman" w:hAnsi="Times New Roman"/>
          <w:color w:val="0F243E"/>
          <w:sz w:val="28"/>
          <w:szCs w:val="28"/>
        </w:rPr>
        <w:t>Как мама родная ,- одна!</w:t>
      </w:r>
    </w:p>
    <w:p w:rsidR="007A5C55" w:rsidRPr="00A83247" w:rsidRDefault="007A5C55" w:rsidP="00CA2980">
      <w:pPr>
        <w:ind w:left="360"/>
        <w:rPr>
          <w:rFonts w:ascii="Times New Roman" w:hAnsi="Times New Roman"/>
          <w:color w:val="0F243E"/>
          <w:sz w:val="28"/>
          <w:szCs w:val="28"/>
        </w:rPr>
      </w:pPr>
      <w:r w:rsidRPr="00A83247">
        <w:rPr>
          <w:rFonts w:ascii="Times New Roman" w:hAnsi="Times New Roman"/>
          <w:color w:val="0F243E"/>
          <w:sz w:val="28"/>
          <w:szCs w:val="28"/>
        </w:rPr>
        <w:t>В обиду ее никому не дадим!</w:t>
      </w:r>
    </w:p>
    <w:p w:rsidR="007A5C55" w:rsidRPr="00B0002C" w:rsidRDefault="007A5C55" w:rsidP="00BA3B3E">
      <w:pPr>
        <w:ind w:left="360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 xml:space="preserve"> </w:t>
      </w:r>
      <w:r>
        <w:rPr>
          <w:color w:val="0F243E"/>
          <w:sz w:val="28"/>
          <w:szCs w:val="28"/>
        </w:rPr>
        <w:t>Воспитате</w:t>
      </w:r>
      <w:r w:rsidRPr="00B0002C">
        <w:rPr>
          <w:rFonts w:ascii="Times New Roman" w:hAnsi="Times New Roman"/>
          <w:color w:val="0F243E"/>
          <w:sz w:val="28"/>
          <w:szCs w:val="28"/>
        </w:rPr>
        <w:t>ль:</w:t>
      </w: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 xml:space="preserve"> ребята, а как вы думаете, что украшает нашу землю?</w:t>
      </w:r>
    </w:p>
    <w:p w:rsidR="007A5C55" w:rsidRPr="00B0002C" w:rsidRDefault="007A5C55" w:rsidP="00BA3B3E">
      <w:pPr>
        <w:ind w:left="360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 xml:space="preserve"> Дети: лес.</w:t>
      </w:r>
    </w:p>
    <w:p w:rsidR="007A5C55" w:rsidRPr="00B0002C" w:rsidRDefault="007A5C55" w:rsidP="00BA3B3E">
      <w:pPr>
        <w:ind w:left="360"/>
        <w:rPr>
          <w:rFonts w:ascii="Times New Roman" w:hAnsi="Times New Roman"/>
          <w:color w:val="0F243E"/>
          <w:sz w:val="28"/>
          <w:szCs w:val="28"/>
          <w:lang w:eastAsia="ru-RU"/>
        </w:rPr>
      </w:pPr>
      <w:r>
        <w:rPr>
          <w:color w:val="0F243E"/>
          <w:sz w:val="28"/>
          <w:szCs w:val="28"/>
        </w:rPr>
        <w:t>Воспитате</w:t>
      </w:r>
      <w:r w:rsidRPr="00B0002C">
        <w:rPr>
          <w:rFonts w:ascii="Times New Roman" w:hAnsi="Times New Roman"/>
          <w:color w:val="0F243E"/>
          <w:sz w:val="28"/>
          <w:szCs w:val="28"/>
        </w:rPr>
        <w:t>ль:</w:t>
      </w:r>
      <w:r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Лес-это легкие нашей планеты- он  очищает воздух, которым  мы дышим.</w:t>
      </w:r>
    </w:p>
    <w:p w:rsidR="007A5C55" w:rsidRPr="00B0002C" w:rsidRDefault="007A5C55" w:rsidP="00CA2980">
      <w:pPr>
        <w:ind w:left="360"/>
        <w:rPr>
          <w:rFonts w:ascii="Times New Roman" w:hAnsi="Times New Roman"/>
          <w:b/>
          <w:i/>
          <w:color w:val="0F243E"/>
          <w:sz w:val="28"/>
          <w:szCs w:val="28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Лес – это дом для животных и растений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какие деревья растут в лесах нашего края.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Дети читают стихотворения и выкладывают изображения деревьев на фланелеграфе.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  <w:u w:val="single"/>
        </w:rPr>
      </w:pPr>
      <w:r w:rsidRPr="00B0002C">
        <w:rPr>
          <w:color w:val="0F243E"/>
          <w:sz w:val="28"/>
          <w:szCs w:val="28"/>
          <w:u w:val="single"/>
        </w:rPr>
        <w:t>Первый ребёнок.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Люблю берёзу русскую,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То светлую, то грустную.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В белом сарафанчике,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С платочками в карманчиках,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С красивыми застёжками,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С зелёными серёжками. (А. Прокофьев.)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  <w:u w:val="single"/>
        </w:rPr>
        <w:t>Воспитатель.</w:t>
      </w:r>
      <w:r w:rsidRPr="00B0002C">
        <w:rPr>
          <w:color w:val="0F243E"/>
          <w:sz w:val="28"/>
          <w:szCs w:val="28"/>
        </w:rPr>
        <w:t xml:space="preserve"> О каком дереве говорится в стихотворении? (О берёзе.) как называется лес, в котором растут только берёзы? (Березняк.)</w:t>
      </w:r>
      <w:r>
        <w:rPr>
          <w:color w:val="0F243E"/>
          <w:sz w:val="28"/>
          <w:szCs w:val="28"/>
        </w:rPr>
        <w:t xml:space="preserve"> </w:t>
      </w:r>
      <w:r w:rsidRPr="00B0002C">
        <w:rPr>
          <w:color w:val="0F243E"/>
          <w:sz w:val="28"/>
          <w:szCs w:val="28"/>
        </w:rPr>
        <w:t>березовая роща.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  <w:u w:val="single"/>
        </w:rPr>
      </w:pPr>
      <w:r w:rsidRPr="00B0002C">
        <w:rPr>
          <w:color w:val="0F243E"/>
          <w:sz w:val="28"/>
          <w:szCs w:val="28"/>
          <w:u w:val="single"/>
        </w:rPr>
        <w:t>Второй ребёнок.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Её всегда в лесу найдёшь,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Пойдёшь гулять и встретишь.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Стоит колючая, как ёж,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Зимою в платье летнем.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  <w:u w:val="single"/>
        </w:rPr>
        <w:t>Воспитатель.</w:t>
      </w:r>
      <w:r w:rsidRPr="00B0002C">
        <w:rPr>
          <w:color w:val="0F243E"/>
          <w:sz w:val="28"/>
          <w:szCs w:val="28"/>
        </w:rPr>
        <w:t xml:space="preserve"> О каком дереве говорится в стихотворении? (О ёлке.) Как называется лес, где растут только ели (Ельник.)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  <w:u w:val="single"/>
        </w:rPr>
      </w:pPr>
      <w:r w:rsidRPr="00B0002C">
        <w:rPr>
          <w:color w:val="0F243E"/>
          <w:sz w:val="28"/>
          <w:szCs w:val="28"/>
          <w:u w:val="single"/>
        </w:rPr>
        <w:t>Третий ребёнок.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Сосну не спутаешь ты с ёлкой,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Хоть есть и шишки, и иголки.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Как колонна, каждый ствол,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Сверху крона, как шатёр.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  <w:u w:val="single"/>
        </w:rPr>
        <w:t>Воспитатель.</w:t>
      </w:r>
      <w:r w:rsidRPr="00B0002C">
        <w:rPr>
          <w:color w:val="0F243E"/>
          <w:sz w:val="28"/>
          <w:szCs w:val="28"/>
        </w:rPr>
        <w:t xml:space="preserve"> Как называется сосновый лес? (Бор.)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  <w:u w:val="single"/>
        </w:rPr>
      </w:pPr>
      <w:r w:rsidRPr="00B0002C">
        <w:rPr>
          <w:color w:val="0F243E"/>
          <w:sz w:val="28"/>
          <w:szCs w:val="28"/>
          <w:u w:val="single"/>
        </w:rPr>
        <w:t>Четвёртый ребёнок.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Дуб дождя и ветра вовсе не боится.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Кто сказал, что дубу можно простудиться?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Ведь до поздней осени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Дуб стоит зелёный!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Значит, он выносливый,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Значит, закалённый. (И. Токмакова.)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  <w:u w:val="single"/>
        </w:rPr>
        <w:t>Воспитатель</w:t>
      </w:r>
      <w:r w:rsidRPr="00B0002C">
        <w:rPr>
          <w:color w:val="0F243E"/>
          <w:sz w:val="28"/>
          <w:szCs w:val="28"/>
        </w:rPr>
        <w:t>. Дуб – это самое могучее дерево в наших лесах. Это дерево считается символом силы и здоровья. А про людей сильных и здоровых говорят: могуч, как дуб.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>
        <w:rPr>
          <w:color w:val="0F243E"/>
          <w:sz w:val="28"/>
          <w:szCs w:val="28"/>
        </w:rPr>
        <w:t>Воспитате</w:t>
      </w:r>
      <w:r w:rsidRPr="00B0002C">
        <w:rPr>
          <w:color w:val="0F243E"/>
          <w:sz w:val="28"/>
          <w:szCs w:val="28"/>
        </w:rPr>
        <w:t>ль:</w:t>
      </w:r>
      <w:r>
        <w:rPr>
          <w:color w:val="0F243E"/>
          <w:sz w:val="28"/>
          <w:szCs w:val="28"/>
        </w:rPr>
        <w:t xml:space="preserve"> </w:t>
      </w:r>
      <w:r w:rsidRPr="00B0002C">
        <w:rPr>
          <w:color w:val="0F243E"/>
          <w:sz w:val="28"/>
          <w:szCs w:val="28"/>
        </w:rPr>
        <w:t>ребята, а вы бывали в лесу? Какие деревья растут в наших лесах?</w:t>
      </w:r>
    </w:p>
    <w:p w:rsidR="007A5C55" w:rsidRPr="00B0002C" w:rsidRDefault="007A5C55" w:rsidP="00BA3B3E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(Клён, осина, тополь, рябина, липа</w:t>
      </w:r>
    </w:p>
    <w:p w:rsidR="007A5C55" w:rsidRPr="00B0002C" w:rsidRDefault="007A5C55" w:rsidP="00A8324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>
        <w:rPr>
          <w:color w:val="0F243E"/>
          <w:sz w:val="28"/>
          <w:szCs w:val="28"/>
        </w:rPr>
        <w:t>Воспитате</w:t>
      </w:r>
      <w:r w:rsidRPr="00B0002C">
        <w:rPr>
          <w:color w:val="0F243E"/>
          <w:sz w:val="28"/>
          <w:szCs w:val="28"/>
        </w:rPr>
        <w:t>ль:что необходимо для роста такой красоты?  (свет, вода) А вот и тучка набежала</w:t>
      </w:r>
      <w:r>
        <w:rPr>
          <w:color w:val="0F243E"/>
          <w:sz w:val="28"/>
          <w:szCs w:val="28"/>
        </w:rPr>
        <w:t xml:space="preserve"> (</w:t>
      </w:r>
      <w:r w:rsidRPr="00B0002C">
        <w:rPr>
          <w:color w:val="0F243E"/>
          <w:sz w:val="28"/>
          <w:szCs w:val="28"/>
        </w:rPr>
        <w:t>физ.минутка</w:t>
      </w:r>
      <w:r>
        <w:rPr>
          <w:color w:val="0F243E"/>
          <w:sz w:val="28"/>
          <w:szCs w:val="28"/>
        </w:rPr>
        <w:t>)</w:t>
      </w:r>
      <w:r w:rsidRPr="00B0002C">
        <w:rPr>
          <w:color w:val="0F243E"/>
          <w:sz w:val="28"/>
          <w:szCs w:val="28"/>
        </w:rPr>
        <w:t xml:space="preserve"> </w:t>
      </w:r>
    </w:p>
    <w:p w:rsidR="007A5C55" w:rsidRPr="00B0002C" w:rsidRDefault="007A5C55" w:rsidP="008570C6">
      <w:pPr>
        <w:pStyle w:val="NormalWeb"/>
        <w:shd w:val="clear" w:color="auto" w:fill="FFFFFF"/>
        <w:tabs>
          <w:tab w:val="left" w:pos="5554"/>
        </w:tabs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 xml:space="preserve">Дождик, дождик, посильней </w:t>
      </w:r>
    </w:p>
    <w:p w:rsidR="007A5C55" w:rsidRPr="00B0002C" w:rsidRDefault="007A5C55" w:rsidP="008570C6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 xml:space="preserve">Рассыпайся жемчугами, </w:t>
      </w:r>
    </w:p>
    <w:p w:rsidR="007A5C55" w:rsidRPr="00B0002C" w:rsidRDefault="007A5C55" w:rsidP="008570C6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Чтобы на земле моей,</w:t>
      </w:r>
    </w:p>
    <w:p w:rsidR="007A5C55" w:rsidRPr="00B0002C" w:rsidRDefault="007A5C55" w:rsidP="008570C6">
      <w:pPr>
        <w:pStyle w:val="NormalWeb"/>
        <w:shd w:val="clear" w:color="auto" w:fill="FFFFFF"/>
        <w:tabs>
          <w:tab w:val="left" w:pos="5554"/>
        </w:tabs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 xml:space="preserve">Сладко пахло тополями! </w:t>
      </w:r>
    </w:p>
    <w:p w:rsidR="007A5C55" w:rsidRPr="00B0002C" w:rsidRDefault="007A5C55" w:rsidP="008570C6">
      <w:pPr>
        <w:pStyle w:val="NormalWeb"/>
        <w:shd w:val="clear" w:color="auto" w:fill="FFFFFF"/>
        <w:tabs>
          <w:tab w:val="left" w:pos="5554"/>
        </w:tabs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p w:rsidR="007A5C55" w:rsidRPr="00B0002C" w:rsidRDefault="007A5C55" w:rsidP="008570C6">
      <w:pPr>
        <w:pStyle w:val="NormalWeb"/>
        <w:shd w:val="clear" w:color="auto" w:fill="FFFFFF"/>
        <w:tabs>
          <w:tab w:val="left" w:pos="5554"/>
        </w:tabs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 xml:space="preserve">Дождик. Дождик ,поливай </w:t>
      </w:r>
    </w:p>
    <w:p w:rsidR="007A5C55" w:rsidRPr="00B0002C" w:rsidRDefault="007A5C55" w:rsidP="008570C6">
      <w:pPr>
        <w:pStyle w:val="NormalWeb"/>
        <w:shd w:val="clear" w:color="auto" w:fill="FFFFFF"/>
        <w:tabs>
          <w:tab w:val="left" w:pos="5554"/>
        </w:tabs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 xml:space="preserve">Нашу Землю умывай </w:t>
      </w:r>
    </w:p>
    <w:p w:rsidR="007A5C55" w:rsidRPr="00B0002C" w:rsidRDefault="007A5C55" w:rsidP="008570C6">
      <w:pPr>
        <w:pStyle w:val="NormalWeb"/>
        <w:shd w:val="clear" w:color="auto" w:fill="FFFFFF"/>
        <w:tabs>
          <w:tab w:val="left" w:pos="5554"/>
        </w:tabs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 xml:space="preserve">Пусть она цветет. </w:t>
      </w:r>
    </w:p>
    <w:p w:rsidR="007A5C55" w:rsidRPr="00B0002C" w:rsidRDefault="007A5C55" w:rsidP="008570C6">
      <w:pPr>
        <w:pStyle w:val="NormalWeb"/>
        <w:shd w:val="clear" w:color="auto" w:fill="FFFFFF"/>
        <w:tabs>
          <w:tab w:val="left" w:pos="5554"/>
        </w:tabs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 xml:space="preserve">Сияет Нам на радость поскорей! </w:t>
      </w:r>
    </w:p>
    <w:p w:rsidR="007A5C55" w:rsidRPr="00B0002C" w:rsidRDefault="007A5C55" w:rsidP="008570C6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ТАНЕЦ С ЗОНТИКАМИ.</w:t>
      </w:r>
    </w:p>
    <w:p w:rsidR="007A5C55" w:rsidRPr="00B0002C" w:rsidRDefault="007A5C55" w:rsidP="00BA3B3E">
      <w:pPr>
        <w:pStyle w:val="NormalWeb"/>
        <w:shd w:val="clear" w:color="auto" w:fill="FFFFFF"/>
        <w:spacing w:before="237" w:beforeAutospacing="0" w:after="237" w:afterAutospacing="0"/>
        <w:rPr>
          <w:b/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 xml:space="preserve"> </w:t>
      </w:r>
      <w:r w:rsidRPr="00B0002C">
        <w:rPr>
          <w:b/>
          <w:color w:val="0F243E"/>
          <w:sz w:val="28"/>
          <w:szCs w:val="28"/>
        </w:rPr>
        <w:t>Все проектируется на экране.(породы деревьев).</w:t>
      </w:r>
    </w:p>
    <w:p w:rsidR="007A5C55" w:rsidRPr="00B0002C" w:rsidRDefault="007A5C55" w:rsidP="00BE2867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>
        <w:rPr>
          <w:color w:val="0F243E"/>
          <w:sz w:val="28"/>
          <w:szCs w:val="28"/>
        </w:rPr>
        <w:t>Воспитате</w:t>
      </w:r>
      <w:r w:rsidRPr="00B0002C">
        <w:rPr>
          <w:color w:val="0F243E"/>
          <w:sz w:val="28"/>
          <w:szCs w:val="28"/>
        </w:rPr>
        <w:t>ль: как же сберечь эту красоту? Сейчас мы с вами напишем книгу- правил!</w:t>
      </w:r>
    </w:p>
    <w:p w:rsidR="007A5C55" w:rsidRPr="00B0002C" w:rsidRDefault="007A5C55" w:rsidP="00EC1C45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  <w:u w:val="single"/>
        </w:rPr>
        <w:t>Дети (</w:t>
      </w:r>
      <w:r w:rsidRPr="00B0002C">
        <w:rPr>
          <w:color w:val="0F243E"/>
          <w:sz w:val="28"/>
          <w:szCs w:val="28"/>
        </w:rPr>
        <w:t>Поочередно.)</w:t>
      </w:r>
    </w:p>
    <w:p w:rsidR="007A5C55" w:rsidRPr="00B0002C" w:rsidRDefault="007A5C55" w:rsidP="00EC1C45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1)Если в лес пришёл гулять,</w:t>
      </w:r>
    </w:p>
    <w:p w:rsidR="007A5C55" w:rsidRPr="00B0002C" w:rsidRDefault="007A5C55" w:rsidP="00EC1C45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Свежим воздухом дышать,</w:t>
      </w:r>
    </w:p>
    <w:p w:rsidR="007A5C55" w:rsidRPr="00B0002C" w:rsidRDefault="007A5C55" w:rsidP="00EC1C45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Бегай, прыгай и играй,</w:t>
      </w:r>
    </w:p>
    <w:p w:rsidR="007A5C55" w:rsidRPr="00B0002C" w:rsidRDefault="007A5C55" w:rsidP="00EC1C45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Только, чур, не забывай,</w:t>
      </w:r>
    </w:p>
    <w:p w:rsidR="007A5C55" w:rsidRPr="00B0002C" w:rsidRDefault="007A5C55" w:rsidP="00EC1C45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Что в лесу нельзя шуметь</w:t>
      </w:r>
    </w:p>
    <w:p w:rsidR="007A5C55" w:rsidRPr="00B0002C" w:rsidRDefault="007A5C55" w:rsidP="00EC1C45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И нельзя здесь громко петь.</w:t>
      </w:r>
    </w:p>
    <w:p w:rsidR="007A5C55" w:rsidRPr="00B0002C" w:rsidRDefault="007A5C55" w:rsidP="00EC1C45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Испугаются зверушки,</w:t>
      </w:r>
    </w:p>
    <w:p w:rsidR="007A5C55" w:rsidRPr="00B0002C" w:rsidRDefault="007A5C55" w:rsidP="00EC1C45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Убегут с лесной опушки.</w:t>
      </w:r>
    </w:p>
    <w:p w:rsidR="007A5C55" w:rsidRPr="00B0002C" w:rsidRDefault="007A5C55" w:rsidP="00EC1C45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2)Ветки дуба не ломай.</w:t>
      </w:r>
    </w:p>
    <w:p w:rsidR="007A5C55" w:rsidRPr="00B0002C" w:rsidRDefault="007A5C55" w:rsidP="00EC1C45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Никогда не забывай:</w:t>
      </w:r>
    </w:p>
    <w:p w:rsidR="007A5C55" w:rsidRPr="00B0002C" w:rsidRDefault="007A5C55" w:rsidP="00EC1C45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3)Мусор надо убирать.</w:t>
      </w:r>
    </w:p>
    <w:p w:rsidR="007A5C55" w:rsidRPr="00B0002C" w:rsidRDefault="007A5C55" w:rsidP="00EC1C45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Зря цветы не надо рвать.</w:t>
      </w:r>
    </w:p>
    <w:p w:rsidR="007A5C55" w:rsidRPr="00B0002C" w:rsidRDefault="007A5C55" w:rsidP="00EC1C45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Из рогатки не стрелять.</w:t>
      </w:r>
    </w:p>
    <w:p w:rsidR="007A5C55" w:rsidRPr="00B0002C" w:rsidRDefault="007A5C55" w:rsidP="00EC1C45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В лес приходят отдыхать.</w:t>
      </w:r>
    </w:p>
    <w:p w:rsidR="007A5C55" w:rsidRPr="00B0002C" w:rsidRDefault="007A5C55" w:rsidP="00EC1C45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Бабочки пускай летают:</w:t>
      </w:r>
    </w:p>
    <w:p w:rsidR="007A5C55" w:rsidRPr="00B0002C" w:rsidRDefault="007A5C55" w:rsidP="00EC1C45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Ну, кому они мешают?</w:t>
      </w:r>
    </w:p>
    <w:p w:rsidR="007A5C55" w:rsidRPr="00B0002C" w:rsidRDefault="007A5C55" w:rsidP="00EC1C45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Здесь не нужно всех ловить,</w:t>
      </w:r>
    </w:p>
    <w:p w:rsidR="007A5C55" w:rsidRPr="00B0002C" w:rsidRDefault="007A5C55" w:rsidP="00EC1C45">
      <w:pPr>
        <w:pStyle w:val="NormalWeb"/>
        <w:shd w:val="clear" w:color="auto" w:fill="FFFFFF"/>
        <w:spacing w:before="237" w:beforeAutospacing="0" w:after="237" w:afterAutospacing="0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Топать, хлопать, палкой бить.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>
        <w:rPr>
          <w:color w:val="0F243E"/>
          <w:sz w:val="28"/>
          <w:szCs w:val="28"/>
        </w:rPr>
        <w:t>Воспитате</w:t>
      </w:r>
      <w:r w:rsidRPr="00B0002C">
        <w:rPr>
          <w:rFonts w:ascii="Times New Roman" w:hAnsi="Times New Roman"/>
          <w:color w:val="0F243E"/>
          <w:sz w:val="28"/>
          <w:szCs w:val="28"/>
        </w:rPr>
        <w:t>ль:</w:t>
      </w: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 xml:space="preserve"> Молодцы,  вот какая полезная книга правил у нас получилась! 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А теперь пришло время отдохнуть.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b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 xml:space="preserve"> </w:t>
      </w:r>
      <w:r w:rsidRPr="00B0002C">
        <w:rPr>
          <w:rFonts w:ascii="Times New Roman" w:hAnsi="Times New Roman"/>
          <w:b/>
          <w:color w:val="0F243E"/>
          <w:sz w:val="28"/>
          <w:szCs w:val="28"/>
          <w:lang w:eastAsia="ru-RU"/>
        </w:rPr>
        <w:t xml:space="preserve">Физ.минутка. 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Style w:val="c2"/>
          <w:rFonts w:ascii="Times New Roman" w:hAnsi="Times New Roman"/>
          <w:b/>
          <w:bCs/>
          <w:color w:val="0F243E"/>
          <w:sz w:val="28"/>
          <w:szCs w:val="28"/>
          <w:shd w:val="clear" w:color="auto" w:fill="FFFFFF"/>
        </w:rPr>
        <w:t>Вместе по лесу идём</w:t>
      </w:r>
      <w:r w:rsidRPr="00B0002C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br/>
      </w:r>
      <w:r w:rsidRPr="00B0002C">
        <w:rPr>
          <w:rStyle w:val="c0"/>
          <w:rFonts w:ascii="Times New Roman" w:hAnsi="Times New Roman"/>
          <w:color w:val="0F243E"/>
          <w:sz w:val="28"/>
          <w:szCs w:val="28"/>
          <w:shd w:val="clear" w:color="auto" w:fill="FFFFFF"/>
        </w:rPr>
        <w:t>Вместе по лесу идём,</w:t>
      </w:r>
      <w:r w:rsidRPr="00B0002C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br/>
      </w:r>
      <w:r w:rsidRPr="00B0002C">
        <w:rPr>
          <w:rStyle w:val="c0"/>
          <w:rFonts w:ascii="Times New Roman" w:hAnsi="Times New Roman"/>
          <w:color w:val="0F243E"/>
          <w:sz w:val="28"/>
          <w:szCs w:val="28"/>
          <w:shd w:val="clear" w:color="auto" w:fill="FFFFFF"/>
        </w:rPr>
        <w:t>Не спешим, не отстаём.</w:t>
      </w:r>
      <w:r w:rsidRPr="00B0002C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br/>
      </w:r>
      <w:r w:rsidRPr="00B0002C">
        <w:rPr>
          <w:rStyle w:val="c0"/>
          <w:rFonts w:ascii="Times New Roman" w:hAnsi="Times New Roman"/>
          <w:color w:val="0F243E"/>
          <w:sz w:val="28"/>
          <w:szCs w:val="28"/>
          <w:shd w:val="clear" w:color="auto" w:fill="FFFFFF"/>
        </w:rPr>
        <w:t>Вот выходим мы на луг. (Ходьба на месте.)</w:t>
      </w:r>
      <w:r w:rsidRPr="00B0002C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br/>
      </w:r>
      <w:r w:rsidRPr="00B0002C">
        <w:rPr>
          <w:rStyle w:val="c0"/>
          <w:rFonts w:ascii="Times New Roman" w:hAnsi="Times New Roman"/>
          <w:color w:val="0F243E"/>
          <w:sz w:val="28"/>
          <w:szCs w:val="28"/>
          <w:shd w:val="clear" w:color="auto" w:fill="FFFFFF"/>
        </w:rPr>
        <w:t>Тысяча цветов вокруг! (Потягивания — руки в стороны.)</w:t>
      </w:r>
      <w:r w:rsidRPr="00B0002C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br/>
      </w:r>
      <w:r w:rsidRPr="00B0002C">
        <w:rPr>
          <w:rStyle w:val="c0"/>
          <w:rFonts w:ascii="Times New Roman" w:hAnsi="Times New Roman"/>
          <w:color w:val="0F243E"/>
          <w:sz w:val="28"/>
          <w:szCs w:val="28"/>
          <w:shd w:val="clear" w:color="auto" w:fill="FFFFFF"/>
        </w:rPr>
        <w:t>Вот ромашка, василёк,</w:t>
      </w:r>
      <w:r w:rsidRPr="00B0002C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br/>
      </w:r>
      <w:r w:rsidRPr="00B0002C">
        <w:rPr>
          <w:rStyle w:val="c0"/>
          <w:rFonts w:ascii="Times New Roman" w:hAnsi="Times New Roman"/>
          <w:color w:val="0F243E"/>
          <w:sz w:val="28"/>
          <w:szCs w:val="28"/>
          <w:shd w:val="clear" w:color="auto" w:fill="FFFFFF"/>
        </w:rPr>
        <w:t>Медуница, кашка, клевер.</w:t>
      </w:r>
      <w:r w:rsidRPr="00B0002C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br/>
      </w:r>
      <w:r w:rsidRPr="00B0002C">
        <w:rPr>
          <w:rStyle w:val="c0"/>
          <w:rFonts w:ascii="Times New Roman" w:hAnsi="Times New Roman"/>
          <w:color w:val="0F243E"/>
          <w:sz w:val="28"/>
          <w:szCs w:val="28"/>
          <w:shd w:val="clear" w:color="auto" w:fill="FFFFFF"/>
        </w:rPr>
        <w:t>Расстилается ковёр</w:t>
      </w:r>
      <w:r w:rsidRPr="00B0002C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br/>
      </w:r>
      <w:r w:rsidRPr="00B0002C">
        <w:rPr>
          <w:rStyle w:val="c0"/>
          <w:rFonts w:ascii="Times New Roman" w:hAnsi="Times New Roman"/>
          <w:color w:val="0F243E"/>
          <w:sz w:val="28"/>
          <w:szCs w:val="28"/>
          <w:shd w:val="clear" w:color="auto" w:fill="FFFFFF"/>
        </w:rPr>
        <w:t>И направо и налево. (Наклониться и коснуться левой ступни правой рукой, потом наоборот — правой ступни левой рукой.)</w:t>
      </w:r>
      <w:r w:rsidRPr="00B0002C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br/>
      </w:r>
      <w:r w:rsidRPr="00B0002C">
        <w:rPr>
          <w:rStyle w:val="c0"/>
          <w:rFonts w:ascii="Times New Roman" w:hAnsi="Times New Roman"/>
          <w:color w:val="0F243E"/>
          <w:sz w:val="28"/>
          <w:szCs w:val="28"/>
          <w:shd w:val="clear" w:color="auto" w:fill="FFFFFF"/>
        </w:rPr>
        <w:t>К небу ручки протянули,</w:t>
      </w:r>
      <w:r w:rsidRPr="00B0002C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br/>
      </w:r>
      <w:r w:rsidRPr="00B0002C">
        <w:rPr>
          <w:rStyle w:val="c0"/>
          <w:rFonts w:ascii="Times New Roman" w:hAnsi="Times New Roman"/>
          <w:color w:val="0F243E"/>
          <w:sz w:val="28"/>
          <w:szCs w:val="28"/>
          <w:shd w:val="clear" w:color="auto" w:fill="FFFFFF"/>
        </w:rPr>
        <w:t>Позвоночник растянули. (Потягивания — руки вверх.)</w:t>
      </w:r>
      <w:r w:rsidRPr="00B0002C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br/>
      </w:r>
      <w:r w:rsidRPr="00B0002C">
        <w:rPr>
          <w:rStyle w:val="c0"/>
          <w:rFonts w:ascii="Times New Roman" w:hAnsi="Times New Roman"/>
          <w:color w:val="0F243E"/>
          <w:sz w:val="28"/>
          <w:szCs w:val="28"/>
          <w:shd w:val="clear" w:color="auto" w:fill="FFFFFF"/>
        </w:rPr>
        <w:t>Отдохнуть мы все успели</w:t>
      </w:r>
      <w:r w:rsidRPr="00B0002C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br/>
      </w:r>
      <w:r w:rsidRPr="00B0002C">
        <w:rPr>
          <w:rStyle w:val="c0"/>
          <w:rFonts w:ascii="Times New Roman" w:hAnsi="Times New Roman"/>
          <w:color w:val="0F243E"/>
          <w:sz w:val="28"/>
          <w:szCs w:val="28"/>
          <w:shd w:val="clear" w:color="auto" w:fill="FFFFFF"/>
        </w:rPr>
        <w:t>И на место снова сели. (Дети садятся.)</w:t>
      </w:r>
    </w:p>
    <w:p w:rsidR="007A5C55" w:rsidRPr="00B0002C" w:rsidRDefault="007A5C55" w:rsidP="00393EB4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>
        <w:rPr>
          <w:color w:val="0F243E"/>
          <w:sz w:val="28"/>
          <w:szCs w:val="28"/>
        </w:rPr>
        <w:t>Воспитате</w:t>
      </w:r>
      <w:r w:rsidRPr="00B0002C">
        <w:rPr>
          <w:rFonts w:ascii="Times New Roman" w:hAnsi="Times New Roman"/>
          <w:color w:val="0F243E"/>
          <w:sz w:val="28"/>
          <w:szCs w:val="28"/>
        </w:rPr>
        <w:t>ль:</w:t>
      </w: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Ребята ,лес- это не только деревья- это большой мир. Что еще растет в лесу мы узнаем, послушав стихотворение</w:t>
      </w:r>
    </w:p>
    <w:p w:rsidR="007A5C55" w:rsidRPr="00B0002C" w:rsidRDefault="007A5C55" w:rsidP="003A6279">
      <w:pPr>
        <w:spacing w:after="0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Лес, как сказочное царство,</w:t>
      </w:r>
    </w:p>
    <w:p w:rsidR="007A5C55" w:rsidRPr="00B0002C" w:rsidRDefault="007A5C55" w:rsidP="003A6279">
      <w:pPr>
        <w:spacing w:after="0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Там кругом растут лекарства.</w:t>
      </w:r>
    </w:p>
    <w:p w:rsidR="007A5C55" w:rsidRPr="00B0002C" w:rsidRDefault="007A5C55" w:rsidP="003A6279">
      <w:pPr>
        <w:spacing w:after="0"/>
        <w:rPr>
          <w:rFonts w:ascii="Times New Roman" w:hAnsi="Times New Roman"/>
          <w:color w:val="0F243E"/>
          <w:sz w:val="28"/>
          <w:szCs w:val="28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В каждой травке,</w:t>
      </w:r>
    </w:p>
    <w:p w:rsidR="007A5C55" w:rsidRPr="00B0002C" w:rsidRDefault="007A5C55" w:rsidP="003A6279">
      <w:pPr>
        <w:spacing w:after="0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В каждой ветке –</w:t>
      </w:r>
    </w:p>
    <w:p w:rsidR="007A5C55" w:rsidRPr="00B0002C" w:rsidRDefault="007A5C55" w:rsidP="003A6279">
      <w:pPr>
        <w:spacing w:after="0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И лекарства, и таблетки.</w:t>
      </w:r>
    </w:p>
    <w:p w:rsidR="007A5C55" w:rsidRPr="00B0002C" w:rsidRDefault="007A5C55" w:rsidP="003A6279">
      <w:pPr>
        <w:spacing w:after="0"/>
        <w:rPr>
          <w:rFonts w:ascii="Times New Roman" w:hAnsi="Times New Roman"/>
          <w:i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 xml:space="preserve"> Дети по запаху выбирают лекарственное растение, согласуя его с картинкой.</w:t>
      </w:r>
    </w:p>
    <w:p w:rsidR="007A5C55" w:rsidRPr="00B0002C" w:rsidRDefault="007A5C55" w:rsidP="003A6279">
      <w:pPr>
        <w:shd w:val="clear" w:color="auto" w:fill="FFFFFF"/>
        <w:spacing w:after="0"/>
        <w:ind w:right="29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Style w:val="c0"/>
          <w:rFonts w:ascii="Times New Roman" w:hAnsi="Times New Roman"/>
          <w:b/>
          <w:color w:val="0F243E"/>
          <w:sz w:val="28"/>
          <w:szCs w:val="28"/>
        </w:rPr>
        <w:t>Цветки мать-и-мачехи</w:t>
      </w:r>
      <w:r w:rsidRPr="00B0002C">
        <w:rPr>
          <w:rStyle w:val="c0"/>
          <w:rFonts w:ascii="Times New Roman" w:hAnsi="Times New Roman"/>
          <w:color w:val="0F243E"/>
          <w:sz w:val="28"/>
          <w:szCs w:val="28"/>
        </w:rPr>
        <w:t xml:space="preserve">  . </w:t>
      </w:r>
      <w:r w:rsidRPr="00B0002C">
        <w:rPr>
          <w:rFonts w:ascii="Times New Roman" w:hAnsi="Times New Roman"/>
          <w:iCs/>
          <w:color w:val="0F243E"/>
          <w:sz w:val="28"/>
          <w:szCs w:val="28"/>
          <w:lang w:eastAsia="ru-RU"/>
        </w:rPr>
        <w:t xml:space="preserve">Люди готовят из этих цветов отвары и лечатся им от кашля. </w:t>
      </w:r>
      <w:r w:rsidRPr="00B0002C">
        <w:rPr>
          <w:rStyle w:val="c5"/>
          <w:rFonts w:ascii="Times New Roman" w:hAnsi="Times New Roman"/>
          <w:i/>
          <w:color w:val="0F243E"/>
          <w:sz w:val="28"/>
          <w:szCs w:val="28"/>
        </w:rPr>
        <w:t>Воспитатель показывает иллюстрацию</w:t>
      </w: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br/>
      </w:r>
      <w:r w:rsidRPr="00B0002C">
        <w:rPr>
          <w:rFonts w:ascii="Times New Roman" w:hAnsi="Times New Roman"/>
          <w:b/>
          <w:i/>
          <w:color w:val="0F243E"/>
          <w:sz w:val="28"/>
          <w:szCs w:val="28"/>
          <w:lang w:eastAsia="ru-RU"/>
        </w:rPr>
        <w:t xml:space="preserve">ПОДОРОЖНИК </w:t>
      </w:r>
      <w:r w:rsidRPr="00B0002C">
        <w:rPr>
          <w:rFonts w:ascii="Times New Roman" w:hAnsi="Times New Roman"/>
          <w:i/>
          <w:color w:val="0F243E"/>
          <w:sz w:val="28"/>
          <w:szCs w:val="28"/>
          <w:lang w:eastAsia="ru-RU"/>
        </w:rPr>
        <w:t>Он заживляет раны.</w:t>
      </w:r>
    </w:p>
    <w:p w:rsidR="007A5C55" w:rsidRPr="00B0002C" w:rsidRDefault="007A5C55" w:rsidP="003A6279">
      <w:pPr>
        <w:shd w:val="clear" w:color="auto" w:fill="FFFFFF"/>
        <w:spacing w:after="0"/>
        <w:ind w:right="29"/>
        <w:rPr>
          <w:rStyle w:val="c0"/>
          <w:rFonts w:ascii="Times New Roman" w:hAnsi="Times New Roman"/>
          <w:color w:val="0F243E"/>
          <w:sz w:val="28"/>
          <w:szCs w:val="28"/>
        </w:rPr>
      </w:pPr>
      <w:r w:rsidRPr="00B0002C">
        <w:rPr>
          <w:rFonts w:ascii="Times New Roman" w:hAnsi="Times New Roman"/>
          <w:b/>
          <w:color w:val="0F243E"/>
          <w:sz w:val="28"/>
          <w:szCs w:val="28"/>
        </w:rPr>
        <w:t xml:space="preserve">Воспитатель: </w:t>
      </w: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Его прикладывают при порезах, ссадинах, укусах насе</w:t>
      </w: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softHyphen/>
        <w:t xml:space="preserve">комых, ожогах. В старину его так и называли </w:t>
      </w:r>
      <w:r w:rsidRPr="00B0002C">
        <w:rPr>
          <w:rStyle w:val="c0"/>
          <w:rFonts w:ascii="Times New Roman" w:hAnsi="Times New Roman"/>
          <w:color w:val="0F243E"/>
          <w:sz w:val="28"/>
          <w:szCs w:val="28"/>
        </w:rPr>
        <w:t>“порезник, ранник”.  Это про него загадка:</w:t>
      </w:r>
    </w:p>
    <w:p w:rsidR="007A5C55" w:rsidRPr="00B0002C" w:rsidRDefault="007A5C55" w:rsidP="003A6279">
      <w:pPr>
        <w:shd w:val="clear" w:color="auto" w:fill="FFFFFF"/>
        <w:spacing w:after="0"/>
        <w:rPr>
          <w:rStyle w:val="c0"/>
          <w:rFonts w:ascii="Times New Roman" w:hAnsi="Times New Roman"/>
          <w:color w:val="0F243E"/>
          <w:sz w:val="28"/>
          <w:szCs w:val="28"/>
        </w:rPr>
      </w:pPr>
      <w:r w:rsidRPr="00B0002C">
        <w:rPr>
          <w:rStyle w:val="c0"/>
          <w:rFonts w:ascii="Times New Roman" w:hAnsi="Times New Roman"/>
          <w:color w:val="0F243E"/>
          <w:sz w:val="28"/>
          <w:szCs w:val="28"/>
        </w:rPr>
        <w:t>Лекарь вырос у дороги, он больные лечит ноги.</w:t>
      </w:r>
    </w:p>
    <w:p w:rsidR="007A5C55" w:rsidRPr="00B0002C" w:rsidRDefault="007A5C55" w:rsidP="00B77FB5">
      <w:pPr>
        <w:shd w:val="clear" w:color="auto" w:fill="FFFFFF"/>
        <w:spacing w:after="0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А еще настой листьев подорожника приме</w:t>
      </w: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softHyphen/>
        <w:t xml:space="preserve">няют как отхаркивающее средство при кашле. Отваром полощут рот, когда болят зубы и десны. </w:t>
      </w:r>
    </w:p>
    <w:p w:rsidR="007A5C55" w:rsidRPr="00B0002C" w:rsidRDefault="007A5C55" w:rsidP="00B77FB5">
      <w:pPr>
        <w:shd w:val="clear" w:color="auto" w:fill="FFFFFF"/>
        <w:spacing w:after="0"/>
        <w:rPr>
          <w:rFonts w:ascii="Times New Roman" w:hAnsi="Times New Roman"/>
          <w:b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b/>
          <w:i/>
          <w:color w:val="0F243E"/>
          <w:sz w:val="28"/>
          <w:szCs w:val="28"/>
          <w:lang w:eastAsia="ru-RU"/>
        </w:rPr>
        <w:t>Ромашка.</w:t>
      </w:r>
    </w:p>
    <w:p w:rsidR="007A5C55" w:rsidRPr="00B0002C" w:rsidRDefault="007A5C55" w:rsidP="00B77FB5">
      <w:pPr>
        <w:shd w:val="clear" w:color="auto" w:fill="FFFFFF"/>
        <w:spacing w:after="0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b/>
          <w:color w:val="0F243E"/>
          <w:sz w:val="28"/>
          <w:szCs w:val="28"/>
        </w:rPr>
        <w:t xml:space="preserve">Воспитатель </w:t>
      </w:r>
      <w:r w:rsidRPr="00B0002C">
        <w:rPr>
          <w:rStyle w:val="c5"/>
          <w:rFonts w:ascii="Times New Roman" w:hAnsi="Times New Roman"/>
          <w:color w:val="0F243E"/>
          <w:sz w:val="28"/>
          <w:szCs w:val="28"/>
        </w:rPr>
        <w:t xml:space="preserve">Отваром из цветков ромашки поласкают горло. </w:t>
      </w: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Применяют ее от простуды и кашля, от болей в животе. Если выпить на ночь отвар ромашки – сон будет крепким и спокойным.</w:t>
      </w:r>
    </w:p>
    <w:p w:rsidR="007A5C55" w:rsidRPr="00B0002C" w:rsidRDefault="007A5C55" w:rsidP="00B77FB5">
      <w:pPr>
        <w:shd w:val="clear" w:color="auto" w:fill="FFFFFF"/>
        <w:spacing w:after="0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b/>
          <w:color w:val="0F243E"/>
          <w:sz w:val="28"/>
          <w:szCs w:val="28"/>
          <w:lang w:eastAsia="ru-RU"/>
        </w:rPr>
        <w:t>Зверобой</w:t>
      </w: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 xml:space="preserve"> - средство от многих болезней. Из него изготавливают мази, которые заживляют раны, успокаивает боль. </w:t>
      </w:r>
    </w:p>
    <w:p w:rsidR="007A5C55" w:rsidRPr="00B0002C" w:rsidRDefault="007A5C55" w:rsidP="003A6279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Самая лучшая аптека – это Природа. Она с радостью отдает нам  все свои дары, а за все просит, что бы мы берегли  ее и понапрасну  не срывали ни один цветок, ведь он может кого-нибудь вылечить!</w:t>
      </w:r>
    </w:p>
    <w:p w:rsidR="007A5C55" w:rsidRPr="00B0002C" w:rsidRDefault="007A5C55" w:rsidP="003A6279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Лес- это не только растения, но и большой мир животных.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Воспитатель: Пришла  зима и всем обитателям  леса важно иметь свои жилища.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 xml:space="preserve">  «Кто где живет? »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 xml:space="preserve">- На досках карточки с изображением зверей и их жилищ. Посмотрите внимательно на карточку, и с помощью стрелок разместите зверей по их жилищам. 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- Позвольте и нам понять. как ваши ребята хорошо знают природу? Инопланетяне проводят блиц опрос(как вы знаете свою природу?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Игра «Сделай шаг»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Дети встают в один ряд. Каждому задает вопросы, если игрок правильно отвечает – делает шаг вперед, если нет – остается на месте.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1. Каким словом называют птиц, которые зимуют у нас? (зимующие)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2. У какого насекомого уши на ногах? (у кузнечика)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3. Сколько ног у паука? (восемь)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4. Какие птицы прилетают к нам первыми? (грачи)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5. Как одним словом называют животных, которые живут с человеком?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6. Муха, комар, бабочка, стрекоза, муравей - кто это? (насекомые)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7. Ворона, скворец, грач, воробей, ласточка - кто это? (птицы)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8. У какого дерева ствол белый? (у березы)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9. Как называется дом у муравьев? (муравейник)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10. Что страшнее птице- голод или холод? (голод)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11. Как называют человека, который лечит животных? (ветеринар)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12. Кто носит свой дом на спине? (улитка)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13. На каком дереве растут желуди? (на дубе)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14. Карась, щука, сом, окунь - кто это? (рыбы)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15. Какая птица лечит деревья? (дятел)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16. Какую птицу называют «лесное радио»? (сорока)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17. Как называют человека, который охраняет лес, следит за порядком? (лесник)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18. Чем питается бабочка? (нектаром)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19. Кто в лесу плетет паутину? (паук)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20. Кто спит вниз головой? (летучая мышь)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21. Какого цвета листья на деревьях зимой? (их нет)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22. Какие яблоки растут на березе? (не растут)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23. Какое насекомое питается кровью? (комар)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>
        <w:rPr>
          <w:color w:val="0F243E"/>
          <w:sz w:val="28"/>
          <w:szCs w:val="28"/>
        </w:rPr>
        <w:t>Воспитате</w:t>
      </w:r>
      <w:r w:rsidRPr="00B0002C">
        <w:rPr>
          <w:rFonts w:ascii="Times New Roman" w:hAnsi="Times New Roman"/>
          <w:color w:val="0F243E"/>
          <w:sz w:val="28"/>
          <w:szCs w:val="28"/>
        </w:rPr>
        <w:t>ль:</w:t>
      </w:r>
      <w:r>
        <w:rPr>
          <w:rFonts w:ascii="Times New Roman" w:hAnsi="Times New Roman"/>
          <w:color w:val="0F243E"/>
          <w:sz w:val="28"/>
          <w:szCs w:val="28"/>
        </w:rPr>
        <w:t xml:space="preserve"> </w:t>
      </w: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Замечательно! Справились со всеми заданиями. Мне очень хочется узнать, что каждый из вас унесет сегодня с этого занятия. Для этого закончите предложение.- Сегодня я понял, что…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- Больше всего мне запомнилось…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ИНОПЛАНЕТЯНЕ.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Ребята, Любите родную природу –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Озера, леса и поля,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Ведь это же ваша,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Навеки родная земля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На ней ведь вы родились,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>На ней ведь вы живете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 xml:space="preserve">Так будьте же ребята, </w:t>
      </w:r>
    </w:p>
    <w:p w:rsidR="007A5C55" w:rsidRPr="00B0002C" w:rsidRDefault="007A5C55" w:rsidP="00100BB3">
      <w:pPr>
        <w:spacing w:before="225" w:after="225" w:line="240" w:lineRule="auto"/>
        <w:rPr>
          <w:rFonts w:ascii="Times New Roman" w:hAnsi="Times New Roman"/>
          <w:color w:val="0F243E"/>
          <w:sz w:val="28"/>
          <w:szCs w:val="28"/>
          <w:lang w:eastAsia="ru-RU"/>
        </w:rPr>
      </w:pPr>
      <w:r w:rsidRPr="00B0002C">
        <w:rPr>
          <w:rFonts w:ascii="Times New Roman" w:hAnsi="Times New Roman"/>
          <w:color w:val="0F243E"/>
          <w:sz w:val="28"/>
          <w:szCs w:val="28"/>
          <w:lang w:eastAsia="ru-RU"/>
        </w:rPr>
        <w:t xml:space="preserve">К планете вы добрее. </w:t>
      </w:r>
    </w:p>
    <w:p w:rsidR="007A5C55" w:rsidRPr="00A83247" w:rsidRDefault="007A5C55" w:rsidP="008C706B">
      <w:pPr>
        <w:ind w:left="360"/>
        <w:jc w:val="center"/>
        <w:rPr>
          <w:rFonts w:ascii="Times New Roman" w:hAnsi="Times New Roman"/>
          <w:color w:val="0F243E"/>
          <w:sz w:val="28"/>
          <w:szCs w:val="28"/>
        </w:rPr>
      </w:pPr>
      <w:r w:rsidRPr="00A83247">
        <w:rPr>
          <w:rFonts w:ascii="Times New Roman" w:hAnsi="Times New Roman"/>
          <w:color w:val="0F243E"/>
          <w:sz w:val="28"/>
          <w:szCs w:val="28"/>
        </w:rPr>
        <w:t>ДЕТИ ХОРОМ.</w:t>
      </w:r>
    </w:p>
    <w:p w:rsidR="007A5C55" w:rsidRPr="00A83247" w:rsidRDefault="007A5C55" w:rsidP="008C706B">
      <w:pPr>
        <w:ind w:left="360"/>
        <w:jc w:val="center"/>
        <w:rPr>
          <w:rFonts w:ascii="Times New Roman" w:hAnsi="Times New Roman"/>
          <w:color w:val="0F243E"/>
          <w:sz w:val="28"/>
          <w:szCs w:val="28"/>
        </w:rPr>
      </w:pPr>
      <w:r w:rsidRPr="00A83247">
        <w:rPr>
          <w:rFonts w:ascii="Times New Roman" w:hAnsi="Times New Roman"/>
          <w:color w:val="0F243E"/>
          <w:sz w:val="28"/>
          <w:szCs w:val="28"/>
        </w:rPr>
        <w:t>МЫ будем беречь планету,</w:t>
      </w:r>
    </w:p>
    <w:p w:rsidR="007A5C55" w:rsidRPr="00A83247" w:rsidRDefault="007A5C55" w:rsidP="008C706B">
      <w:pPr>
        <w:ind w:left="360"/>
        <w:jc w:val="center"/>
        <w:rPr>
          <w:rFonts w:ascii="Times New Roman" w:hAnsi="Times New Roman"/>
          <w:color w:val="0F243E"/>
          <w:sz w:val="28"/>
          <w:szCs w:val="28"/>
        </w:rPr>
      </w:pPr>
      <w:r w:rsidRPr="00A83247">
        <w:rPr>
          <w:rFonts w:ascii="Times New Roman" w:hAnsi="Times New Roman"/>
          <w:color w:val="0F243E"/>
          <w:sz w:val="28"/>
          <w:szCs w:val="28"/>
        </w:rPr>
        <w:t xml:space="preserve">  Другой такой ведь на свете нету.</w:t>
      </w:r>
    </w:p>
    <w:p w:rsidR="007A5C55" w:rsidRPr="00A83247" w:rsidRDefault="007A5C55" w:rsidP="008C706B">
      <w:pPr>
        <w:ind w:left="360"/>
        <w:rPr>
          <w:rFonts w:ascii="Times New Roman" w:hAnsi="Times New Roman"/>
          <w:color w:val="0F243E"/>
          <w:sz w:val="28"/>
          <w:szCs w:val="28"/>
        </w:rPr>
      </w:pPr>
      <w:r w:rsidRPr="00A83247">
        <w:rPr>
          <w:rFonts w:ascii="Times New Roman" w:hAnsi="Times New Roman"/>
          <w:color w:val="0F243E"/>
          <w:sz w:val="28"/>
          <w:szCs w:val="28"/>
        </w:rPr>
        <w:t xml:space="preserve">                                  Развеем над нею тучи и дым.</w:t>
      </w:r>
    </w:p>
    <w:p w:rsidR="007A5C55" w:rsidRPr="00A83247" w:rsidRDefault="007A5C55" w:rsidP="008C706B">
      <w:pPr>
        <w:ind w:left="360"/>
        <w:rPr>
          <w:rFonts w:ascii="Times New Roman" w:hAnsi="Times New Roman"/>
          <w:color w:val="0F243E"/>
          <w:sz w:val="28"/>
          <w:szCs w:val="28"/>
        </w:rPr>
      </w:pPr>
      <w:r w:rsidRPr="00A83247">
        <w:rPr>
          <w:rFonts w:ascii="Times New Roman" w:hAnsi="Times New Roman"/>
          <w:color w:val="0F243E"/>
          <w:sz w:val="28"/>
          <w:szCs w:val="28"/>
        </w:rPr>
        <w:t xml:space="preserve">                                  В обиду ее никому не дадим!</w:t>
      </w:r>
    </w:p>
    <w:p w:rsidR="007A5C55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 xml:space="preserve">Подведение итогов. </w:t>
      </w:r>
    </w:p>
    <w:p w:rsidR="007A5C55" w:rsidRPr="00B0002C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Воспитатель: Что всем людям нужно делать, чтобы сохранить планету Земля? Дети: Мы должны беречь природу, все дружить, охранять от войн и других бед, украшать, трудиться. Все вместе люди Земли могут сделать свой дом (планету Земля) красивым, удобным, таким, чтобы человеку в нем хорошо и спокойно жилось.</w:t>
      </w:r>
    </w:p>
    <w:p w:rsidR="007A5C55" w:rsidRPr="00B0002C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  <w:r w:rsidRPr="00B0002C">
        <w:rPr>
          <w:color w:val="0F243E"/>
          <w:sz w:val="28"/>
          <w:szCs w:val="28"/>
        </w:rPr>
        <w:t>Дети исполняют песню» Если все вокруг подружатся».</w:t>
      </w:r>
    </w:p>
    <w:p w:rsidR="007A5C55" w:rsidRPr="00B0002C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p w:rsidR="007A5C55" w:rsidRPr="00B0002C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p w:rsidR="007A5C55" w:rsidRPr="00B0002C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p w:rsidR="007A5C55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p w:rsidR="007A5C55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p w:rsidR="007A5C55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p w:rsidR="007A5C55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p w:rsidR="007A5C55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p w:rsidR="007A5C55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p w:rsidR="007A5C55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p w:rsidR="007A5C55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p w:rsidR="007A5C55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p w:rsidR="007A5C55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p w:rsidR="007A5C55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p w:rsidR="007A5C55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p w:rsidR="007A5C55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p w:rsidR="007A5C55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p w:rsidR="007A5C55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p w:rsidR="007A5C55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p w:rsidR="007A5C55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p w:rsidR="007A5C55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p w:rsidR="007A5C55" w:rsidRDefault="007A5C55" w:rsidP="004F58B7">
      <w:pPr>
        <w:pStyle w:val="NormalWeb"/>
        <w:shd w:val="clear" w:color="auto" w:fill="FFFFFF"/>
        <w:spacing w:before="0" w:beforeAutospacing="0" w:after="127" w:afterAutospacing="0" w:line="332" w:lineRule="atLeast"/>
        <w:jc w:val="both"/>
        <w:rPr>
          <w:color w:val="0F243E"/>
          <w:sz w:val="28"/>
          <w:szCs w:val="28"/>
        </w:rPr>
      </w:pPr>
    </w:p>
    <w:sectPr w:rsidR="007A5C55" w:rsidSect="000A1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47B46"/>
    <w:multiLevelType w:val="multilevel"/>
    <w:tmpl w:val="E2849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8B7"/>
    <w:rsid w:val="00007666"/>
    <w:rsid w:val="00025EB3"/>
    <w:rsid w:val="00035025"/>
    <w:rsid w:val="00055AC2"/>
    <w:rsid w:val="00097A2C"/>
    <w:rsid w:val="000A1D70"/>
    <w:rsid w:val="000B2E5C"/>
    <w:rsid w:val="000E4F2A"/>
    <w:rsid w:val="000F60DC"/>
    <w:rsid w:val="00100BB3"/>
    <w:rsid w:val="00100D9F"/>
    <w:rsid w:val="00106646"/>
    <w:rsid w:val="001421D3"/>
    <w:rsid w:val="00191920"/>
    <w:rsid w:val="001D5B2C"/>
    <w:rsid w:val="002001AA"/>
    <w:rsid w:val="0021798E"/>
    <w:rsid w:val="00272111"/>
    <w:rsid w:val="002B7CEC"/>
    <w:rsid w:val="00300B2E"/>
    <w:rsid w:val="00374AC6"/>
    <w:rsid w:val="00393EB4"/>
    <w:rsid w:val="00393F96"/>
    <w:rsid w:val="00394184"/>
    <w:rsid w:val="003A2F38"/>
    <w:rsid w:val="003A6279"/>
    <w:rsid w:val="003B1FB9"/>
    <w:rsid w:val="003F0144"/>
    <w:rsid w:val="00432E2D"/>
    <w:rsid w:val="00491142"/>
    <w:rsid w:val="004C73E9"/>
    <w:rsid w:val="004F58B7"/>
    <w:rsid w:val="004F67ED"/>
    <w:rsid w:val="00533D30"/>
    <w:rsid w:val="005E02A0"/>
    <w:rsid w:val="00640AB3"/>
    <w:rsid w:val="006A2B06"/>
    <w:rsid w:val="006B3951"/>
    <w:rsid w:val="006D0196"/>
    <w:rsid w:val="00704C7C"/>
    <w:rsid w:val="007414E9"/>
    <w:rsid w:val="00774D19"/>
    <w:rsid w:val="007A5C55"/>
    <w:rsid w:val="008570C6"/>
    <w:rsid w:val="0087732A"/>
    <w:rsid w:val="00895B29"/>
    <w:rsid w:val="008C706B"/>
    <w:rsid w:val="00953438"/>
    <w:rsid w:val="009B6303"/>
    <w:rsid w:val="009F0C1C"/>
    <w:rsid w:val="00A35BFB"/>
    <w:rsid w:val="00A83247"/>
    <w:rsid w:val="00A9529A"/>
    <w:rsid w:val="00AC6912"/>
    <w:rsid w:val="00AE3B16"/>
    <w:rsid w:val="00AE4FC9"/>
    <w:rsid w:val="00B0002C"/>
    <w:rsid w:val="00B111D7"/>
    <w:rsid w:val="00B1227A"/>
    <w:rsid w:val="00B5018E"/>
    <w:rsid w:val="00B77FB5"/>
    <w:rsid w:val="00B924E7"/>
    <w:rsid w:val="00BA3B3E"/>
    <w:rsid w:val="00BB6A73"/>
    <w:rsid w:val="00BC1005"/>
    <w:rsid w:val="00BC2F1D"/>
    <w:rsid w:val="00BC6A1E"/>
    <w:rsid w:val="00BE2867"/>
    <w:rsid w:val="00C12244"/>
    <w:rsid w:val="00C435A5"/>
    <w:rsid w:val="00C578B3"/>
    <w:rsid w:val="00CA2980"/>
    <w:rsid w:val="00CC2972"/>
    <w:rsid w:val="00D132A6"/>
    <w:rsid w:val="00D206E7"/>
    <w:rsid w:val="00E66162"/>
    <w:rsid w:val="00EA54AB"/>
    <w:rsid w:val="00EB1CDD"/>
    <w:rsid w:val="00EB6A78"/>
    <w:rsid w:val="00EC1C45"/>
    <w:rsid w:val="00F110BC"/>
    <w:rsid w:val="00F24043"/>
    <w:rsid w:val="00F80E11"/>
    <w:rsid w:val="00FF35AF"/>
    <w:rsid w:val="00FF4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D7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4F58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4F58B7"/>
    <w:rPr>
      <w:rFonts w:cs="Times New Roman"/>
      <w:i/>
      <w:iCs/>
    </w:rPr>
  </w:style>
  <w:style w:type="paragraph" w:customStyle="1" w:styleId="c1">
    <w:name w:val="c1"/>
    <w:basedOn w:val="Normal"/>
    <w:uiPriority w:val="99"/>
    <w:rsid w:val="001D5B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DefaultParagraphFont"/>
    <w:uiPriority w:val="99"/>
    <w:rsid w:val="001D5B2C"/>
    <w:rPr>
      <w:rFonts w:cs="Times New Roman"/>
    </w:rPr>
  </w:style>
  <w:style w:type="character" w:customStyle="1" w:styleId="c0">
    <w:name w:val="c0"/>
    <w:basedOn w:val="DefaultParagraphFont"/>
    <w:uiPriority w:val="99"/>
    <w:rsid w:val="001D5B2C"/>
    <w:rPr>
      <w:rFonts w:cs="Times New Roman"/>
    </w:rPr>
  </w:style>
  <w:style w:type="character" w:styleId="Strong">
    <w:name w:val="Strong"/>
    <w:basedOn w:val="DefaultParagraphFont"/>
    <w:uiPriority w:val="99"/>
    <w:qFormat/>
    <w:rsid w:val="00BE2867"/>
    <w:rPr>
      <w:rFonts w:cs="Times New Roman"/>
      <w:b/>
      <w:bCs/>
    </w:rPr>
  </w:style>
  <w:style w:type="character" w:customStyle="1" w:styleId="c5">
    <w:name w:val="c5"/>
    <w:basedOn w:val="DefaultParagraphFont"/>
    <w:uiPriority w:val="99"/>
    <w:rsid w:val="003A6279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640AB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32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10</Pages>
  <Words>1696</Words>
  <Characters>9668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Интеграция экологического и патриотического воспитания</dc:title>
  <dc:subject/>
  <dc:creator>Елена</dc:creator>
  <cp:keywords/>
  <dc:description/>
  <cp:lastModifiedBy>DS17</cp:lastModifiedBy>
  <cp:revision>3</cp:revision>
  <cp:lastPrinted>2015-12-07T18:00:00Z</cp:lastPrinted>
  <dcterms:created xsi:type="dcterms:W3CDTF">2018-10-10T10:05:00Z</dcterms:created>
  <dcterms:modified xsi:type="dcterms:W3CDTF">2018-10-11T06:09:00Z</dcterms:modified>
</cp:coreProperties>
</file>