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4A" w:rsidRDefault="00C7134A" w:rsidP="00DA41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Технологическая карта организованной открытой учебной деятельности  средней  гр № 10 «Карусель»</w:t>
      </w:r>
    </w:p>
    <w:p w:rsidR="00C7134A" w:rsidRPr="005701CA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47FD">
        <w:rPr>
          <w:rFonts w:ascii="Times New Roman" w:hAnsi="Times New Roman"/>
          <w:b/>
          <w:sz w:val="24"/>
          <w:szCs w:val="24"/>
        </w:rPr>
        <w:t>Дата:</w:t>
      </w:r>
      <w:r>
        <w:rPr>
          <w:rFonts w:ascii="Times New Roman" w:hAnsi="Times New Roman"/>
          <w:b/>
          <w:sz w:val="24"/>
          <w:szCs w:val="24"/>
        </w:rPr>
        <w:t xml:space="preserve"> 12.12.13г</w:t>
      </w:r>
    </w:p>
    <w:p w:rsidR="00C7134A" w:rsidRPr="005701CA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47FD">
        <w:rPr>
          <w:rFonts w:ascii="Times New Roman" w:hAnsi="Times New Roman"/>
          <w:b/>
          <w:sz w:val="24"/>
          <w:szCs w:val="24"/>
        </w:rPr>
        <w:t>Образовательные области: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01CA">
        <w:rPr>
          <w:rFonts w:ascii="Times New Roman" w:hAnsi="Times New Roman"/>
          <w:sz w:val="24"/>
          <w:szCs w:val="24"/>
        </w:rPr>
        <w:t>Познание, Здоровье, Коммуникация, Творчество</w:t>
      </w:r>
    </w:p>
    <w:p w:rsidR="00C7134A" w:rsidRPr="005701CA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47FD">
        <w:rPr>
          <w:rFonts w:ascii="Times New Roman" w:hAnsi="Times New Roman"/>
          <w:b/>
          <w:sz w:val="24"/>
          <w:szCs w:val="24"/>
        </w:rPr>
        <w:t>Разделы: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01CA">
        <w:rPr>
          <w:rFonts w:ascii="Times New Roman" w:hAnsi="Times New Roman"/>
          <w:sz w:val="24"/>
          <w:szCs w:val="24"/>
        </w:rPr>
        <w:t xml:space="preserve">Валеология, Ознакомление с окружающим, Развитие речи, Аппликация, Художественная литература </w:t>
      </w:r>
    </w:p>
    <w:p w:rsidR="00C7134A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47FD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>:</w:t>
      </w:r>
      <w:r w:rsidRPr="008B47FD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Pr="00D7660A">
        <w:rPr>
          <w:rFonts w:ascii="Times New Roman" w:hAnsi="Times New Roman"/>
          <w:sz w:val="24"/>
          <w:szCs w:val="24"/>
        </w:rPr>
        <w:t>В сказку за здоровьем</w:t>
      </w:r>
      <w:r>
        <w:rPr>
          <w:rFonts w:ascii="Times New Roman" w:hAnsi="Times New Roman"/>
          <w:sz w:val="24"/>
          <w:szCs w:val="24"/>
        </w:rPr>
        <w:t>»</w:t>
      </w:r>
    </w:p>
    <w:p w:rsidR="00C7134A" w:rsidRDefault="00C7134A" w:rsidP="00FA10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47FD">
        <w:rPr>
          <w:rFonts w:ascii="Times New Roman" w:hAnsi="Times New Roman"/>
          <w:b/>
          <w:sz w:val="24"/>
          <w:szCs w:val="24"/>
        </w:rPr>
        <w:t>Форма: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A1094">
        <w:rPr>
          <w:rFonts w:ascii="Times New Roman" w:hAnsi="Times New Roman"/>
          <w:sz w:val="24"/>
          <w:szCs w:val="24"/>
        </w:rPr>
        <w:t xml:space="preserve">Путешествие </w:t>
      </w:r>
      <w:r>
        <w:rPr>
          <w:rFonts w:ascii="Times New Roman" w:hAnsi="Times New Roman"/>
          <w:sz w:val="24"/>
          <w:szCs w:val="24"/>
        </w:rPr>
        <w:t>по стране Здоровья</w:t>
      </w:r>
    </w:p>
    <w:p w:rsidR="00C7134A" w:rsidRDefault="00C7134A" w:rsidP="00DA415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A1094">
        <w:rPr>
          <w:rFonts w:ascii="Times New Roman" w:hAnsi="Times New Roman"/>
          <w:b/>
          <w:sz w:val="24"/>
          <w:szCs w:val="24"/>
        </w:rPr>
        <w:t>Программное содержание:</w:t>
      </w:r>
      <w:r w:rsidRPr="00FA10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FA1094">
        <w:rPr>
          <w:rFonts w:ascii="Times New Roman" w:hAnsi="Times New Roman"/>
          <w:sz w:val="24"/>
          <w:szCs w:val="24"/>
        </w:rPr>
        <w:t>способствовать формированию у детей це</w:t>
      </w:r>
      <w:r>
        <w:rPr>
          <w:rFonts w:ascii="Times New Roman" w:hAnsi="Times New Roman"/>
          <w:sz w:val="24"/>
          <w:szCs w:val="24"/>
        </w:rPr>
        <w:t xml:space="preserve">нностей здорового образа жизни; </w:t>
      </w:r>
      <w:r w:rsidRPr="00FA1094">
        <w:rPr>
          <w:rFonts w:ascii="Times New Roman" w:hAnsi="Times New Roman"/>
          <w:sz w:val="24"/>
          <w:szCs w:val="24"/>
        </w:rPr>
        <w:t xml:space="preserve">формировать потребность соблюдать правила ЗОЖ, закрепить понятия «здоровье», «здоровый человек», «полезная» и «вредная» пища, создавать ситуации, подталкивающие детей к активному участию в беседе, </w:t>
      </w:r>
      <w:r>
        <w:rPr>
          <w:rFonts w:ascii="Times New Roman" w:hAnsi="Times New Roman"/>
          <w:sz w:val="24"/>
          <w:szCs w:val="24"/>
        </w:rPr>
        <w:t xml:space="preserve">нахождению и исправлению ошибок, </w:t>
      </w:r>
      <w:r w:rsidRPr="00FA1094">
        <w:rPr>
          <w:rFonts w:ascii="Times New Roman" w:hAnsi="Times New Roman"/>
          <w:sz w:val="24"/>
          <w:szCs w:val="24"/>
        </w:rPr>
        <w:t xml:space="preserve">развивать у детей представление о полезности физической </w:t>
      </w:r>
      <w:r>
        <w:rPr>
          <w:rFonts w:ascii="Times New Roman" w:hAnsi="Times New Roman"/>
          <w:sz w:val="24"/>
          <w:szCs w:val="24"/>
        </w:rPr>
        <w:t xml:space="preserve">активности и личной гигиены; </w:t>
      </w:r>
      <w:r w:rsidRPr="00FA1094">
        <w:rPr>
          <w:rFonts w:ascii="Times New Roman" w:hAnsi="Times New Roman"/>
          <w:sz w:val="24"/>
          <w:szCs w:val="24"/>
        </w:rPr>
        <w:t>продолжать формировать знания детей о р</w:t>
      </w:r>
      <w:r>
        <w:rPr>
          <w:rFonts w:ascii="Times New Roman" w:hAnsi="Times New Roman"/>
          <w:sz w:val="24"/>
          <w:szCs w:val="24"/>
        </w:rPr>
        <w:t xml:space="preserve">ежиме дня, его составляющих;  </w:t>
      </w:r>
      <w:r w:rsidRPr="00FA1094">
        <w:rPr>
          <w:rFonts w:ascii="Times New Roman" w:hAnsi="Times New Roman"/>
          <w:sz w:val="24"/>
          <w:szCs w:val="24"/>
        </w:rPr>
        <w:t>закрепить знания детей о пользе витаминов, их значении, вз</w:t>
      </w:r>
      <w:r>
        <w:rPr>
          <w:rFonts w:ascii="Times New Roman" w:hAnsi="Times New Roman"/>
          <w:sz w:val="24"/>
          <w:szCs w:val="24"/>
        </w:rPr>
        <w:t>аимосвязи питания и здоровья;</w:t>
      </w:r>
      <w:r w:rsidRPr="00FA1094">
        <w:rPr>
          <w:rFonts w:ascii="Times New Roman" w:hAnsi="Times New Roman"/>
          <w:sz w:val="24"/>
          <w:szCs w:val="24"/>
        </w:rPr>
        <w:t xml:space="preserve"> уточнить знания детей о том, какие продукты полезны для здоровья, какие вредны.</w:t>
      </w:r>
      <w:r w:rsidRPr="00FA1094">
        <w:rPr>
          <w:rFonts w:ascii="Times New Roman" w:hAnsi="Times New Roman"/>
          <w:sz w:val="24"/>
          <w:szCs w:val="24"/>
        </w:rPr>
        <w:br/>
      </w:r>
      <w:r w:rsidRPr="00FD128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Словарь:</w:t>
      </w:r>
      <w:r w:rsidRPr="00FA1094">
        <w:t xml:space="preserve"> </w:t>
      </w:r>
      <w:r>
        <w:rPr>
          <w:rFonts w:ascii="Times New Roman" w:hAnsi="Times New Roman"/>
          <w:i/>
          <w:sz w:val="24"/>
          <w:szCs w:val="24"/>
        </w:rPr>
        <w:t>витамины, микробы, микроскоп</w:t>
      </w:r>
      <w:r w:rsidRPr="00FA1094">
        <w:rPr>
          <w:rFonts w:ascii="Times New Roman" w:hAnsi="Times New Roman"/>
          <w:i/>
          <w:sz w:val="24"/>
          <w:szCs w:val="24"/>
        </w:rPr>
        <w:t>, режим дн</w:t>
      </w:r>
      <w:r>
        <w:rPr>
          <w:rFonts w:ascii="Times New Roman" w:hAnsi="Times New Roman"/>
          <w:i/>
          <w:sz w:val="24"/>
          <w:szCs w:val="24"/>
        </w:rPr>
        <w:t>я, полезные -вредные привычки</w:t>
      </w:r>
    </w:p>
    <w:p w:rsidR="00C7134A" w:rsidRPr="008A556E" w:rsidRDefault="00C7134A" w:rsidP="00DA415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FA1094">
        <w:rPr>
          <w:rFonts w:ascii="Times New Roman" w:hAnsi="Times New Roman"/>
          <w:b/>
          <w:sz w:val="24"/>
          <w:szCs w:val="24"/>
        </w:rPr>
        <w:t xml:space="preserve">Полиязычный </w:t>
      </w:r>
      <w:r>
        <w:rPr>
          <w:rFonts w:ascii="Times New Roman" w:hAnsi="Times New Roman"/>
          <w:b/>
          <w:sz w:val="24"/>
          <w:szCs w:val="24"/>
        </w:rPr>
        <w:t xml:space="preserve"> компонент:  </w:t>
      </w:r>
      <w:r w:rsidRPr="008B47FD">
        <w:rPr>
          <w:rFonts w:ascii="Times New Roman" w:hAnsi="Times New Roman"/>
          <w:sz w:val="24"/>
          <w:szCs w:val="24"/>
        </w:rPr>
        <w:t>с</w:t>
      </w:r>
      <w:r w:rsidRPr="008B47FD">
        <w:rPr>
          <w:rFonts w:ascii="Times New Roman" w:hAnsi="Times New Roman"/>
          <w:sz w:val="24"/>
          <w:szCs w:val="24"/>
          <w:lang w:val="kk-KZ"/>
        </w:rPr>
        <w:t>ә</w:t>
      </w:r>
      <w:r w:rsidRPr="008B47FD">
        <w:rPr>
          <w:rFonts w:ascii="Times New Roman" w:hAnsi="Times New Roman"/>
          <w:sz w:val="24"/>
          <w:szCs w:val="24"/>
        </w:rPr>
        <w:t>ле</w:t>
      </w:r>
      <w:r>
        <w:rPr>
          <w:rFonts w:ascii="Times New Roman" w:hAnsi="Times New Roman"/>
          <w:sz w:val="24"/>
          <w:szCs w:val="24"/>
          <w:lang w:val="kk-KZ"/>
        </w:rPr>
        <w:t>ме</w:t>
      </w:r>
      <w:r w:rsidRPr="008B47FD">
        <w:rPr>
          <w:rFonts w:ascii="Times New Roman" w:hAnsi="Times New Roman"/>
          <w:sz w:val="24"/>
          <w:szCs w:val="24"/>
        </w:rPr>
        <w:t>тсі</w:t>
      </w:r>
      <w:r>
        <w:rPr>
          <w:rFonts w:ascii="Times New Roman" w:hAnsi="Times New Roman"/>
          <w:sz w:val="24"/>
          <w:szCs w:val="24"/>
          <w:lang w:val="kk-KZ"/>
        </w:rPr>
        <w:t>з</w:t>
      </w:r>
      <w:r w:rsidRPr="008B47FD">
        <w:rPr>
          <w:rFonts w:ascii="Times New Roman" w:hAnsi="Times New Roman"/>
          <w:sz w:val="24"/>
          <w:szCs w:val="24"/>
        </w:rPr>
        <w:t>дер</w:t>
      </w:r>
      <w:r>
        <w:rPr>
          <w:rFonts w:ascii="Times New Roman" w:hAnsi="Times New Roman"/>
          <w:sz w:val="24"/>
          <w:szCs w:val="24"/>
          <w:lang w:val="kk-KZ"/>
        </w:rPr>
        <w:t xml:space="preserve">ме- </w:t>
      </w:r>
      <w:r>
        <w:rPr>
          <w:rFonts w:ascii="Times New Roman" w:hAnsi="Times New Roman"/>
          <w:sz w:val="24"/>
          <w:szCs w:val="24"/>
        </w:rPr>
        <w:t>здравствуйте,</w:t>
      </w:r>
      <w:r>
        <w:rPr>
          <w:rFonts w:ascii="Times New Roman" w:hAnsi="Times New Roman"/>
          <w:sz w:val="24"/>
          <w:szCs w:val="24"/>
          <w:lang w:val="en-US"/>
        </w:rPr>
        <w:t>hello</w:t>
      </w:r>
      <w:r>
        <w:rPr>
          <w:rFonts w:ascii="Times New Roman" w:hAnsi="Times New Roman"/>
          <w:sz w:val="24"/>
          <w:szCs w:val="24"/>
        </w:rPr>
        <w:t>, денсаулы</w:t>
      </w:r>
      <w:r w:rsidRPr="008A556E">
        <w:rPr>
          <w:rFonts w:ascii="Times New Roman" w:hAnsi="Times New Roman"/>
          <w:sz w:val="24"/>
          <w:szCs w:val="24"/>
          <w:lang w:val="kk-KZ"/>
        </w:rPr>
        <w:t>қ</w:t>
      </w:r>
      <w:r>
        <w:rPr>
          <w:rFonts w:ascii="Times New Roman" w:hAnsi="Times New Roman"/>
          <w:sz w:val="24"/>
          <w:szCs w:val="24"/>
          <w:lang w:val="kk-KZ"/>
        </w:rPr>
        <w:t xml:space="preserve"> –</w:t>
      </w:r>
      <w:r>
        <w:rPr>
          <w:rFonts w:ascii="Times New Roman" w:hAnsi="Times New Roman"/>
          <w:sz w:val="24"/>
          <w:szCs w:val="24"/>
        </w:rPr>
        <w:t>здоровье , название фруктов и овощей на казахском и английском языке.</w:t>
      </w:r>
    </w:p>
    <w:p w:rsidR="00C7134A" w:rsidRPr="00D7660A" w:rsidRDefault="00C7134A" w:rsidP="00D7660A">
      <w:pPr>
        <w:pStyle w:val="NormalWeb"/>
        <w:shd w:val="clear" w:color="auto" w:fill="FFFFFF"/>
        <w:spacing w:before="0" w:beforeAutospacing="0" w:after="0" w:afterAutospacing="0" w:line="315" w:lineRule="atLeast"/>
      </w:pPr>
      <w:r>
        <w:rPr>
          <w:b/>
        </w:rPr>
        <w:t xml:space="preserve">Предметно-развивающая среда: </w:t>
      </w:r>
      <w:r w:rsidRPr="00D7660A">
        <w:t>Музыкальный проигрыватель</w:t>
      </w:r>
      <w:r>
        <w:rPr>
          <w:b/>
        </w:rPr>
        <w:t>,</w:t>
      </w:r>
      <w:r w:rsidRPr="008B47FD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ТВ с презентацией «Полезные и вредные привычки», </w:t>
      </w:r>
      <w:r w:rsidRPr="00D7660A">
        <w:t>доска,</w:t>
      </w:r>
      <w:r>
        <w:t xml:space="preserve"> схемы-плакаты  «Страна дыхательная», Страна «Двигательная», две </w:t>
      </w:r>
      <w:r w:rsidRPr="00D7660A">
        <w:t xml:space="preserve">продуктовые корзины, </w:t>
      </w:r>
      <w:r>
        <w:t>иллюстрации (</w:t>
      </w:r>
      <w:r w:rsidRPr="00D7660A">
        <w:t>овощи, фрукты, молочные продукты, шоколад, чипсы, сухарики, жевательная резинка</w:t>
      </w:r>
      <w:r>
        <w:t>)</w:t>
      </w:r>
      <w:r w:rsidRPr="00D7660A">
        <w:t xml:space="preserve">, </w:t>
      </w:r>
      <w:r>
        <w:t xml:space="preserve"> 2 прозрачных  стакана, </w:t>
      </w:r>
      <w:r w:rsidRPr="00D7660A">
        <w:t xml:space="preserve">кока-кола, молоко, </w:t>
      </w:r>
      <w:r>
        <w:t xml:space="preserve"> макет микроскопа, пипетка, конфеты «Ментос», бумага А3 ( Питание, Чистота, Спорт)</w:t>
      </w:r>
      <w:r w:rsidRPr="00D7660A">
        <w:t>, клей-карандаш (по кол-ву детей</w:t>
      </w:r>
      <w:r>
        <w:t>), картинки для коллажа, витамины -аскорбинки  для угощения.</w:t>
      </w:r>
    </w:p>
    <w:p w:rsidR="00C7134A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Техника безопасности</w:t>
      </w:r>
      <w:r>
        <w:rPr>
          <w:rFonts w:ascii="Times New Roman" w:hAnsi="Times New Roman"/>
          <w:sz w:val="24"/>
          <w:szCs w:val="24"/>
        </w:rPr>
        <w:t>: соблюдать осанку, не трогать без указания пособия, выполнять физ. минутку в нужном темпе, аккуратно пользоваться клеевым карандашом и салфетками.</w:t>
      </w:r>
    </w:p>
    <w:p w:rsidR="00C7134A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38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99"/>
        <w:gridCol w:w="8821"/>
        <w:gridCol w:w="3192"/>
      </w:tblGrid>
      <w:tr w:rsidR="00C7134A" w:rsidRPr="00E6742B" w:rsidTr="00E6742B">
        <w:trPr>
          <w:trHeight w:val="449"/>
        </w:trPr>
        <w:tc>
          <w:tcPr>
            <w:tcW w:w="1799" w:type="dxa"/>
          </w:tcPr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742B">
              <w:rPr>
                <w:rFonts w:ascii="Times New Roman" w:hAnsi="Times New Roman"/>
                <w:b/>
                <w:sz w:val="24"/>
                <w:szCs w:val="24"/>
              </w:rPr>
              <w:t xml:space="preserve">         Этапы</w:t>
            </w:r>
          </w:p>
        </w:tc>
        <w:tc>
          <w:tcPr>
            <w:tcW w:w="0" w:type="auto"/>
          </w:tcPr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742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Действия воспитателя</w:t>
            </w:r>
          </w:p>
        </w:tc>
        <w:tc>
          <w:tcPr>
            <w:tcW w:w="3192" w:type="dxa"/>
          </w:tcPr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742B">
              <w:rPr>
                <w:rFonts w:ascii="Times New Roman" w:hAnsi="Times New Roman"/>
                <w:b/>
                <w:sz w:val="24"/>
                <w:szCs w:val="24"/>
              </w:rPr>
              <w:t xml:space="preserve">             Действия детей</w:t>
            </w:r>
          </w:p>
        </w:tc>
      </w:tr>
      <w:tr w:rsidR="00C7134A" w:rsidRPr="00E6742B" w:rsidTr="00E6742B">
        <w:trPr>
          <w:trHeight w:val="364"/>
        </w:trPr>
        <w:tc>
          <w:tcPr>
            <w:tcW w:w="1799" w:type="dxa"/>
          </w:tcPr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42B">
              <w:rPr>
                <w:rFonts w:ascii="Times New Roman" w:hAnsi="Times New Roman"/>
                <w:sz w:val="20"/>
                <w:szCs w:val="20"/>
              </w:rPr>
              <w:t>Мотивационно-</w:t>
            </w: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42B">
              <w:rPr>
                <w:rFonts w:ascii="Times New Roman" w:hAnsi="Times New Roman"/>
                <w:sz w:val="20"/>
                <w:szCs w:val="20"/>
              </w:rPr>
              <w:t>Побудительный</w:t>
            </w: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7134A" w:rsidRPr="00CF56AA" w:rsidRDefault="00C7134A" w:rsidP="00D7660A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rPr>
                <w:rStyle w:val="apple-converted-space"/>
                <w:rFonts w:ascii="Arial" w:hAnsi="Arial" w:cs="Arial"/>
                <w:b/>
                <w:color w:val="555555"/>
                <w:sz w:val="21"/>
                <w:szCs w:val="21"/>
                <w:u w:val="single"/>
                <w:bdr w:val="none" w:sz="0" w:space="0" w:color="auto" w:frame="1"/>
              </w:rPr>
            </w:pPr>
            <w:r w:rsidRPr="00CF56AA">
              <w:rPr>
                <w:b/>
                <w:color w:val="000000"/>
                <w:u w:val="single"/>
                <w:shd w:val="clear" w:color="auto" w:fill="FFFFFF"/>
              </w:rPr>
              <w:t xml:space="preserve">1.Круг приветствия: </w:t>
            </w:r>
          </w:p>
          <w:p w:rsidR="00C7134A" w:rsidRPr="002618A5" w:rsidRDefault="00C7134A" w:rsidP="002618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F3CF6">
              <w:rPr>
                <w:rFonts w:ascii="Times New Roman" w:hAnsi="Times New Roman"/>
                <w:b/>
                <w:bCs/>
                <w:color w:val="000000"/>
              </w:rPr>
              <w:t>Воспитатель</w:t>
            </w:r>
            <w:r w:rsidRPr="00CF3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CF3CF6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F3CF6">
              <w:rPr>
                <w:rFonts w:ascii="Times New Roman" w:hAnsi="Times New Roman"/>
                <w:color w:val="000000"/>
                <w:sz w:val="24"/>
                <w:szCs w:val="24"/>
              </w:rPr>
              <w:t>Ребята! Я очень рада видеть вас всех сегодня такими здоровыми и красивыми.</w:t>
            </w:r>
            <w:r w:rsidRPr="002618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2618A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Придумано кем-то просто и мудро</w:t>
            </w:r>
          </w:p>
          <w:p w:rsidR="00C7134A" w:rsidRDefault="00C7134A" w:rsidP="002618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 встрече здороваться –Доброе утро!»</w:t>
            </w:r>
          </w:p>
          <w:p w:rsidR="00C7134A" w:rsidRDefault="00C7134A" w:rsidP="002618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Доброе утро -солнцу и птицам!</w:t>
            </w:r>
          </w:p>
          <w:p w:rsidR="00C7134A" w:rsidRDefault="00C7134A" w:rsidP="002618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Доброе утро –улыбчивым лицам!</w:t>
            </w:r>
          </w:p>
          <w:p w:rsidR="00C7134A" w:rsidRDefault="00C7134A" w:rsidP="002618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 каждый становится добрым, доверчивым.</w:t>
            </w:r>
          </w:p>
          <w:p w:rsidR="00C7134A" w:rsidRPr="00C66BC6" w:rsidRDefault="00C7134A" w:rsidP="002618A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Пусть доброе утро длится до вечера!</w:t>
            </w:r>
          </w:p>
          <w:p w:rsidR="00C7134A" w:rsidRPr="00D7660A" w:rsidRDefault="00C7134A" w:rsidP="00D7660A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rPr>
                <w:color w:val="000000"/>
              </w:rPr>
            </w:pPr>
            <w:r w:rsidRPr="00D7660A">
              <w:rPr>
                <w:color w:val="000000"/>
              </w:rPr>
              <w:t>“ Ребята, я предлагаю вам отправиться сегодня в очень интересное путешествие!</w:t>
            </w:r>
          </w:p>
          <w:p w:rsidR="00C7134A" w:rsidRPr="00D7660A" w:rsidRDefault="00C7134A" w:rsidP="00D7660A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rPr>
                <w:color w:val="000000"/>
              </w:rPr>
            </w:pPr>
            <w:r w:rsidRPr="00D7660A">
              <w:rPr>
                <w:color w:val="000000"/>
              </w:rPr>
              <w:t>Как весело, как весело</w:t>
            </w:r>
            <w:r w:rsidRPr="00D7660A">
              <w:rPr>
                <w:color w:val="000000"/>
              </w:rPr>
              <w:br/>
              <w:t>Отправится с друзьями</w:t>
            </w:r>
            <w:r w:rsidRPr="00D7660A">
              <w:rPr>
                <w:color w:val="000000"/>
              </w:rPr>
              <w:br/>
              <w:t>В загадочное путешествие,</w:t>
            </w:r>
            <w:r w:rsidRPr="00D7660A">
              <w:rPr>
                <w:color w:val="000000"/>
              </w:rPr>
              <w:br/>
              <w:t>Пойдемте вмест</w:t>
            </w:r>
            <w:r>
              <w:rPr>
                <w:color w:val="000000"/>
              </w:rPr>
              <w:t>е с нами!</w:t>
            </w:r>
            <w:r>
              <w:rPr>
                <w:color w:val="000000"/>
              </w:rPr>
              <w:br/>
              <w:t xml:space="preserve">Готовы? Отправляемся в сказку за Здоровьем! </w:t>
            </w:r>
            <w:r w:rsidRPr="00D7660A">
              <w:rPr>
                <w:color w:val="000000"/>
              </w:rPr>
              <w:t>(</w:t>
            </w:r>
            <w:r w:rsidRPr="00D7660A">
              <w:rPr>
                <w:b/>
                <w:bCs/>
                <w:i/>
                <w:iCs/>
                <w:color w:val="000000"/>
              </w:rPr>
              <w:t>звучит музыка</w:t>
            </w:r>
            <w:r w:rsidRPr="00D7660A">
              <w:rPr>
                <w:color w:val="000000"/>
              </w:rPr>
              <w:t>)</w:t>
            </w:r>
          </w:p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</w:p>
          <w:p w:rsidR="00C7134A" w:rsidRDefault="00C7134A" w:rsidP="00D76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6AA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2. Сюрпризный момент</w:t>
            </w:r>
            <w:r w:rsidRPr="00E6742B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E6742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7660A">
              <w:rPr>
                <w:rFonts w:ascii="Times New Roman" w:hAnsi="Times New Roman"/>
                <w:sz w:val="24"/>
                <w:szCs w:val="24"/>
              </w:rPr>
              <w:t xml:space="preserve">В группу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 музыку залетает </w:t>
            </w:r>
            <w:r w:rsidRPr="00D7660A">
              <w:rPr>
                <w:rFonts w:ascii="Times New Roman" w:hAnsi="Times New Roman"/>
                <w:sz w:val="24"/>
                <w:szCs w:val="24"/>
              </w:rPr>
              <w:t xml:space="preserve"> грустный Карлсон и сообщает, что с его лучшим другом Малышом что-то случилось. Малыш кашляет, чихает, не хочет играть и даже шалить, и от варенья отка</w:t>
            </w:r>
            <w:r>
              <w:rPr>
                <w:rFonts w:ascii="Times New Roman" w:hAnsi="Times New Roman"/>
                <w:sz w:val="24"/>
                <w:szCs w:val="24"/>
              </w:rPr>
              <w:t>зывается. Карлсон спрашивает у д</w:t>
            </w:r>
            <w:r w:rsidRPr="00D7660A">
              <w:rPr>
                <w:rFonts w:ascii="Times New Roman" w:hAnsi="Times New Roman"/>
                <w:sz w:val="24"/>
                <w:szCs w:val="24"/>
              </w:rPr>
              <w:t>етей, не знают ли они, что же случилось с его другом.</w:t>
            </w:r>
          </w:p>
          <w:p w:rsidR="00C7134A" w:rsidRPr="00E6742B" w:rsidRDefault="00C7134A" w:rsidP="002F3A40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</w:p>
        </w:tc>
        <w:tc>
          <w:tcPr>
            <w:tcW w:w="3192" w:type="dxa"/>
          </w:tcPr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  <w:r>
              <w:t xml:space="preserve">Приветствуют друг друга на трех языках </w:t>
            </w: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  <w:r>
              <w:t>Принимают приглашение отправиться в путешествие.</w:t>
            </w:r>
          </w:p>
          <w:p w:rsidR="00C7134A" w:rsidRDefault="00C7134A" w:rsidP="00FE7C5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</w:p>
          <w:p w:rsidR="00C7134A" w:rsidRDefault="00C7134A" w:rsidP="0025168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  <w:r>
              <w:t>Встречают  грустного Карлсона.</w:t>
            </w:r>
          </w:p>
          <w:p w:rsidR="00C7134A" w:rsidRPr="00D7660A" w:rsidRDefault="00C7134A" w:rsidP="00FE7C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34A" w:rsidRPr="00E6742B" w:rsidTr="00E6742B">
        <w:trPr>
          <w:trHeight w:val="364"/>
        </w:trPr>
        <w:tc>
          <w:tcPr>
            <w:tcW w:w="1799" w:type="dxa"/>
          </w:tcPr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42B">
              <w:rPr>
                <w:rFonts w:ascii="Times New Roman" w:hAnsi="Times New Roman"/>
                <w:sz w:val="20"/>
                <w:szCs w:val="20"/>
              </w:rPr>
              <w:t>Организационно-</w:t>
            </w: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42B">
              <w:rPr>
                <w:rFonts w:ascii="Times New Roman" w:hAnsi="Times New Roman"/>
                <w:sz w:val="20"/>
                <w:szCs w:val="20"/>
              </w:rPr>
              <w:t>Поисковый</w:t>
            </w: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7134A" w:rsidRPr="00CF56AA" w:rsidRDefault="00C7134A" w:rsidP="00672C68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  <w:r w:rsidRPr="00CF56AA">
              <w:rPr>
                <w:b/>
                <w:u w:val="single"/>
              </w:rPr>
              <w:t>3. Беседа «Что такое здоровье?»</w:t>
            </w:r>
            <w:r>
              <w:rPr>
                <w:rFonts w:ascii="Arial" w:hAnsi="Arial" w:cs="Arial"/>
                <w:color w:val="555555"/>
                <w:sz w:val="21"/>
                <w:szCs w:val="21"/>
              </w:rPr>
              <w:t xml:space="preserve"> </w:t>
            </w:r>
            <w:r w:rsidRPr="00D7660A">
              <w:t xml:space="preserve">Карлсон спрашивает у детей: «Это значит, что он не здоров? Да не может </w:t>
            </w:r>
            <w:r>
              <w:t>быть! Мой Малыш самый здоровый М</w:t>
            </w:r>
            <w:r w:rsidRPr="00D7660A">
              <w:t xml:space="preserve">алыш в мире! И вообще, что это за </w:t>
            </w:r>
            <w:r w:rsidRPr="001905D2">
              <w:rPr>
                <w:b/>
              </w:rPr>
              <w:t>здоровье</w:t>
            </w:r>
            <w:r w:rsidRPr="00D7660A">
              <w:t xml:space="preserve"> такое? Как выглядит здоровый человек? </w:t>
            </w:r>
            <w:r w:rsidRPr="00D7660A">
              <w:rPr>
                <w:bdr w:val="none" w:sz="0" w:space="0" w:color="auto" w:frame="1"/>
              </w:rPr>
              <w:t>Как оставаться здоровым?</w:t>
            </w:r>
            <w:r>
              <w:rPr>
                <w:bdr w:val="none" w:sz="0" w:space="0" w:color="auto" w:frame="1"/>
              </w:rPr>
              <w:t xml:space="preserve"> Как  по-казахски звучит слово </w:t>
            </w:r>
            <w:r w:rsidRPr="001905D2">
              <w:rPr>
                <w:i/>
                <w:bdr w:val="none" w:sz="0" w:space="0" w:color="auto" w:frame="1"/>
              </w:rPr>
              <w:t>Здоровье? –Денсаулык</w:t>
            </w:r>
            <w:r>
              <w:rPr>
                <w:bdr w:val="none" w:sz="0" w:space="0" w:color="auto" w:frame="1"/>
              </w:rPr>
              <w:t>»</w:t>
            </w:r>
            <w:r>
              <w:t xml:space="preserve"> </w:t>
            </w:r>
            <w:r w:rsidRPr="00D7660A">
              <w:t>Карлсон в итоге соглашается с детьми, в том, что малыш болен, расстраивается, начинает думать, как же сделать так, чтобы он не болел и оставался здоровым, перебирая все вредные привычки: «Может быть ему мультики целый день показывать? Или сказать, чтобы зубы не чистил и руки не мыл? Ой, точно, нужно чипсами накормить и мороженым, да по</w:t>
            </w:r>
            <w:r>
              <w:t>-</w:t>
            </w:r>
            <w:r w:rsidRPr="00D7660A">
              <w:t>больш</w:t>
            </w:r>
            <w:r>
              <w:t>е! Тогда точно болеть не будет!</w:t>
            </w:r>
            <w:r w:rsidRPr="00892380">
              <w:t>».</w:t>
            </w:r>
          </w:p>
          <w:p w:rsidR="00C7134A" w:rsidRDefault="00C7134A" w:rsidP="00672C68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  <w:r w:rsidRPr="001905D2">
              <w:rPr>
                <w:b/>
              </w:rPr>
              <w:t>Воспитатель</w:t>
            </w:r>
            <w:r>
              <w:t xml:space="preserve">: </w:t>
            </w:r>
            <w:r w:rsidRPr="00466115">
              <w:t xml:space="preserve">- Ребята, дайте поможем </w:t>
            </w:r>
            <w:r>
              <w:t xml:space="preserve"> Малышу и научим Карлсона как </w:t>
            </w:r>
            <w:r w:rsidRPr="00466115">
              <w:t xml:space="preserve"> снова стать</w:t>
            </w:r>
            <w:r>
              <w:t xml:space="preserve"> здоровым, </w:t>
            </w:r>
            <w:r w:rsidRPr="00466115">
              <w:t xml:space="preserve"> бодрым и весёлым! И для этого отправимся в чудесную Страну здоровья. А как ведут себя жители С</w:t>
            </w:r>
            <w:r>
              <w:t xml:space="preserve">траны здоровья? </w:t>
            </w:r>
            <w:r>
              <w:br/>
              <w:t xml:space="preserve">Вот и мы </w:t>
            </w:r>
            <w:r w:rsidRPr="00466115">
              <w:t xml:space="preserve"> с весёлой песенкой отправимся в Страну здоровья! (дети с воспитателем и Карлсоном идут по группе и поют весёлую песенк</w:t>
            </w:r>
            <w:r>
              <w:t xml:space="preserve">у. Останавливаются возле  оформленной как клумбы. </w:t>
            </w:r>
          </w:p>
          <w:p w:rsidR="00C7134A" w:rsidRPr="00CF56AA" w:rsidRDefault="00C7134A" w:rsidP="00672C68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rPr>
                <w:b/>
                <w:u w:val="single"/>
              </w:rPr>
            </w:pPr>
            <w:r w:rsidRPr="00CF56AA">
              <w:rPr>
                <w:b/>
              </w:rPr>
              <w:t xml:space="preserve">4. </w:t>
            </w:r>
            <w:r w:rsidRPr="00CF56AA">
              <w:rPr>
                <w:b/>
                <w:u w:val="single"/>
              </w:rPr>
              <w:t>Ароматерапия.</w:t>
            </w:r>
          </w:p>
          <w:p w:rsidR="00C7134A" w:rsidRPr="00CF56AA" w:rsidRDefault="00C7134A" w:rsidP="00672C68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rPr>
                <w:u w:val="single"/>
              </w:rPr>
            </w:pPr>
            <w:r w:rsidRPr="00041DBC">
              <w:rPr>
                <w:b/>
              </w:rPr>
              <w:t>Воспитатель:</w:t>
            </w:r>
            <w:r>
              <w:rPr>
                <w:b/>
              </w:rPr>
              <w:t xml:space="preserve"> </w:t>
            </w:r>
            <w:r w:rsidRPr="00466115">
              <w:t xml:space="preserve">-Вот мы и в Стране Здоровья! </w:t>
            </w:r>
            <w:r>
              <w:t xml:space="preserve"> Это наша </w:t>
            </w:r>
            <w:r w:rsidRPr="0012720D">
              <w:rPr>
                <w:b/>
                <w:color w:val="008000"/>
              </w:rPr>
              <w:t xml:space="preserve">Первая </w:t>
            </w:r>
            <w:r w:rsidRPr="0012720D">
              <w:rPr>
                <w:b/>
              </w:rPr>
              <w:t>в</w:t>
            </w:r>
            <w:r w:rsidRPr="00466115">
              <w:t xml:space="preserve"> Стране здоровья </w:t>
            </w:r>
            <w:r w:rsidRPr="0012720D">
              <w:rPr>
                <w:b/>
                <w:color w:val="008000"/>
              </w:rPr>
              <w:t>Дыхательная станция</w:t>
            </w:r>
            <w:r>
              <w:rPr>
                <w:b/>
              </w:rPr>
              <w:t>.</w:t>
            </w:r>
            <w:r w:rsidRPr="00466115">
              <w:t xml:space="preserve"> </w:t>
            </w:r>
            <w:r>
              <w:t>-</w:t>
            </w:r>
            <w:r w:rsidRPr="00466115">
              <w:t>Послушайте, какой приятный аромат. Он лечебный, пахнет</w:t>
            </w:r>
            <w:r>
              <w:t xml:space="preserve"> лекарственными  травами.( мята, эвкалипт) Эти растения  успокаиваю</w:t>
            </w:r>
            <w:r w:rsidRPr="00466115">
              <w:t>т,</w:t>
            </w:r>
            <w:r>
              <w:t xml:space="preserve"> делают воздух  чистым,</w:t>
            </w:r>
            <w:r w:rsidRPr="00466115">
              <w:t xml:space="preserve"> вызывает хорошее настроение. Подышите глубоко, спокойно. Карлсон, ты тоже подыши</w:t>
            </w:r>
            <w:r>
              <w:t>.</w:t>
            </w:r>
            <w:r w:rsidRPr="00466115">
              <w:t> </w:t>
            </w:r>
          </w:p>
          <w:p w:rsidR="00C7134A" w:rsidRDefault="00C7134A" w:rsidP="00672C68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  <w:r w:rsidRPr="00041DBC">
              <w:rPr>
                <w:b/>
              </w:rPr>
              <w:t xml:space="preserve">Карлсон  </w:t>
            </w:r>
            <w:r w:rsidRPr="00466115">
              <w:t xml:space="preserve">- Дети, как вам на этой станции дышалось?. </w:t>
            </w:r>
          </w:p>
          <w:p w:rsidR="00C7134A" w:rsidRDefault="00C7134A" w:rsidP="002618A5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  <w:r>
              <w:rPr>
                <w:b/>
              </w:rPr>
              <w:t xml:space="preserve">Воспитатель </w:t>
            </w:r>
            <w:r>
              <w:t xml:space="preserve">  </w:t>
            </w:r>
            <w:r w:rsidRPr="00466115">
              <w:t xml:space="preserve">обращает внимание </w:t>
            </w:r>
            <w:r w:rsidRPr="0012720D">
              <w:rPr>
                <w:u w:val="single"/>
              </w:rPr>
              <w:t xml:space="preserve">детей </w:t>
            </w:r>
            <w:r w:rsidRPr="0012720D">
              <w:rPr>
                <w:b/>
                <w:u w:val="single"/>
              </w:rPr>
              <w:t>на плакат-схему</w:t>
            </w:r>
            <w:r w:rsidRPr="00466115">
              <w:t>, где нарисован нос человека и предметы: пылесос, печь, собака, надо определить, что об</w:t>
            </w:r>
            <w:r>
              <w:t>щего у этих предметов с носом.</w:t>
            </w:r>
            <w:r>
              <w:br/>
            </w:r>
            <w:r w:rsidRPr="00466115">
              <w:t>- Как вы думаете, почему рядом с носом нарисованы</w:t>
            </w:r>
            <w:r>
              <w:t xml:space="preserve"> эти предметы? (ответы детей)</w:t>
            </w:r>
            <w:r>
              <w:br/>
              <w:t xml:space="preserve"> </w:t>
            </w:r>
            <w:r w:rsidRPr="00CF3CF6">
              <w:rPr>
                <w:b/>
              </w:rPr>
              <w:t>Карлсон</w:t>
            </w:r>
            <w:r>
              <w:t xml:space="preserve"> : А я </w:t>
            </w:r>
            <w:r w:rsidRPr="00466115">
              <w:t xml:space="preserve"> понял, что наши носы не только для красоты, но и для здоровья.</w:t>
            </w:r>
            <w:r w:rsidRPr="00466115">
              <w:br/>
            </w:r>
            <w:r w:rsidRPr="0012720D">
              <w:rPr>
                <w:b/>
                <w:u w:val="single"/>
              </w:rPr>
              <w:t>5. Воспитатель</w:t>
            </w:r>
            <w:r w:rsidRPr="003D4BC7">
              <w:rPr>
                <w:b/>
              </w:rPr>
              <w:t>:</w:t>
            </w:r>
            <w:r w:rsidRPr="00466115">
              <w:t xml:space="preserve">- Бодро и весело мы идем к следующей </w:t>
            </w:r>
            <w:r>
              <w:t xml:space="preserve"> </w:t>
            </w:r>
            <w:r w:rsidRPr="0012720D">
              <w:rPr>
                <w:b/>
                <w:color w:val="008000"/>
              </w:rPr>
              <w:t xml:space="preserve">Второй </w:t>
            </w:r>
            <w:r>
              <w:t xml:space="preserve"> </w:t>
            </w:r>
            <w:r w:rsidRPr="00466115">
              <w:t>станции</w:t>
            </w:r>
            <w:r>
              <w:t xml:space="preserve">. Что-то проголодался Карлсон. </w:t>
            </w:r>
            <w:r w:rsidRPr="00466115">
              <w:t xml:space="preserve"> Как можно назвать эту станцию?(варианты детей). Давайте назовём её </w:t>
            </w:r>
            <w:r w:rsidRPr="0012720D">
              <w:rPr>
                <w:b/>
                <w:color w:val="008000"/>
                <w:u w:val="single"/>
              </w:rPr>
              <w:t>Питательной станцией.</w:t>
            </w:r>
            <w:r w:rsidRPr="0012720D">
              <w:rPr>
                <w:b/>
                <w:color w:val="008000"/>
                <w:u w:val="single"/>
              </w:rPr>
              <w:br/>
            </w:r>
            <w:r w:rsidRPr="00466115">
              <w:t>- Ребята, как вы думаете, почему Карлсон такой упитанный? ( ответы) Как надо питаться, чтобы быть стройным и здоровым?</w:t>
            </w:r>
          </w:p>
          <w:p w:rsidR="00C7134A" w:rsidRDefault="00C7134A" w:rsidP="00672C68">
            <w:pPr>
              <w:pStyle w:val="NormalWeb"/>
              <w:shd w:val="clear" w:color="auto" w:fill="FFFFFF"/>
              <w:spacing w:before="225" w:beforeAutospacing="0" w:after="225" w:afterAutospacing="0" w:line="315" w:lineRule="atLeast"/>
              <w:rPr>
                <w:b/>
                <w:u w:val="single"/>
              </w:rPr>
            </w:pPr>
            <w:r w:rsidRPr="003D4BC7">
              <w:rPr>
                <w:b/>
              </w:rPr>
              <w:t xml:space="preserve"> </w:t>
            </w:r>
            <w:r>
              <w:rPr>
                <w:rStyle w:val="apple-converted-space"/>
                <w:b/>
                <w:u w:val="single"/>
              </w:rPr>
              <w:t>6</w:t>
            </w:r>
            <w:r w:rsidRPr="003D4BC7">
              <w:rPr>
                <w:rStyle w:val="apple-converted-space"/>
                <w:b/>
                <w:u w:val="single"/>
              </w:rPr>
              <w:t>.</w:t>
            </w:r>
            <w:r w:rsidRPr="003D4BC7">
              <w:rPr>
                <w:rStyle w:val="apple-converted-space"/>
                <w:b/>
              </w:rPr>
              <w:t xml:space="preserve"> </w:t>
            </w:r>
            <w:r w:rsidRPr="003D4BC7">
              <w:rPr>
                <w:b/>
                <w:u w:val="single"/>
                <w:bdr w:val="none" w:sz="0" w:space="0" w:color="auto" w:frame="1"/>
              </w:rPr>
              <w:t>Игра «Разбери корзину»</w:t>
            </w:r>
            <w:r w:rsidRPr="00892380">
              <w:rPr>
                <w:rStyle w:val="apple-converted-space"/>
              </w:rPr>
              <w:t> </w:t>
            </w:r>
            <w:r w:rsidRPr="00892380">
              <w:t>Карлсон говорит, что надо бы Малыша покормить, чтобы он сил набирался и поправлялся, перечисляет вредные продукты, которыми хотел бы накормить (пельмени, чипсы, картошка фри</w:t>
            </w:r>
            <w:r>
              <w:t xml:space="preserve">) Тогда воспитатель </w:t>
            </w:r>
            <w:r w:rsidRPr="00892380">
              <w:t xml:space="preserve"> предлагает им помочь распределить продукты. Переложить </w:t>
            </w:r>
            <w:r>
              <w:t>на столы со смайликами карточки продуктов ( на веселый- полезные, а на грустный –вредные продукты)</w:t>
            </w:r>
            <w:r w:rsidRPr="003D4BC7">
              <w:rPr>
                <w:b/>
                <w:u w:val="single"/>
              </w:rPr>
              <w:t xml:space="preserve"> </w:t>
            </w:r>
          </w:p>
          <w:p w:rsidR="00C7134A" w:rsidRDefault="00C7134A" w:rsidP="00672C68">
            <w:pPr>
              <w:pStyle w:val="NormalWeb"/>
              <w:shd w:val="clear" w:color="auto" w:fill="FFFFFF"/>
              <w:spacing w:before="225" w:beforeAutospacing="0" w:after="225" w:afterAutospacing="0" w:line="315" w:lineRule="atLeast"/>
            </w:pPr>
            <w:r>
              <w:rPr>
                <w:b/>
                <w:u w:val="single"/>
              </w:rPr>
              <w:t xml:space="preserve">7. </w:t>
            </w:r>
            <w:r w:rsidRPr="003D4BC7">
              <w:rPr>
                <w:b/>
                <w:u w:val="single"/>
              </w:rPr>
              <w:t>ТРИЗ «Хорошо-плохо»</w:t>
            </w:r>
            <w:r>
              <w:t xml:space="preserve"> </w:t>
            </w:r>
            <w:r w:rsidRPr="00466115">
              <w:t>- Ребята, а когда овощи и фрукты</w:t>
            </w:r>
            <w:r>
              <w:t>, продукты</w:t>
            </w:r>
            <w:r w:rsidRPr="00466115">
              <w:t xml:space="preserve"> могут пр</w:t>
            </w:r>
            <w:r>
              <w:t>инести вред нашему организму? </w:t>
            </w:r>
            <w:r>
              <w:br/>
              <w:t>-</w:t>
            </w:r>
            <w:r w:rsidRPr="00466115">
              <w:t>А по</w:t>
            </w:r>
            <w:r>
              <w:t>чему их обязательно надо мыть?</w:t>
            </w:r>
            <w:r>
              <w:br/>
            </w:r>
          </w:p>
          <w:p w:rsidR="00C7134A" w:rsidRDefault="00C7134A" w:rsidP="00672C68">
            <w:pPr>
              <w:pStyle w:val="NormalWeb"/>
              <w:shd w:val="clear" w:color="auto" w:fill="FFFFFF"/>
              <w:spacing w:before="225" w:beforeAutospacing="0" w:after="225" w:afterAutospacing="0" w:line="315" w:lineRule="atLeast"/>
            </w:pPr>
            <w:r>
              <w:t xml:space="preserve"> В Стране З</w:t>
            </w:r>
            <w:r w:rsidRPr="00466115">
              <w:t xml:space="preserve">доровья есть </w:t>
            </w:r>
            <w:r>
              <w:rPr>
                <w:b/>
                <w:color w:val="008000"/>
              </w:rPr>
              <w:t>Л</w:t>
            </w:r>
            <w:r w:rsidRPr="00CF3CF6">
              <w:rPr>
                <w:b/>
                <w:color w:val="008000"/>
              </w:rPr>
              <w:t>аборатория,</w:t>
            </w:r>
            <w:r w:rsidRPr="00466115">
              <w:t xml:space="preserve"> где можно увидеть, как много грязи попадёт в организм, </w:t>
            </w:r>
            <w:r>
              <w:t>если съесть немытое яблоко. </w:t>
            </w:r>
            <w:r>
              <w:br/>
              <w:t>- Никита</w:t>
            </w:r>
            <w:r w:rsidRPr="00466115">
              <w:t>, помой, пожалуйс</w:t>
            </w:r>
            <w:r>
              <w:t>та, вот это яблоко, в тазике. </w:t>
            </w:r>
            <w:r>
              <w:br/>
              <w:t xml:space="preserve">- Нармина </w:t>
            </w:r>
            <w:r w:rsidRPr="00466115">
              <w:t>, возьми пипетку и набери в неё несколько капель воды из таза</w:t>
            </w:r>
            <w:r>
              <w:t xml:space="preserve"> и помести капельку на стекло.</w:t>
            </w:r>
            <w:r>
              <w:br/>
            </w:r>
            <w:r w:rsidRPr="00466115">
              <w:t>- Давайте поместим стёклышко под микроскоп и рассмотрим его.</w:t>
            </w:r>
            <w:r>
              <w:t xml:space="preserve"> </w:t>
            </w:r>
            <w:r w:rsidRPr="003D4BC7">
              <w:rPr>
                <w:b/>
                <w:u w:val="single"/>
              </w:rPr>
              <w:t xml:space="preserve">Демонстрирует иллюстрацию с микробами) </w:t>
            </w:r>
            <w:r w:rsidRPr="00466115">
              <w:t>Что вы видите? Какой вывод можно сделать из увиденного вами? Почему надо мыть фрукты и овощи? Что</w:t>
            </w:r>
            <w:r>
              <w:t xml:space="preserve"> и когда ещё необходимо мыть?                                                                                                     </w:t>
            </w:r>
            <w:r w:rsidRPr="003D4BC7">
              <w:rPr>
                <w:b/>
              </w:rPr>
              <w:t>Воспитатель</w:t>
            </w:r>
            <w:r>
              <w:t xml:space="preserve">: </w:t>
            </w:r>
            <w:r w:rsidRPr="00466115">
              <w:t xml:space="preserve">-Карлсон, ты запомнил, что необходимо хорошо мыть? Почему? </w:t>
            </w:r>
          </w:p>
          <w:p w:rsidR="00C7134A" w:rsidRDefault="00C7134A" w:rsidP="00672C68">
            <w:pPr>
              <w:pStyle w:val="NormalWeb"/>
              <w:shd w:val="clear" w:color="auto" w:fill="FFFFFF"/>
              <w:spacing w:before="225" w:beforeAutospacing="0" w:after="225" w:afterAutospacing="0" w:line="315" w:lineRule="atLeast"/>
            </w:pPr>
            <w:r>
              <w:t xml:space="preserve"> </w:t>
            </w:r>
            <w:r>
              <w:br/>
            </w:r>
            <w:r w:rsidRPr="00AA14AC">
              <w:t xml:space="preserve"> </w:t>
            </w:r>
            <w:r>
              <w:rPr>
                <w:b/>
                <w:u w:val="single"/>
              </w:rPr>
              <w:t>8</w:t>
            </w:r>
            <w:r w:rsidRPr="00AA14AC">
              <w:rPr>
                <w:b/>
                <w:u w:val="single"/>
              </w:rPr>
              <w:t xml:space="preserve"> Прием –провокация</w:t>
            </w:r>
            <w:r>
              <w:rPr>
                <w:u w:val="single"/>
              </w:rPr>
              <w:t xml:space="preserve">  </w:t>
            </w:r>
            <w:r w:rsidRPr="00892380">
              <w:t>Карлсон проверяет проделанную детьми работу, предлагает переложить кока-колу в корзину с полезными продуктами, смотрит на реакцию детей. Для того чтобы проверить, полезна ли кола, предлагает провести эксперимент.</w:t>
            </w:r>
            <w:r>
              <w:t xml:space="preserve"> </w:t>
            </w:r>
          </w:p>
          <w:p w:rsidR="00C7134A" w:rsidRDefault="00C7134A" w:rsidP="00672C68">
            <w:pPr>
              <w:pStyle w:val="NormalWeb"/>
              <w:shd w:val="clear" w:color="auto" w:fill="FFFFFF"/>
              <w:spacing w:before="225" w:beforeAutospacing="0" w:after="225" w:afterAutospacing="0" w:line="315" w:lineRule="atLeast"/>
            </w:pPr>
            <w:r>
              <w:rPr>
                <w:b/>
                <w:u w:val="single"/>
                <w:bdr w:val="none" w:sz="0" w:space="0" w:color="auto" w:frame="1"/>
              </w:rPr>
              <w:t xml:space="preserve">                                                                                                                                                          9 </w:t>
            </w:r>
            <w:r w:rsidRPr="00AA14AC">
              <w:rPr>
                <w:b/>
                <w:u w:val="single"/>
                <w:bdr w:val="none" w:sz="0" w:space="0" w:color="auto" w:frame="1"/>
              </w:rPr>
              <w:t>.Опытно-экспериментальная деятельность</w:t>
            </w:r>
            <w:r>
              <w:rPr>
                <w:color w:val="FF0000"/>
                <w:u w:val="single"/>
                <w:bdr w:val="none" w:sz="0" w:space="0" w:color="auto" w:frame="1"/>
              </w:rPr>
              <w:t xml:space="preserve"> </w:t>
            </w:r>
            <w:r w:rsidRPr="00AA14AC">
              <w:rPr>
                <w:u w:val="single"/>
                <w:bdr w:val="none" w:sz="0" w:space="0" w:color="auto" w:frame="1"/>
              </w:rPr>
              <w:t xml:space="preserve"> </w:t>
            </w:r>
            <w:r w:rsidRPr="002F3A40">
              <w:rPr>
                <w:u w:val="single"/>
                <w:bdr w:val="none" w:sz="0" w:space="0" w:color="auto" w:frame="1"/>
              </w:rPr>
              <w:t>(с колой и молоком.)</w:t>
            </w:r>
            <w:r w:rsidRPr="00892380">
              <w:rPr>
                <w:rStyle w:val="apple-converted-space"/>
                <w:u w:val="single"/>
                <w:bdr w:val="none" w:sz="0" w:space="0" w:color="auto" w:frame="1"/>
              </w:rPr>
              <w:t> </w:t>
            </w:r>
            <w:r w:rsidRPr="00892380">
              <w:t xml:space="preserve">В стаканы наливаются кола и молоко. После чего по очередь в стаканы помещается конфета «Ментос». В стакане с колой начинает проходить бурная реакция, из чего можно сделать вывод, что если подобное будет происходить в желудке, будет неприятно и больно. Итак, кола вредна. (Карлсон: «От такого количества пузырьков, наверное и живот лопнуть </w:t>
            </w:r>
            <w:r>
              <w:t xml:space="preserve">может! Лучше уж ее не пить, чем </w:t>
            </w:r>
            <w:r w:rsidRPr="00892380">
              <w:t xml:space="preserve"> вместе с конфетами в</w:t>
            </w:r>
            <w:r>
              <w:t xml:space="preserve"> прикуску!»</w:t>
            </w:r>
            <w:r w:rsidRPr="00892380">
              <w:t xml:space="preserve"> В стакане же с молоком после помещения конфеты ничего не происходит. Вывод: если выпить молоко, в желудке все будет спокойно. Молоко не приносит вреда.</w:t>
            </w:r>
            <w:r w:rsidRPr="00466115">
              <w:t xml:space="preserve"> Как интересно на Питательной станции, но нам пора отправляться дальше</w:t>
            </w:r>
            <w:r>
              <w:t xml:space="preserve"> </w:t>
            </w:r>
          </w:p>
          <w:p w:rsidR="00C7134A" w:rsidRPr="003A03F4" w:rsidRDefault="00C7134A" w:rsidP="0012720D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rPr>
                <w:b/>
                <w:u w:val="single"/>
              </w:rPr>
            </w:pPr>
            <w:r>
              <w:rPr>
                <w:b/>
                <w:u w:val="single"/>
              </w:rPr>
              <w:t>10</w:t>
            </w:r>
            <w:r w:rsidRPr="003D4BC7">
              <w:rPr>
                <w:b/>
                <w:u w:val="single"/>
              </w:rPr>
              <w:t xml:space="preserve">. </w:t>
            </w:r>
            <w:r w:rsidRPr="003A03F4">
              <w:rPr>
                <w:b/>
                <w:u w:val="single"/>
              </w:rPr>
              <w:t>Двигательная Станция.</w:t>
            </w:r>
          </w:p>
          <w:p w:rsidR="00C7134A" w:rsidRDefault="00C7134A" w:rsidP="0012720D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  <w:r w:rsidRPr="003A03F4">
              <w:rPr>
                <w:u w:val="single"/>
              </w:rPr>
              <w:t> </w:t>
            </w:r>
            <w:r w:rsidRPr="00466115">
              <w:t>Как вы думаете, какие люди живут на этой станции</w:t>
            </w:r>
            <w:r>
              <w:t>? (весёлые, бодрые, радостные)</w:t>
            </w:r>
            <w:r>
              <w:br/>
            </w:r>
            <w:r w:rsidRPr="00466115">
              <w:t xml:space="preserve">- А что надо делать, чтобы с утра было хорошее, бодрое настроение? (ответы детей). </w:t>
            </w:r>
          </w:p>
          <w:p w:rsidR="00C7134A" w:rsidRDefault="00C7134A" w:rsidP="0012720D">
            <w:pPr>
              <w:pStyle w:val="NormalWeb"/>
              <w:shd w:val="clear" w:color="auto" w:fill="FFFFFF"/>
              <w:spacing w:before="225" w:beforeAutospacing="0" w:after="225" w:afterAutospacing="0" w:line="315" w:lineRule="atLeast"/>
            </w:pPr>
            <w:r>
              <w:rPr>
                <w:b/>
                <w:u w:val="single"/>
                <w:bdr w:val="none" w:sz="0" w:space="0" w:color="auto" w:frame="1"/>
              </w:rPr>
              <w:t>11</w:t>
            </w:r>
            <w:r w:rsidRPr="00CF56AA">
              <w:rPr>
                <w:b/>
                <w:u w:val="single"/>
                <w:bdr w:val="none" w:sz="0" w:space="0" w:color="auto" w:frame="1"/>
              </w:rPr>
              <w:t xml:space="preserve"> Физминутка.</w:t>
            </w:r>
            <w:r w:rsidRPr="00892380">
              <w:rPr>
                <w:rStyle w:val="apple-converted-space"/>
                <w:u w:val="single"/>
                <w:bdr w:val="none" w:sz="0" w:space="0" w:color="auto" w:frame="1"/>
              </w:rPr>
              <w:t> </w:t>
            </w:r>
            <w:r>
              <w:rPr>
                <w:rStyle w:val="apple-converted-space"/>
                <w:u w:val="single"/>
                <w:bdr w:val="none" w:sz="0" w:space="0" w:color="auto" w:frame="1"/>
              </w:rPr>
              <w:t xml:space="preserve"> </w:t>
            </w:r>
            <w:r w:rsidRPr="00892380">
              <w:t>Карлсон говорит, что больше всего ему понравилась картинка, где дети занимаются зарядкой и предлагает тоже размяться:</w:t>
            </w:r>
            <w:r>
              <w:t xml:space="preserve">                                                         </w:t>
            </w:r>
            <w:r w:rsidRPr="00892380">
              <w:t>Руки ставим перед грудью,</w:t>
            </w:r>
            <w:r>
              <w:t xml:space="preserve">                                                                                                    </w:t>
            </w:r>
            <w:r w:rsidRPr="00892380">
              <w:t>Разводить их резко будем</w:t>
            </w:r>
            <w:r>
              <w:t xml:space="preserve">                                                                                                                          </w:t>
            </w:r>
            <w:r w:rsidRPr="00892380">
              <w:t>С поворотом – раз-два-три,</w:t>
            </w:r>
            <w:r>
              <w:t xml:space="preserve">                                                                                                         </w:t>
            </w:r>
            <w:r w:rsidRPr="00892380">
              <w:t>Не бездельничай, смотри!(руки перед грудью, рывки руками)</w:t>
            </w:r>
            <w:r>
              <w:t xml:space="preserve">                                                 </w:t>
            </w:r>
            <w:r w:rsidRPr="00892380">
              <w:t>Приседаем – раз-два-раз,</w:t>
            </w:r>
            <w:r>
              <w:t xml:space="preserve">                                                                                                      </w:t>
            </w:r>
            <w:r w:rsidRPr="00892380">
              <w:t>Ножки разомнем сейчас.</w:t>
            </w:r>
            <w:r>
              <w:t xml:space="preserve">                                                                                                                </w:t>
            </w:r>
            <w:r w:rsidRPr="00892380">
              <w:t>Сели-встали, сели-встали</w:t>
            </w:r>
            <w:r>
              <w:t xml:space="preserve"> </w:t>
            </w:r>
            <w:r w:rsidRPr="00892380">
              <w:t>(приседания)</w:t>
            </w:r>
            <w:r>
              <w:t xml:space="preserve">                                                                                  </w:t>
            </w:r>
            <w:r w:rsidRPr="00892380">
              <w:t>И немножечко устали.</w:t>
            </w:r>
            <w:r>
              <w:t xml:space="preserve">                                                                                                                          </w:t>
            </w:r>
            <w:r w:rsidRPr="00892380">
              <w:t xml:space="preserve">Головой теперь покрутим </w:t>
            </w:r>
            <w:r>
              <w:t xml:space="preserve">                                                                                                                </w:t>
            </w:r>
            <w:r w:rsidRPr="00892380">
              <w:t>–Лучше мозг работать будет.(вращения головой)</w:t>
            </w:r>
            <w:r>
              <w:t xml:space="preserve">                                                                          </w:t>
            </w:r>
            <w:r w:rsidRPr="00892380">
              <w:t>Вертим туловищем бодро</w:t>
            </w:r>
            <w:r>
              <w:t xml:space="preserve">                                                                                                                 </w:t>
            </w:r>
            <w:r w:rsidRPr="00892380">
              <w:t xml:space="preserve"> –Это тоже славный отдых.(вращения туловищем)</w:t>
            </w:r>
            <w:r w:rsidRPr="003D4BC7">
              <w:rPr>
                <w:b/>
                <w:u w:val="single"/>
              </w:rPr>
              <w:t xml:space="preserve"> </w:t>
            </w:r>
            <w:r w:rsidRPr="00466115">
              <w:t>- Какие у вас весёлые и добрые ли</w:t>
            </w:r>
            <w:r>
              <w:t xml:space="preserve">ца! </w:t>
            </w:r>
          </w:p>
          <w:p w:rsidR="00C7134A" w:rsidRDefault="00C7134A" w:rsidP="0012720D">
            <w:pPr>
              <w:pStyle w:val="NormalWeb"/>
              <w:shd w:val="clear" w:color="auto" w:fill="FFFFFF"/>
              <w:spacing w:before="225" w:beforeAutospacing="0" w:after="225" w:afterAutospacing="0" w:line="315" w:lineRule="atLeast"/>
            </w:pPr>
            <w:r>
              <w:t xml:space="preserve">Как интересно на Двигательной </w:t>
            </w:r>
            <w:r w:rsidRPr="00466115">
              <w:t xml:space="preserve"> станции, но нам пора отправляться дальше на станцию </w:t>
            </w:r>
            <w:r w:rsidRPr="00466115">
              <w:rPr>
                <w:b/>
              </w:rPr>
              <w:t>Телевизионную</w:t>
            </w:r>
            <w:r w:rsidRPr="00466115">
              <w:t>. Как вы думаете, ч</w:t>
            </w:r>
            <w:r>
              <w:t>то делают жители этой станции?</w:t>
            </w:r>
            <w:r>
              <w:br/>
            </w:r>
            <w:r w:rsidRPr="00466115">
              <w:t>- А ты, Карлсон, любишь смотреть т</w:t>
            </w:r>
            <w:r>
              <w:t>елевизор? </w:t>
            </w:r>
            <w:r>
              <w:br/>
            </w:r>
            <w:r w:rsidRPr="00466115">
              <w:t>- А вы, ребята, смотрите телевизор? Давайте расскажем Карлсону, хорошо или плохо смотреть телевизор</w:t>
            </w:r>
            <w:r>
              <w:t xml:space="preserve">. </w:t>
            </w:r>
            <w:r w:rsidRPr="003D4BC7">
              <w:rPr>
                <w:b/>
                <w:u w:val="single"/>
              </w:rPr>
              <w:t>ТРИЗ «Хорошо-плохо</w:t>
            </w:r>
            <w:r>
              <w:rPr>
                <w:b/>
                <w:u w:val="single"/>
              </w:rPr>
              <w:t>»</w:t>
            </w:r>
            <w:r>
              <w:t xml:space="preserve">                             </w:t>
            </w:r>
            <w:r w:rsidRPr="00466115">
              <w:br/>
            </w:r>
            <w:r w:rsidRPr="00AA14AC">
              <w:rPr>
                <w:b/>
              </w:rPr>
              <w:t>Карлсон</w:t>
            </w:r>
            <w:r>
              <w:t xml:space="preserve"> :</w:t>
            </w:r>
            <w:r w:rsidRPr="00AA14AC">
              <w:t xml:space="preserve"> </w:t>
            </w:r>
            <w:r>
              <w:t>–У меня тут Фильм  имеется, может, посмотрим вместе.</w:t>
            </w:r>
          </w:p>
          <w:p w:rsidR="00C7134A" w:rsidRPr="00672C68" w:rsidRDefault="00C7134A" w:rsidP="00672C68">
            <w:pPr>
              <w:pStyle w:val="NormalWeb"/>
              <w:shd w:val="clear" w:color="auto" w:fill="FFFFFF"/>
              <w:spacing w:before="225" w:beforeAutospacing="0" w:after="225" w:afterAutospacing="0" w:line="315" w:lineRule="atLeast"/>
              <w:rPr>
                <w:rFonts w:ascii="Arial" w:hAnsi="Arial" w:cs="Arial"/>
                <w:color w:val="555555"/>
                <w:sz w:val="21"/>
                <w:szCs w:val="21"/>
              </w:rPr>
            </w:pPr>
            <w:r w:rsidRPr="00AA14AC">
              <w:rPr>
                <w:b/>
                <w:u w:val="single"/>
              </w:rPr>
              <w:t>12 Презентация «Полезные и вредные привычки»</w:t>
            </w:r>
            <w:r>
              <w:t xml:space="preserve"> (</w:t>
            </w:r>
            <w:r w:rsidRPr="00892380">
              <w:t xml:space="preserve"> проводится в виде презентации на проекторе). Детям предлагается рас</w:t>
            </w:r>
            <w:r>
              <w:t>смотреть  слайды и обозначить действия  сигналами -топотом ног  ( отрицательные ) или  хлопками ( положительные).</w:t>
            </w:r>
            <w:r>
              <w:rPr>
                <w:rFonts w:ascii="Arial" w:hAnsi="Arial" w:cs="Arial"/>
                <w:color w:val="555555"/>
                <w:sz w:val="21"/>
                <w:szCs w:val="21"/>
              </w:rPr>
              <w:t xml:space="preserve"> </w:t>
            </w:r>
          </w:p>
        </w:tc>
        <w:tc>
          <w:tcPr>
            <w:tcW w:w="3192" w:type="dxa"/>
          </w:tcPr>
          <w:p w:rsidR="00C7134A" w:rsidRPr="003D4BC7" w:rsidRDefault="00C7134A" w:rsidP="00CF56AA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jc w:val="both"/>
            </w:pPr>
            <w:r w:rsidRPr="003D4BC7">
              <w:t>Дети отвечают, что Малыш, наверное, заболел, делают предположения, выводы.</w:t>
            </w: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C7134A" w:rsidRDefault="00C7134A" w:rsidP="00CF56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b/>
                <w:sz w:val="24"/>
                <w:szCs w:val="24"/>
              </w:rPr>
              <w:t xml:space="preserve">Денсаулык –здоровье </w:t>
            </w:r>
            <w:r w:rsidRPr="003D4BC7">
              <w:rPr>
                <w:rFonts w:ascii="Times New Roman" w:hAnsi="Times New Roman"/>
                <w:sz w:val="24"/>
                <w:szCs w:val="24"/>
              </w:rPr>
              <w:t>–закрепляют полиязычный компонент.</w:t>
            </w: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Дети начинают советовать, как вылечить Малыша</w:t>
            </w: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Отвечают ( много двигаются, занимаются спортом, ходят пешком, бегают).</w:t>
            </w:r>
            <w:r w:rsidRPr="003D4BC7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(дети дышат).</w:t>
            </w: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Рассматривают схему-плакат, обсуждают  каждый символ</w:t>
            </w:r>
            <w:r w:rsidRPr="003D4BC7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(дети рассматривают плакат, где нарисованы продукты)</w:t>
            </w:r>
          </w:p>
          <w:p w:rsidR="00C7134A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 много сладкого, сахара, варенья.</w:t>
            </w: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109">
              <w:rPr>
                <w:rFonts w:ascii="Times New Roman" w:hAnsi="Times New Roman"/>
                <w:sz w:val="24"/>
                <w:szCs w:val="24"/>
              </w:rPr>
              <w:t>Дети подходят к столам с материалом. Распределяют</w:t>
            </w:r>
            <w:r w:rsidRPr="003D4BC7">
              <w:rPr>
                <w:rFonts w:ascii="Times New Roman" w:hAnsi="Times New Roman"/>
                <w:sz w:val="24"/>
                <w:szCs w:val="24"/>
              </w:rPr>
              <w:t xml:space="preserve"> по вредности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полезности продукты питания.</w:t>
            </w: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  <w:r>
              <w:br/>
            </w:r>
          </w:p>
          <w:p w:rsidR="00C7134A" w:rsidRDefault="00C7134A" w:rsidP="00251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(Полиязычный компонент:</w:t>
            </w: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детей – овощи, фрукты)</w:t>
            </w: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предположения</w:t>
            </w: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поручения воспитателя</w:t>
            </w: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Находят ошибку Карлсона, доказывают свою правоту.</w:t>
            </w: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Наблюдают за действиями педагога и делают выводы о вреде Кока –колы.</w:t>
            </w: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( ответы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 умозаключения детей </w:t>
            </w:r>
            <w:r w:rsidRPr="003D4BC7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(дети подходят к стене</w:t>
            </w:r>
            <w:r w:rsidRPr="003D4BC7">
              <w:rPr>
                <w:rFonts w:ascii="Times New Roman" w:hAnsi="Times New Roman"/>
                <w:sz w:val="24"/>
                <w:szCs w:val="24"/>
              </w:rPr>
              <w:t>, где нарисованы весёлые физкультурники). </w:t>
            </w: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C7">
              <w:rPr>
                <w:rFonts w:ascii="Times New Roman" w:hAnsi="Times New Roman"/>
                <w:sz w:val="24"/>
                <w:szCs w:val="24"/>
              </w:rPr>
              <w:t>Выполняют движения под рифмовку.</w:t>
            </w:r>
          </w:p>
          <w:p w:rsidR="00C7134A" w:rsidRPr="003D4BC7" w:rsidRDefault="00C7134A" w:rsidP="003D1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3D4BC7" w:rsidRDefault="00C7134A" w:rsidP="00CF56AA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чем полезно и вредно просмотр телевидения .</w:t>
            </w:r>
          </w:p>
          <w:p w:rsidR="00C7134A" w:rsidRPr="00AA14AC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AA14AC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</w:t>
            </w:r>
            <w:r w:rsidRPr="00AA14AC">
              <w:rPr>
                <w:rFonts w:ascii="Times New Roman" w:hAnsi="Times New Roman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сматривают слайды </w:t>
            </w:r>
            <w:r w:rsidRPr="00AA14AC">
              <w:rPr>
                <w:rFonts w:ascii="Times New Roman" w:hAnsi="Times New Roman"/>
                <w:sz w:val="24"/>
                <w:szCs w:val="24"/>
              </w:rPr>
              <w:t xml:space="preserve"> и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означают действия  персонажей </w:t>
            </w:r>
            <w:r w:rsidRPr="00AA1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Топанием  ( отрицательные ) или  Хлопками</w:t>
            </w:r>
            <w:r w:rsidRPr="00AA14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A14AC">
              <w:rPr>
                <w:rFonts w:ascii="Times New Roman" w:hAnsi="Times New Roman"/>
                <w:sz w:val="24"/>
                <w:szCs w:val="24"/>
              </w:rPr>
              <w:t>( положи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A14AC">
              <w:rPr>
                <w:rFonts w:ascii="Times New Roman" w:hAnsi="Times New Roman"/>
                <w:sz w:val="24"/>
                <w:szCs w:val="24"/>
              </w:rPr>
              <w:t>тельные)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7134A" w:rsidRPr="00E6742B" w:rsidTr="00E6742B">
        <w:trPr>
          <w:trHeight w:val="376"/>
        </w:trPr>
        <w:tc>
          <w:tcPr>
            <w:tcW w:w="1799" w:type="dxa"/>
          </w:tcPr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42B">
              <w:rPr>
                <w:rFonts w:ascii="Times New Roman" w:hAnsi="Times New Roman"/>
                <w:sz w:val="20"/>
                <w:szCs w:val="20"/>
              </w:rPr>
              <w:t>Рефлексивно-</w:t>
            </w:r>
          </w:p>
          <w:p w:rsidR="00C7134A" w:rsidRPr="00E6742B" w:rsidRDefault="00C7134A" w:rsidP="00E67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42B">
              <w:rPr>
                <w:rFonts w:ascii="Times New Roman" w:hAnsi="Times New Roman"/>
                <w:sz w:val="20"/>
                <w:szCs w:val="20"/>
              </w:rPr>
              <w:t>коррегирующий</w:t>
            </w:r>
          </w:p>
        </w:tc>
        <w:tc>
          <w:tcPr>
            <w:tcW w:w="0" w:type="auto"/>
          </w:tcPr>
          <w:p w:rsidR="00C7134A" w:rsidRDefault="00C7134A" w:rsidP="00672C68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rPr>
                <w:u w:val="single"/>
                <w:bdr w:val="none" w:sz="0" w:space="0" w:color="auto" w:frame="1"/>
              </w:rPr>
            </w:pPr>
            <w:r w:rsidRPr="002F3A40">
              <w:t>Карлсон удивляется, как много знают дети о здоровье и его сохранении, переживает, что может не запомнить</w:t>
            </w:r>
            <w:r>
              <w:t xml:space="preserve"> все и предлагает изготовить Малышу</w:t>
            </w:r>
            <w:r w:rsidRPr="002F3A40">
              <w:t xml:space="preserve"> на память большую открытку о здоровом образе жизни.</w:t>
            </w:r>
            <w:r w:rsidRPr="002F3A40">
              <w:rPr>
                <w:u w:val="single"/>
                <w:bdr w:val="none" w:sz="0" w:space="0" w:color="auto" w:frame="1"/>
              </w:rPr>
              <w:t xml:space="preserve"> </w:t>
            </w:r>
          </w:p>
          <w:p w:rsidR="00C7134A" w:rsidRDefault="00C7134A" w:rsidP="00672C68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  <w:rPr>
                <w:u w:val="single"/>
                <w:bdr w:val="none" w:sz="0" w:space="0" w:color="auto" w:frame="1"/>
              </w:rPr>
            </w:pPr>
          </w:p>
          <w:p w:rsidR="00C7134A" w:rsidRDefault="00C7134A" w:rsidP="00672C68">
            <w:pPr>
              <w:pStyle w:val="NormalWeb"/>
              <w:shd w:val="clear" w:color="auto" w:fill="FFFFFF"/>
              <w:spacing w:before="0" w:beforeAutospacing="0" w:after="0" w:afterAutospacing="0" w:line="315" w:lineRule="atLeast"/>
            </w:pPr>
            <w:r w:rsidRPr="00672C68">
              <w:rPr>
                <w:b/>
                <w:u w:val="single"/>
                <w:bdr w:val="none" w:sz="0" w:space="0" w:color="auto" w:frame="1"/>
              </w:rPr>
              <w:t>13.Коллективная аппликация</w:t>
            </w:r>
            <w:r w:rsidRPr="002F3A40">
              <w:rPr>
                <w:rStyle w:val="apple-converted-space"/>
              </w:rPr>
              <w:t> </w:t>
            </w:r>
            <w:r>
              <w:t>– коллаж «З</w:t>
            </w:r>
            <w:r w:rsidRPr="002F3A40">
              <w:t>доровый образ жизни»</w:t>
            </w:r>
          </w:p>
          <w:p w:rsidR="00C7134A" w:rsidRDefault="00C7134A" w:rsidP="00672C68">
            <w:pPr>
              <w:rPr>
                <w:rFonts w:ascii="Times New Roman" w:hAnsi="Times New Roman"/>
                <w:sz w:val="24"/>
                <w:szCs w:val="24"/>
              </w:rPr>
            </w:pPr>
            <w:r w:rsidRPr="00672C68">
              <w:rPr>
                <w:rFonts w:ascii="Times New Roman" w:hAnsi="Times New Roman"/>
                <w:sz w:val="24"/>
                <w:szCs w:val="24"/>
              </w:rPr>
              <w:t>Карлсон рассматривает коллаж, еще раз вместе с детьми проговаривает, что нужно делать человеку, чтобы быть здоровым.</w:t>
            </w:r>
          </w:p>
          <w:p w:rsidR="00C7134A" w:rsidRDefault="00C7134A" w:rsidP="00672C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14. </w:t>
            </w:r>
            <w:r w:rsidRPr="008A556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Пословицы поговорки про Здоровье</w:t>
            </w:r>
            <w:r w:rsidRPr="00672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134A" w:rsidRPr="00251685" w:rsidRDefault="00C7134A" w:rsidP="00672C68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72C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Итог:</w:t>
            </w:r>
            <w:r w:rsidRPr="00672C6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Ребята</w:t>
            </w:r>
            <w:r w:rsidRPr="00672C68">
              <w:rPr>
                <w:rFonts w:ascii="Times New Roman" w:hAnsi="Times New Roman"/>
                <w:sz w:val="24"/>
                <w:szCs w:val="24"/>
              </w:rPr>
              <w:t>, наше путешествие в Страну здоровья закончилось. Что нового и интересного вы узнали сегодня? А ты</w:t>
            </w:r>
            <w:r>
              <w:rPr>
                <w:rFonts w:ascii="Times New Roman" w:hAnsi="Times New Roman"/>
                <w:sz w:val="24"/>
                <w:szCs w:val="24"/>
              </w:rPr>
              <w:t>, Карлсон, чему  научишь Малыша</w:t>
            </w:r>
            <w:r w:rsidRPr="00672C68">
              <w:rPr>
                <w:rFonts w:ascii="Times New Roman" w:hAnsi="Times New Roman"/>
                <w:sz w:val="24"/>
                <w:szCs w:val="24"/>
              </w:rPr>
              <w:t>? Я надеюсь, что вы будете выполнять все необходимые правила, и никогда не будете болеть. А у тебя Карлсон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всегда будет хорошее настроени</w:t>
            </w:r>
            <w:r w:rsidRPr="00672C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е!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Карлсон </w:t>
            </w:r>
            <w:r w:rsidRPr="00672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672C68">
              <w:rPr>
                <w:rFonts w:ascii="Times New Roman" w:hAnsi="Times New Roman"/>
                <w:sz w:val="24"/>
                <w:szCs w:val="24"/>
              </w:rPr>
              <w:t>лагодарит детей за помощь,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дарит им витамины, </w:t>
            </w:r>
            <w:r w:rsidRPr="00672C68">
              <w:rPr>
                <w:rFonts w:ascii="Times New Roman" w:hAnsi="Times New Roman"/>
                <w:sz w:val="24"/>
                <w:szCs w:val="24"/>
              </w:rPr>
              <w:t xml:space="preserve"> прощается и уходит.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92" w:type="dxa"/>
          </w:tcPr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коллективную аппликацию-открытку для Малыша,  наклеивают готовые картинки.</w:t>
            </w: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читают пословицы и поговорки про здоровье.</w:t>
            </w: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34A" w:rsidRPr="00E6742B" w:rsidRDefault="00C7134A" w:rsidP="004B0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134A" w:rsidRPr="00E07A87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07A87">
        <w:rPr>
          <w:rFonts w:ascii="Times New Roman" w:hAnsi="Times New Roman"/>
          <w:sz w:val="24"/>
          <w:szCs w:val="24"/>
        </w:rPr>
        <w:t xml:space="preserve"> </w:t>
      </w:r>
    </w:p>
    <w:p w:rsidR="00C7134A" w:rsidRDefault="00C7134A" w:rsidP="00DA41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Ожидаемый результат:</w:t>
      </w:r>
    </w:p>
    <w:p w:rsidR="00C7134A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Знать:</w:t>
      </w:r>
      <w:r>
        <w:rPr>
          <w:rFonts w:ascii="Times New Roman" w:hAnsi="Times New Roman"/>
          <w:sz w:val="24"/>
          <w:szCs w:val="24"/>
        </w:rPr>
        <w:t xml:space="preserve">    -</w:t>
      </w:r>
      <w:r w:rsidRPr="00672C68">
        <w:rPr>
          <w:rFonts w:ascii="Times New Roman" w:hAnsi="Times New Roman"/>
          <w:sz w:val="24"/>
          <w:szCs w:val="24"/>
        </w:rPr>
        <w:t xml:space="preserve"> </w:t>
      </w:r>
      <w:r w:rsidRPr="00FA1094">
        <w:rPr>
          <w:rFonts w:ascii="Times New Roman" w:hAnsi="Times New Roman"/>
          <w:sz w:val="24"/>
          <w:szCs w:val="24"/>
        </w:rPr>
        <w:t>понятия «здоровье», «здоровый человек», «полезная» и «вредная» пища</w:t>
      </w:r>
      <w:r>
        <w:rPr>
          <w:rFonts w:ascii="Times New Roman" w:hAnsi="Times New Roman"/>
          <w:sz w:val="24"/>
          <w:szCs w:val="24"/>
        </w:rPr>
        <w:t>;</w:t>
      </w:r>
    </w:p>
    <w:p w:rsidR="00C7134A" w:rsidRPr="00DD2BB9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-</w:t>
      </w:r>
      <w:r w:rsidRPr="00FA1094">
        <w:rPr>
          <w:rFonts w:ascii="Times New Roman" w:hAnsi="Times New Roman"/>
          <w:sz w:val="24"/>
          <w:szCs w:val="24"/>
        </w:rPr>
        <w:t xml:space="preserve"> о пользе витаминов, их значении, вз</w:t>
      </w:r>
      <w:r>
        <w:rPr>
          <w:rFonts w:ascii="Times New Roman" w:hAnsi="Times New Roman"/>
          <w:sz w:val="24"/>
          <w:szCs w:val="24"/>
        </w:rPr>
        <w:t>аимосвязи питания и здоровья;</w:t>
      </w:r>
    </w:p>
    <w:p w:rsidR="00C7134A" w:rsidRPr="00DD2BB9" w:rsidRDefault="00C7134A" w:rsidP="00DA41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Иметь:</w:t>
      </w:r>
      <w:r w:rsidRPr="00DD2BB9">
        <w:rPr>
          <w:color w:val="000000"/>
          <w:sz w:val="27"/>
          <w:szCs w:val="27"/>
          <w:shd w:val="clear" w:color="auto" w:fill="FFFFFF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 xml:space="preserve"> -</w:t>
      </w:r>
      <w:r w:rsidRPr="00672C68">
        <w:rPr>
          <w:rFonts w:ascii="Times New Roman" w:hAnsi="Times New Roman"/>
          <w:sz w:val="24"/>
          <w:szCs w:val="24"/>
        </w:rPr>
        <w:t xml:space="preserve"> </w:t>
      </w:r>
      <w:r w:rsidRPr="00FA1094">
        <w:rPr>
          <w:rFonts w:ascii="Times New Roman" w:hAnsi="Times New Roman"/>
          <w:sz w:val="24"/>
          <w:szCs w:val="24"/>
        </w:rPr>
        <w:t xml:space="preserve">представление о полезности физической </w:t>
      </w:r>
      <w:r>
        <w:rPr>
          <w:rFonts w:ascii="Times New Roman" w:hAnsi="Times New Roman"/>
          <w:sz w:val="24"/>
          <w:szCs w:val="24"/>
        </w:rPr>
        <w:t>активности и личной гигиены; вредных и полезных привычках;</w:t>
      </w:r>
    </w:p>
    <w:p w:rsidR="00C7134A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Уметь:  - </w:t>
      </w:r>
      <w:r w:rsidRPr="00672C68">
        <w:rPr>
          <w:rFonts w:ascii="Times New Roman" w:hAnsi="Times New Roman"/>
          <w:sz w:val="24"/>
          <w:szCs w:val="24"/>
        </w:rPr>
        <w:t xml:space="preserve">решать </w:t>
      </w:r>
      <w:r>
        <w:rPr>
          <w:rFonts w:ascii="Times New Roman" w:hAnsi="Times New Roman"/>
          <w:sz w:val="24"/>
          <w:szCs w:val="24"/>
        </w:rPr>
        <w:t>задания дидактических упражнений, и соблюдать правила ЗОЖ;</w:t>
      </w:r>
    </w:p>
    <w:p w:rsidR="00C7134A" w:rsidRPr="00672C68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- принимать активное участие</w:t>
      </w:r>
      <w:r w:rsidRPr="00FA1094">
        <w:rPr>
          <w:rFonts w:ascii="Times New Roman" w:hAnsi="Times New Roman"/>
          <w:sz w:val="24"/>
          <w:szCs w:val="24"/>
        </w:rPr>
        <w:t xml:space="preserve"> в беседе, </w:t>
      </w:r>
      <w:r>
        <w:rPr>
          <w:rFonts w:ascii="Times New Roman" w:hAnsi="Times New Roman"/>
          <w:sz w:val="24"/>
          <w:szCs w:val="24"/>
        </w:rPr>
        <w:t>находить  и исправлять  ошибки в провокационных заданиях.</w:t>
      </w:r>
    </w:p>
    <w:p w:rsidR="00C7134A" w:rsidRPr="00DD2BB9" w:rsidRDefault="00C7134A" w:rsidP="00DA415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</w:p>
    <w:p w:rsidR="00C7134A" w:rsidRPr="008B47FD" w:rsidRDefault="00C7134A" w:rsidP="00DA41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134A" w:rsidRDefault="00C7134A"/>
    <w:sectPr w:rsidR="00C7134A" w:rsidSect="008B47F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159"/>
    <w:rsid w:val="00041DBC"/>
    <w:rsid w:val="000905AE"/>
    <w:rsid w:val="000E0D49"/>
    <w:rsid w:val="001161FD"/>
    <w:rsid w:val="0012720D"/>
    <w:rsid w:val="0018290C"/>
    <w:rsid w:val="001905D2"/>
    <w:rsid w:val="00221FF8"/>
    <w:rsid w:val="00244290"/>
    <w:rsid w:val="00251685"/>
    <w:rsid w:val="002618A5"/>
    <w:rsid w:val="002B2993"/>
    <w:rsid w:val="002F3A40"/>
    <w:rsid w:val="003A03F4"/>
    <w:rsid w:val="003D1109"/>
    <w:rsid w:val="003D4BC7"/>
    <w:rsid w:val="00436B98"/>
    <w:rsid w:val="0046264B"/>
    <w:rsid w:val="00466115"/>
    <w:rsid w:val="004B0BD1"/>
    <w:rsid w:val="004B4BCE"/>
    <w:rsid w:val="004E2E89"/>
    <w:rsid w:val="005615C8"/>
    <w:rsid w:val="005701CA"/>
    <w:rsid w:val="00577D95"/>
    <w:rsid w:val="00672C68"/>
    <w:rsid w:val="006B2795"/>
    <w:rsid w:val="00721895"/>
    <w:rsid w:val="007B5E1C"/>
    <w:rsid w:val="00865EA9"/>
    <w:rsid w:val="00892380"/>
    <w:rsid w:val="008A00CF"/>
    <w:rsid w:val="008A556E"/>
    <w:rsid w:val="008B47FD"/>
    <w:rsid w:val="00911FDD"/>
    <w:rsid w:val="00954703"/>
    <w:rsid w:val="0097189E"/>
    <w:rsid w:val="009766D1"/>
    <w:rsid w:val="009C39AE"/>
    <w:rsid w:val="00A01C92"/>
    <w:rsid w:val="00A37211"/>
    <w:rsid w:val="00AA14AC"/>
    <w:rsid w:val="00B67278"/>
    <w:rsid w:val="00BD4F9C"/>
    <w:rsid w:val="00C00EFF"/>
    <w:rsid w:val="00C117CF"/>
    <w:rsid w:val="00C66BC6"/>
    <w:rsid w:val="00C7134A"/>
    <w:rsid w:val="00C7241B"/>
    <w:rsid w:val="00CF3CF6"/>
    <w:rsid w:val="00CF56AA"/>
    <w:rsid w:val="00D510ED"/>
    <w:rsid w:val="00D67D0D"/>
    <w:rsid w:val="00D70356"/>
    <w:rsid w:val="00D7660A"/>
    <w:rsid w:val="00DA4159"/>
    <w:rsid w:val="00DD2BB9"/>
    <w:rsid w:val="00DE731B"/>
    <w:rsid w:val="00E07A87"/>
    <w:rsid w:val="00E519C8"/>
    <w:rsid w:val="00E6742B"/>
    <w:rsid w:val="00E83EC7"/>
    <w:rsid w:val="00E87063"/>
    <w:rsid w:val="00E874DE"/>
    <w:rsid w:val="00E924C3"/>
    <w:rsid w:val="00EA1A7E"/>
    <w:rsid w:val="00F11C76"/>
    <w:rsid w:val="00F66F7B"/>
    <w:rsid w:val="00FA1094"/>
    <w:rsid w:val="00FD1281"/>
    <w:rsid w:val="00FE0CBF"/>
    <w:rsid w:val="00FE583E"/>
    <w:rsid w:val="00FE6945"/>
    <w:rsid w:val="00FE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D4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DA4159"/>
    <w:rPr>
      <w:rFonts w:cs="Times New Roman"/>
    </w:rPr>
  </w:style>
  <w:style w:type="table" w:styleId="TableGrid">
    <w:name w:val="Table Grid"/>
    <w:basedOn w:val="TableNormal"/>
    <w:uiPriority w:val="99"/>
    <w:rsid w:val="00DA415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A4159"/>
  </w:style>
  <w:style w:type="paragraph" w:styleId="NormalWeb">
    <w:name w:val="Normal (Web)"/>
    <w:basedOn w:val="Normal"/>
    <w:uiPriority w:val="99"/>
    <w:rsid w:val="00D766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</TotalTime>
  <Pages>5</Pages>
  <Words>1879</Words>
  <Characters>10711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Bereke</dc:creator>
  <cp:keywords/>
  <dc:description/>
  <cp:lastModifiedBy>Kontinent</cp:lastModifiedBy>
  <cp:revision>14</cp:revision>
  <cp:lastPrinted>2013-12-17T17:03:00Z</cp:lastPrinted>
  <dcterms:created xsi:type="dcterms:W3CDTF">2013-03-31T06:26:00Z</dcterms:created>
  <dcterms:modified xsi:type="dcterms:W3CDTF">2013-12-17T17:07:00Z</dcterms:modified>
</cp:coreProperties>
</file>