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2E5" w:rsidRPr="00735906" w:rsidRDefault="00F152E5" w:rsidP="00FE5F87">
      <w:pPr>
        <w:rPr>
          <w:rFonts w:ascii="Cambria" w:hAnsi="Cambria"/>
          <w:sz w:val="28"/>
          <w:szCs w:val="28"/>
          <w:lang w:val="kk-KZ"/>
        </w:rPr>
      </w:pPr>
    </w:p>
    <w:p w:rsidR="00F152E5" w:rsidRPr="00735906" w:rsidRDefault="00F152E5" w:rsidP="00FE5F87">
      <w:pPr>
        <w:jc w:val="center"/>
        <w:rPr>
          <w:rFonts w:ascii="Cambria" w:hAnsi="Cambria"/>
          <w:b/>
          <w:bCs/>
          <w:i/>
          <w:iCs/>
          <w:sz w:val="32"/>
          <w:szCs w:val="32"/>
        </w:rPr>
      </w:pPr>
      <w:r w:rsidRPr="00735906">
        <w:rPr>
          <w:rFonts w:ascii="Cambria" w:hAnsi="Cambria"/>
          <w:b/>
          <w:bCs/>
          <w:i/>
          <w:iCs/>
          <w:sz w:val="32"/>
          <w:szCs w:val="32"/>
        </w:rPr>
        <w:t>Муниципальное бюджетное общеобразовательное учреждение «</w:t>
      </w:r>
      <w:r>
        <w:rPr>
          <w:rFonts w:ascii="Cambria" w:hAnsi="Cambria"/>
          <w:b/>
          <w:bCs/>
          <w:i/>
          <w:iCs/>
          <w:sz w:val="32"/>
          <w:szCs w:val="32"/>
        </w:rPr>
        <w:t>Нижнесортымская средняя общеобразовательная школа»</w:t>
      </w:r>
    </w:p>
    <w:p w:rsidR="00F152E5" w:rsidRPr="00AA6684" w:rsidRDefault="00F152E5" w:rsidP="00FE5F87">
      <w:pPr>
        <w:jc w:val="center"/>
        <w:rPr>
          <w:rFonts w:ascii="Cambria" w:hAnsi="Cambria"/>
          <w:b/>
          <w:bCs/>
          <w:i/>
          <w:iCs/>
          <w:sz w:val="28"/>
          <w:szCs w:val="28"/>
        </w:rPr>
      </w:pPr>
    </w:p>
    <w:p w:rsidR="00F152E5" w:rsidRDefault="00F152E5" w:rsidP="00FE5F87">
      <w:pPr>
        <w:jc w:val="center"/>
        <w:rPr>
          <w:rFonts w:ascii="Cambria" w:hAnsi="Cambria"/>
          <w:b/>
          <w:bCs/>
          <w:i/>
          <w:iCs/>
          <w:sz w:val="28"/>
          <w:szCs w:val="28"/>
        </w:rPr>
      </w:pPr>
    </w:p>
    <w:p w:rsidR="00F152E5" w:rsidRDefault="00F152E5" w:rsidP="00FE5F87">
      <w:pPr>
        <w:jc w:val="center"/>
        <w:rPr>
          <w:rFonts w:ascii="Cambria" w:hAnsi="Cambria"/>
          <w:b/>
          <w:bCs/>
          <w:i/>
          <w:iCs/>
          <w:sz w:val="28"/>
          <w:szCs w:val="28"/>
        </w:rPr>
      </w:pPr>
    </w:p>
    <w:p w:rsidR="00F152E5" w:rsidRDefault="00F152E5" w:rsidP="00FE5F87">
      <w:pPr>
        <w:jc w:val="center"/>
        <w:rPr>
          <w:rFonts w:ascii="Cambria" w:hAnsi="Cambria"/>
          <w:b/>
          <w:bCs/>
          <w:i/>
          <w:iCs/>
          <w:sz w:val="28"/>
          <w:szCs w:val="28"/>
        </w:rPr>
      </w:pPr>
      <w:r>
        <w:rPr>
          <w:rFonts w:ascii="Cambria" w:hAnsi="Cambria"/>
          <w:b/>
          <w:bCs/>
          <w:i/>
          <w:iCs/>
          <w:sz w:val="28"/>
          <w:szCs w:val="28"/>
          <w:lang w:val="en-US"/>
        </w:rPr>
        <w:t>II</w:t>
      </w:r>
      <w:r>
        <w:rPr>
          <w:rFonts w:ascii="Cambria" w:hAnsi="Cambria"/>
          <w:b/>
          <w:bCs/>
          <w:i/>
          <w:iCs/>
          <w:sz w:val="28"/>
          <w:szCs w:val="28"/>
        </w:rPr>
        <w:t xml:space="preserve"> ВСЕРОССИЙСКИЙ ПЕДАГОГИЧЕСКИЙ КОНКУРС</w:t>
      </w:r>
    </w:p>
    <w:p w:rsidR="00F152E5" w:rsidRPr="00907ACE" w:rsidRDefault="00F152E5" w:rsidP="00FE5F87">
      <w:pPr>
        <w:jc w:val="center"/>
        <w:rPr>
          <w:rFonts w:ascii="Cambria" w:hAnsi="Cambria"/>
          <w:b/>
          <w:bCs/>
          <w:i/>
          <w:iCs/>
          <w:sz w:val="28"/>
          <w:szCs w:val="28"/>
        </w:rPr>
      </w:pPr>
      <w:r>
        <w:rPr>
          <w:rFonts w:ascii="Cambria" w:hAnsi="Cambria"/>
          <w:b/>
          <w:bCs/>
          <w:i/>
          <w:iCs/>
          <w:sz w:val="28"/>
          <w:szCs w:val="28"/>
        </w:rPr>
        <w:t>«ЭКОЛОГИЯ- ДЕЛО КАЖДОГО»</w:t>
      </w:r>
    </w:p>
    <w:p w:rsidR="00F152E5" w:rsidRDefault="00F152E5" w:rsidP="00FE5F87">
      <w:pPr>
        <w:jc w:val="center"/>
        <w:rPr>
          <w:rFonts w:ascii="Cambria" w:hAnsi="Cambria"/>
          <w:b/>
          <w:bCs/>
          <w:i/>
          <w:iCs/>
          <w:sz w:val="28"/>
          <w:szCs w:val="28"/>
        </w:rPr>
      </w:pPr>
    </w:p>
    <w:p w:rsidR="00F152E5" w:rsidRDefault="00F152E5" w:rsidP="00FE5F87">
      <w:pPr>
        <w:jc w:val="center"/>
        <w:rPr>
          <w:rFonts w:ascii="Cambria" w:hAnsi="Cambria"/>
          <w:b/>
          <w:bCs/>
          <w:i/>
          <w:iCs/>
          <w:sz w:val="28"/>
          <w:szCs w:val="28"/>
        </w:rPr>
      </w:pPr>
    </w:p>
    <w:p w:rsidR="00F152E5" w:rsidRPr="00AA6684" w:rsidRDefault="00F152E5" w:rsidP="00FE5F87">
      <w:pPr>
        <w:jc w:val="center"/>
        <w:rPr>
          <w:rFonts w:ascii="Cambria" w:hAnsi="Cambria"/>
          <w:b/>
          <w:bCs/>
          <w:i/>
          <w:iCs/>
          <w:sz w:val="28"/>
          <w:szCs w:val="28"/>
        </w:rPr>
      </w:pPr>
    </w:p>
    <w:p w:rsidR="00F152E5" w:rsidRPr="00AA6684" w:rsidRDefault="00F152E5" w:rsidP="00FE5F87">
      <w:pPr>
        <w:jc w:val="center"/>
        <w:rPr>
          <w:rFonts w:ascii="Cambria" w:hAnsi="Cambria"/>
          <w:color w:val="002060"/>
          <w:sz w:val="44"/>
          <w:szCs w:val="44"/>
        </w:rPr>
      </w:pPr>
      <w:r w:rsidRPr="00AA6684">
        <w:rPr>
          <w:rFonts w:ascii="Cambria" w:hAnsi="Cambria"/>
          <w:b/>
          <w:bCs/>
          <w:color w:val="002060"/>
          <w:sz w:val="44"/>
          <w:szCs w:val="44"/>
          <w:lang w:val="kk-KZ"/>
        </w:rPr>
        <w:t xml:space="preserve"> </w:t>
      </w:r>
      <w:r w:rsidRPr="00AA6684">
        <w:rPr>
          <w:rFonts w:ascii="Cambria" w:hAnsi="Cambria"/>
          <w:b/>
          <w:bCs/>
          <w:color w:val="002060"/>
          <w:sz w:val="44"/>
          <w:szCs w:val="44"/>
          <w:lang w:val="kk-KZ"/>
        </w:rPr>
        <w:br/>
      </w:r>
      <w:r>
        <w:rPr>
          <w:rFonts w:ascii="Cambria" w:hAnsi="Cambria"/>
          <w:b/>
          <w:bCs/>
          <w:sz w:val="44"/>
          <w:szCs w:val="44"/>
          <w:lang w:val="kk-KZ"/>
        </w:rPr>
        <w:t>Тема: «Экология и поведение птиц</w:t>
      </w:r>
      <w:r w:rsidRPr="006A7D0D">
        <w:rPr>
          <w:rFonts w:ascii="Cambria" w:hAnsi="Cambria"/>
          <w:b/>
          <w:bCs/>
          <w:sz w:val="44"/>
          <w:szCs w:val="44"/>
          <w:lang w:val="kk-KZ"/>
        </w:rPr>
        <w:t>»</w:t>
      </w:r>
    </w:p>
    <w:p w:rsidR="00F152E5" w:rsidRPr="00AA6684" w:rsidRDefault="00F152E5" w:rsidP="00FE5F87">
      <w:pPr>
        <w:jc w:val="center"/>
        <w:rPr>
          <w:rFonts w:ascii="Cambria" w:hAnsi="Cambria"/>
          <w:sz w:val="28"/>
          <w:szCs w:val="28"/>
          <w:lang w:val="kk-KZ"/>
        </w:rPr>
      </w:pPr>
    </w:p>
    <w:p w:rsidR="00F152E5" w:rsidRPr="00AA6684" w:rsidRDefault="00F152E5" w:rsidP="00FE5F87">
      <w:pPr>
        <w:jc w:val="center"/>
        <w:rPr>
          <w:rFonts w:ascii="Cambria" w:hAnsi="Cambria"/>
          <w:sz w:val="28"/>
          <w:szCs w:val="28"/>
          <w:lang w:val="kk-KZ"/>
        </w:rPr>
      </w:pPr>
    </w:p>
    <w:p w:rsidR="00F152E5" w:rsidRPr="00AA6684" w:rsidRDefault="00F152E5" w:rsidP="00FE5F87">
      <w:pPr>
        <w:jc w:val="center"/>
        <w:rPr>
          <w:rFonts w:ascii="Cambria" w:hAnsi="Cambria"/>
          <w:sz w:val="28"/>
          <w:szCs w:val="28"/>
          <w:lang w:val="kk-KZ"/>
        </w:rPr>
      </w:pPr>
    </w:p>
    <w:p w:rsidR="00F152E5" w:rsidRPr="00AA6684" w:rsidRDefault="00F152E5" w:rsidP="00FE5F87">
      <w:pPr>
        <w:jc w:val="center"/>
        <w:rPr>
          <w:rFonts w:ascii="Cambria" w:hAnsi="Cambria"/>
          <w:sz w:val="28"/>
          <w:szCs w:val="28"/>
          <w:lang w:val="kk-KZ"/>
        </w:rPr>
      </w:pPr>
    </w:p>
    <w:p w:rsidR="00F152E5" w:rsidRPr="00AA6684" w:rsidRDefault="00F152E5" w:rsidP="00FE5F87">
      <w:pPr>
        <w:jc w:val="center"/>
        <w:rPr>
          <w:rFonts w:ascii="Cambria" w:hAnsi="Cambria"/>
          <w:sz w:val="28"/>
          <w:szCs w:val="28"/>
          <w:lang w:val="kk-KZ"/>
        </w:rPr>
      </w:pPr>
    </w:p>
    <w:p w:rsidR="00F152E5" w:rsidRPr="00AA6684" w:rsidRDefault="00F152E5" w:rsidP="00FE5F87">
      <w:pPr>
        <w:jc w:val="center"/>
        <w:rPr>
          <w:rFonts w:ascii="Cambria" w:hAnsi="Cambria"/>
          <w:sz w:val="28"/>
          <w:szCs w:val="28"/>
          <w:lang w:val="kk-KZ"/>
        </w:rPr>
      </w:pPr>
    </w:p>
    <w:p w:rsidR="00F152E5" w:rsidRPr="00AA6684" w:rsidRDefault="00F152E5" w:rsidP="00FE5F87">
      <w:pPr>
        <w:jc w:val="center"/>
        <w:rPr>
          <w:rFonts w:ascii="Cambria" w:hAnsi="Cambria"/>
          <w:sz w:val="28"/>
          <w:szCs w:val="28"/>
          <w:lang w:val="kk-KZ"/>
        </w:rPr>
      </w:pPr>
    </w:p>
    <w:p w:rsidR="00F152E5" w:rsidRDefault="00F152E5" w:rsidP="00FE5F87">
      <w:pPr>
        <w:jc w:val="center"/>
        <w:rPr>
          <w:rFonts w:ascii="Cambria" w:hAnsi="Cambria"/>
          <w:color w:val="000000"/>
          <w:sz w:val="28"/>
          <w:szCs w:val="28"/>
          <w:lang w:val="kk-KZ"/>
        </w:rPr>
      </w:pPr>
      <w:r>
        <w:rPr>
          <w:rFonts w:ascii="Cambria" w:hAnsi="Cambria"/>
          <w:color w:val="000000"/>
          <w:sz w:val="28"/>
          <w:szCs w:val="28"/>
          <w:lang w:val="kk-KZ"/>
        </w:rPr>
        <w:t>Работу выполнил: Злобин Вениамин Вячеславович – учитель биологии</w:t>
      </w:r>
    </w:p>
    <w:p w:rsidR="00F152E5" w:rsidRPr="00992FDC" w:rsidRDefault="00F152E5" w:rsidP="00FE5F87">
      <w:pPr>
        <w:jc w:val="center"/>
        <w:rPr>
          <w:rFonts w:ascii="Cambria" w:hAnsi="Cambria"/>
          <w:color w:val="000000"/>
          <w:sz w:val="28"/>
          <w:szCs w:val="28"/>
        </w:rPr>
      </w:pPr>
      <w:bookmarkStart w:id="0" w:name="_GoBack"/>
      <w:bookmarkEnd w:id="0"/>
      <w:r w:rsidRPr="00992FDC">
        <w:rPr>
          <w:rFonts w:ascii="Cambria" w:hAnsi="Cambria"/>
          <w:color w:val="000000"/>
          <w:sz w:val="28"/>
          <w:szCs w:val="28"/>
          <w:lang w:val="kk-KZ"/>
        </w:rPr>
        <w:br/>
      </w:r>
    </w:p>
    <w:p w:rsidR="00F152E5" w:rsidRDefault="00F152E5" w:rsidP="00FE5F87">
      <w:pPr>
        <w:spacing w:line="360" w:lineRule="auto"/>
        <w:ind w:firstLine="709"/>
        <w:rPr>
          <w:b/>
          <w:sz w:val="28"/>
          <w:szCs w:val="28"/>
        </w:rPr>
      </w:pPr>
    </w:p>
    <w:p w:rsidR="00F152E5" w:rsidRDefault="00F152E5" w:rsidP="00FE5F87">
      <w:pPr>
        <w:spacing w:line="360" w:lineRule="auto"/>
        <w:ind w:firstLine="709"/>
        <w:rPr>
          <w:b/>
          <w:sz w:val="28"/>
          <w:szCs w:val="28"/>
        </w:rPr>
      </w:pPr>
    </w:p>
    <w:p w:rsidR="00F152E5" w:rsidRDefault="00F152E5" w:rsidP="00FE5F87">
      <w:pPr>
        <w:spacing w:line="360" w:lineRule="auto"/>
        <w:ind w:firstLine="709"/>
        <w:rPr>
          <w:b/>
          <w:sz w:val="28"/>
          <w:szCs w:val="28"/>
        </w:rPr>
      </w:pPr>
    </w:p>
    <w:p w:rsidR="00F152E5" w:rsidRDefault="00F152E5" w:rsidP="00FE5F87">
      <w:pPr>
        <w:spacing w:line="360" w:lineRule="auto"/>
        <w:ind w:firstLine="709"/>
        <w:rPr>
          <w:b/>
          <w:sz w:val="28"/>
          <w:szCs w:val="28"/>
        </w:rPr>
      </w:pPr>
    </w:p>
    <w:p w:rsidR="00F152E5" w:rsidRDefault="00F152E5" w:rsidP="00FE5F87">
      <w:pPr>
        <w:spacing w:line="360" w:lineRule="auto"/>
        <w:ind w:firstLine="709"/>
        <w:rPr>
          <w:b/>
          <w:sz w:val="28"/>
          <w:szCs w:val="28"/>
        </w:rPr>
      </w:pPr>
    </w:p>
    <w:p w:rsidR="00F152E5" w:rsidRDefault="00F152E5" w:rsidP="00FE5F87">
      <w:pPr>
        <w:spacing w:line="360" w:lineRule="auto"/>
        <w:ind w:firstLine="709"/>
        <w:rPr>
          <w:b/>
          <w:sz w:val="28"/>
          <w:szCs w:val="28"/>
        </w:rPr>
      </w:pPr>
    </w:p>
    <w:p w:rsidR="00F152E5" w:rsidRDefault="00F152E5" w:rsidP="00FE5F87">
      <w:pPr>
        <w:spacing w:line="360" w:lineRule="auto"/>
        <w:ind w:firstLine="709"/>
        <w:rPr>
          <w:b/>
          <w:sz w:val="28"/>
          <w:szCs w:val="28"/>
        </w:rPr>
      </w:pPr>
    </w:p>
    <w:p w:rsidR="00F152E5" w:rsidRDefault="00F152E5" w:rsidP="00FE5F87">
      <w:pPr>
        <w:spacing w:line="360" w:lineRule="auto"/>
        <w:ind w:firstLine="709"/>
        <w:rPr>
          <w:b/>
          <w:sz w:val="28"/>
          <w:szCs w:val="28"/>
        </w:rPr>
      </w:pPr>
    </w:p>
    <w:p w:rsidR="00F152E5" w:rsidRDefault="00F152E5" w:rsidP="00FE5F87">
      <w:pPr>
        <w:spacing w:line="360" w:lineRule="auto"/>
        <w:ind w:firstLine="709"/>
        <w:rPr>
          <w:b/>
          <w:sz w:val="28"/>
          <w:szCs w:val="28"/>
        </w:rPr>
      </w:pPr>
    </w:p>
    <w:p w:rsidR="00F152E5" w:rsidRDefault="00F152E5" w:rsidP="00FE5F87">
      <w:pPr>
        <w:spacing w:line="360" w:lineRule="auto"/>
        <w:ind w:firstLine="709"/>
        <w:rPr>
          <w:b/>
          <w:sz w:val="28"/>
          <w:szCs w:val="28"/>
        </w:rPr>
      </w:pPr>
    </w:p>
    <w:p w:rsidR="00F152E5" w:rsidRDefault="00F152E5" w:rsidP="00FE5F87">
      <w:pPr>
        <w:spacing w:line="360" w:lineRule="auto"/>
        <w:ind w:firstLine="709"/>
        <w:rPr>
          <w:b/>
          <w:sz w:val="28"/>
          <w:szCs w:val="28"/>
        </w:rPr>
      </w:pPr>
    </w:p>
    <w:p w:rsidR="00F152E5" w:rsidRDefault="00F152E5" w:rsidP="00907ACE">
      <w:pPr>
        <w:spacing w:line="360" w:lineRule="auto"/>
        <w:jc w:val="center"/>
        <w:rPr>
          <w:b/>
          <w:sz w:val="28"/>
          <w:szCs w:val="28"/>
        </w:rPr>
      </w:pPr>
      <w:r w:rsidRPr="003177BF">
        <w:rPr>
          <w:b/>
          <w:sz w:val="28"/>
          <w:szCs w:val="28"/>
        </w:rPr>
        <w:t>2022г.</w:t>
      </w:r>
    </w:p>
    <w:p w:rsidR="00F152E5" w:rsidRDefault="00F152E5" w:rsidP="00920263">
      <w:pPr>
        <w:jc w:val="center"/>
        <w:rPr>
          <w:b/>
          <w:sz w:val="28"/>
          <w:szCs w:val="28"/>
        </w:rPr>
      </w:pPr>
    </w:p>
    <w:p w:rsidR="00F152E5" w:rsidRDefault="00F152E5" w:rsidP="001A22F8">
      <w:pPr>
        <w:jc w:val="center"/>
        <w:rPr>
          <w:sz w:val="28"/>
          <w:szCs w:val="28"/>
        </w:rPr>
      </w:pPr>
      <w:r>
        <w:rPr>
          <w:sz w:val="28"/>
          <w:szCs w:val="28"/>
        </w:rPr>
        <w:t>Оглавление</w:t>
      </w:r>
    </w:p>
    <w:p w:rsidR="00F152E5" w:rsidRPr="00373617" w:rsidRDefault="00F152E5" w:rsidP="001A22F8">
      <w:pPr>
        <w:rPr>
          <w:sz w:val="28"/>
          <w:szCs w:val="28"/>
        </w:rPr>
      </w:pPr>
    </w:p>
    <w:p w:rsidR="00F152E5" w:rsidRDefault="00F152E5" w:rsidP="001A22F8">
      <w:pPr>
        <w:rPr>
          <w:sz w:val="28"/>
          <w:szCs w:val="28"/>
        </w:rPr>
      </w:pPr>
      <w:smartTag w:uri="urn:schemas-microsoft-com:office:smarttags" w:element="place">
        <w:r>
          <w:rPr>
            <w:sz w:val="28"/>
            <w:szCs w:val="28"/>
            <w:lang w:val="en-US"/>
          </w:rPr>
          <w:t>I</w:t>
        </w:r>
        <w:r w:rsidRPr="002B770D">
          <w:rPr>
            <w:sz w:val="28"/>
            <w:szCs w:val="28"/>
          </w:rPr>
          <w:t>.</w:t>
        </w:r>
      </w:smartTag>
      <w:r>
        <w:rPr>
          <w:sz w:val="28"/>
          <w:szCs w:val="28"/>
        </w:rPr>
        <w:t xml:space="preserve"> Введение………………………………………………………..3-4</w:t>
      </w:r>
    </w:p>
    <w:p w:rsidR="00F152E5" w:rsidRDefault="00F152E5" w:rsidP="001A22F8">
      <w:pPr>
        <w:rPr>
          <w:sz w:val="28"/>
          <w:szCs w:val="28"/>
        </w:rPr>
      </w:pPr>
      <w:r>
        <w:rPr>
          <w:sz w:val="28"/>
          <w:szCs w:val="28"/>
          <w:lang w:val="en-US"/>
        </w:rPr>
        <w:t>II</w:t>
      </w:r>
      <w:r w:rsidRPr="002B770D">
        <w:rPr>
          <w:sz w:val="28"/>
          <w:szCs w:val="28"/>
        </w:rPr>
        <w:t xml:space="preserve">. </w:t>
      </w:r>
      <w:r>
        <w:rPr>
          <w:sz w:val="28"/>
          <w:szCs w:val="28"/>
        </w:rPr>
        <w:t>Основная часть</w:t>
      </w:r>
    </w:p>
    <w:p w:rsidR="00F152E5" w:rsidRDefault="00F152E5" w:rsidP="001A22F8">
      <w:pPr>
        <w:rPr>
          <w:sz w:val="28"/>
          <w:szCs w:val="28"/>
        </w:rPr>
      </w:pPr>
      <w:r>
        <w:rPr>
          <w:sz w:val="28"/>
          <w:szCs w:val="28"/>
          <w:lang w:val="en-US"/>
        </w:rPr>
        <w:t>II</w:t>
      </w:r>
      <w:r w:rsidRPr="002B770D">
        <w:rPr>
          <w:sz w:val="28"/>
          <w:szCs w:val="28"/>
        </w:rPr>
        <w:t>.1.</w:t>
      </w:r>
      <w:r>
        <w:rPr>
          <w:sz w:val="28"/>
          <w:szCs w:val="28"/>
        </w:rPr>
        <w:t xml:space="preserve"> Документы по охране птиц…………………………………5</w:t>
      </w:r>
    </w:p>
    <w:p w:rsidR="00F152E5" w:rsidRDefault="00F152E5" w:rsidP="001A22F8">
      <w:pPr>
        <w:rPr>
          <w:sz w:val="28"/>
          <w:szCs w:val="28"/>
        </w:rPr>
      </w:pPr>
      <w:r>
        <w:rPr>
          <w:sz w:val="28"/>
          <w:szCs w:val="28"/>
          <w:lang w:val="en-US"/>
        </w:rPr>
        <w:t>II</w:t>
      </w:r>
      <w:r w:rsidRPr="002B770D">
        <w:rPr>
          <w:sz w:val="28"/>
          <w:szCs w:val="28"/>
        </w:rPr>
        <w:t xml:space="preserve">.2. </w:t>
      </w:r>
      <w:r>
        <w:rPr>
          <w:sz w:val="28"/>
          <w:szCs w:val="28"/>
        </w:rPr>
        <w:t>Птицы – особый класс животных…………………………..5-6</w:t>
      </w:r>
    </w:p>
    <w:p w:rsidR="00F152E5" w:rsidRDefault="00F152E5" w:rsidP="001A22F8">
      <w:pPr>
        <w:rPr>
          <w:sz w:val="28"/>
          <w:szCs w:val="28"/>
        </w:rPr>
      </w:pPr>
      <w:r>
        <w:rPr>
          <w:sz w:val="28"/>
          <w:szCs w:val="28"/>
          <w:lang w:val="en-US"/>
        </w:rPr>
        <w:t>II</w:t>
      </w:r>
      <w:r w:rsidRPr="002B770D">
        <w:rPr>
          <w:sz w:val="28"/>
          <w:szCs w:val="28"/>
        </w:rPr>
        <w:t xml:space="preserve">.3. </w:t>
      </w:r>
      <w:r>
        <w:rPr>
          <w:sz w:val="28"/>
          <w:szCs w:val="28"/>
        </w:rPr>
        <w:t>Влияние изменений климата на птиц……………………….6-9</w:t>
      </w:r>
    </w:p>
    <w:p w:rsidR="00F152E5" w:rsidRDefault="00F152E5" w:rsidP="001A22F8">
      <w:pPr>
        <w:rPr>
          <w:sz w:val="28"/>
          <w:szCs w:val="28"/>
        </w:rPr>
      </w:pPr>
      <w:r>
        <w:rPr>
          <w:sz w:val="28"/>
          <w:szCs w:val="28"/>
          <w:lang w:val="en-US"/>
        </w:rPr>
        <w:t>II</w:t>
      </w:r>
      <w:r w:rsidRPr="00500465">
        <w:rPr>
          <w:sz w:val="28"/>
          <w:szCs w:val="28"/>
        </w:rPr>
        <w:t xml:space="preserve">.4. </w:t>
      </w:r>
      <w:r>
        <w:rPr>
          <w:sz w:val="28"/>
          <w:szCs w:val="28"/>
        </w:rPr>
        <w:t>Изменения местообитания птиц под действием человека...9-11</w:t>
      </w:r>
    </w:p>
    <w:p w:rsidR="00F152E5" w:rsidRDefault="00F152E5" w:rsidP="001A22F8">
      <w:pPr>
        <w:rPr>
          <w:sz w:val="28"/>
          <w:szCs w:val="28"/>
        </w:rPr>
      </w:pPr>
      <w:r>
        <w:rPr>
          <w:sz w:val="28"/>
          <w:szCs w:val="28"/>
          <w:lang w:val="en-US"/>
        </w:rPr>
        <w:t>II</w:t>
      </w:r>
      <w:r w:rsidRPr="00A43FB1">
        <w:rPr>
          <w:sz w:val="28"/>
          <w:szCs w:val="28"/>
        </w:rPr>
        <w:t xml:space="preserve">.5. </w:t>
      </w:r>
      <w:r>
        <w:rPr>
          <w:sz w:val="28"/>
          <w:szCs w:val="28"/>
        </w:rPr>
        <w:t>Птицы городов…………………………………………….. ..11-12</w:t>
      </w:r>
    </w:p>
    <w:p w:rsidR="00F152E5" w:rsidRDefault="00F152E5" w:rsidP="001A22F8">
      <w:pPr>
        <w:rPr>
          <w:noProof/>
          <w:sz w:val="28"/>
          <w:szCs w:val="28"/>
        </w:rPr>
      </w:pPr>
      <w:r w:rsidRPr="00A43FB1">
        <w:rPr>
          <w:noProof/>
          <w:sz w:val="28"/>
          <w:szCs w:val="28"/>
          <w:lang w:val="en-US"/>
        </w:rPr>
        <w:t>II</w:t>
      </w:r>
      <w:r w:rsidRPr="00A43FB1">
        <w:rPr>
          <w:noProof/>
          <w:sz w:val="28"/>
          <w:szCs w:val="28"/>
        </w:rPr>
        <w:t>.6</w:t>
      </w:r>
      <w:r>
        <w:rPr>
          <w:noProof/>
          <w:sz w:val="28"/>
          <w:szCs w:val="28"/>
        </w:rPr>
        <w:t>.</w:t>
      </w:r>
      <w:r w:rsidRPr="00A43FB1">
        <w:rPr>
          <w:noProof/>
          <w:sz w:val="28"/>
          <w:szCs w:val="28"/>
        </w:rPr>
        <w:t xml:space="preserve"> Влияние пестицидов и  </w:t>
      </w:r>
      <w:r w:rsidRPr="00A43FB1">
        <w:rPr>
          <w:sz w:val="28"/>
          <w:szCs w:val="28"/>
        </w:rPr>
        <w:t>видов-интродуцентов</w:t>
      </w:r>
      <w:r w:rsidRPr="00A43FB1">
        <w:rPr>
          <w:noProof/>
          <w:sz w:val="28"/>
          <w:szCs w:val="28"/>
        </w:rPr>
        <w:t xml:space="preserve"> на птиц</w:t>
      </w:r>
      <w:r>
        <w:rPr>
          <w:noProof/>
          <w:sz w:val="28"/>
          <w:szCs w:val="28"/>
        </w:rPr>
        <w:t>……13</w:t>
      </w:r>
    </w:p>
    <w:p w:rsidR="00F152E5" w:rsidRDefault="00F152E5" w:rsidP="001A22F8">
      <w:pPr>
        <w:spacing w:line="270" w:lineRule="atLeast"/>
        <w:rPr>
          <w:sz w:val="28"/>
          <w:szCs w:val="28"/>
        </w:rPr>
      </w:pPr>
      <w:r w:rsidRPr="00E325A5">
        <w:rPr>
          <w:sz w:val="28"/>
          <w:szCs w:val="28"/>
          <w:lang w:val="en-US"/>
        </w:rPr>
        <w:t>II</w:t>
      </w:r>
      <w:r w:rsidRPr="00373617">
        <w:rPr>
          <w:sz w:val="28"/>
          <w:szCs w:val="28"/>
        </w:rPr>
        <w:t>.7</w:t>
      </w:r>
      <w:r>
        <w:rPr>
          <w:sz w:val="28"/>
          <w:szCs w:val="28"/>
        </w:rPr>
        <w:t>.</w:t>
      </w:r>
      <w:r w:rsidRPr="00373617">
        <w:rPr>
          <w:sz w:val="28"/>
          <w:szCs w:val="28"/>
        </w:rPr>
        <w:t xml:space="preserve"> </w:t>
      </w:r>
      <w:r>
        <w:rPr>
          <w:sz w:val="28"/>
          <w:szCs w:val="28"/>
        </w:rPr>
        <w:t>Птицы Сургутского</w:t>
      </w:r>
      <w:r w:rsidRPr="00E325A5">
        <w:rPr>
          <w:sz w:val="28"/>
          <w:szCs w:val="28"/>
        </w:rPr>
        <w:t xml:space="preserve"> района</w:t>
      </w:r>
      <w:r>
        <w:rPr>
          <w:sz w:val="28"/>
          <w:szCs w:val="28"/>
        </w:rPr>
        <w:t>………………………………….14-15</w:t>
      </w:r>
    </w:p>
    <w:p w:rsidR="00F152E5" w:rsidRDefault="00F152E5" w:rsidP="001A22F8">
      <w:pPr>
        <w:spacing w:line="270" w:lineRule="atLeast"/>
        <w:rPr>
          <w:sz w:val="28"/>
          <w:szCs w:val="28"/>
        </w:rPr>
      </w:pPr>
      <w:r>
        <w:rPr>
          <w:sz w:val="28"/>
          <w:szCs w:val="28"/>
          <w:lang w:val="en-US"/>
        </w:rPr>
        <w:t>III</w:t>
      </w:r>
      <w:r w:rsidRPr="00373617">
        <w:rPr>
          <w:sz w:val="28"/>
          <w:szCs w:val="28"/>
        </w:rPr>
        <w:t xml:space="preserve">. </w:t>
      </w:r>
      <w:r>
        <w:rPr>
          <w:sz w:val="28"/>
          <w:szCs w:val="28"/>
        </w:rPr>
        <w:t>Заключение…………………………………………………….15-16</w:t>
      </w:r>
    </w:p>
    <w:p w:rsidR="00F152E5" w:rsidRDefault="00F152E5" w:rsidP="001A22F8">
      <w:pPr>
        <w:spacing w:line="270" w:lineRule="atLeast"/>
        <w:rPr>
          <w:sz w:val="28"/>
          <w:szCs w:val="28"/>
        </w:rPr>
      </w:pPr>
      <w:r>
        <w:rPr>
          <w:sz w:val="28"/>
          <w:szCs w:val="28"/>
          <w:lang w:val="en-US"/>
        </w:rPr>
        <w:t>IV</w:t>
      </w:r>
      <w:r w:rsidRPr="00373617">
        <w:rPr>
          <w:sz w:val="28"/>
          <w:szCs w:val="28"/>
        </w:rPr>
        <w:t xml:space="preserve">. </w:t>
      </w:r>
      <w:r>
        <w:rPr>
          <w:sz w:val="28"/>
          <w:szCs w:val="28"/>
        </w:rPr>
        <w:t>Список литературы……………………………………………17</w:t>
      </w:r>
    </w:p>
    <w:p w:rsidR="00F152E5" w:rsidRPr="00A43FB1" w:rsidRDefault="00F152E5" w:rsidP="001A22F8">
      <w:pPr>
        <w:rPr>
          <w:noProof/>
          <w:sz w:val="28"/>
          <w:szCs w:val="28"/>
        </w:rPr>
      </w:pPr>
    </w:p>
    <w:p w:rsidR="00F152E5" w:rsidRPr="00A43FB1" w:rsidRDefault="00F152E5" w:rsidP="001A22F8">
      <w:pPr>
        <w:rPr>
          <w:sz w:val="28"/>
          <w:szCs w:val="28"/>
        </w:rPr>
      </w:pPr>
    </w:p>
    <w:p w:rsidR="00F152E5" w:rsidRPr="002B770D" w:rsidRDefault="00F152E5" w:rsidP="001A22F8">
      <w:pPr>
        <w:rPr>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Default="00F152E5" w:rsidP="00920263">
      <w:pPr>
        <w:jc w:val="center"/>
        <w:rPr>
          <w:b/>
          <w:sz w:val="28"/>
          <w:szCs w:val="28"/>
        </w:rPr>
      </w:pPr>
    </w:p>
    <w:p w:rsidR="00F152E5" w:rsidRPr="00BE0521" w:rsidRDefault="00F152E5" w:rsidP="00920263">
      <w:pPr>
        <w:jc w:val="center"/>
        <w:rPr>
          <w:b/>
          <w:sz w:val="28"/>
          <w:szCs w:val="28"/>
        </w:rPr>
      </w:pPr>
      <w:r w:rsidRPr="00BE0521">
        <w:rPr>
          <w:b/>
          <w:sz w:val="28"/>
          <w:szCs w:val="28"/>
          <w:lang w:val="en-US"/>
        </w:rPr>
        <w:t>I</w:t>
      </w:r>
      <w:r w:rsidRPr="00BE0521">
        <w:rPr>
          <w:b/>
          <w:sz w:val="28"/>
          <w:szCs w:val="28"/>
        </w:rPr>
        <w:t>.1. Введение</w:t>
      </w:r>
    </w:p>
    <w:p w:rsidR="00F152E5" w:rsidRPr="00BE0521" w:rsidRDefault="00F152E5" w:rsidP="00920263">
      <w:pPr>
        <w:jc w:val="center"/>
        <w:rPr>
          <w:b/>
          <w:sz w:val="28"/>
          <w:szCs w:val="28"/>
        </w:rPr>
      </w:pPr>
    </w:p>
    <w:p w:rsidR="00F152E5" w:rsidRPr="00BE0521" w:rsidRDefault="00F152E5" w:rsidP="00E712B3">
      <w:pPr>
        <w:ind w:left="57" w:right="-57" w:firstLine="708"/>
        <w:jc w:val="both"/>
        <w:rPr>
          <w:noProof/>
          <w:sz w:val="28"/>
          <w:szCs w:val="28"/>
        </w:rPr>
      </w:pPr>
      <w:r w:rsidRPr="00BE0521">
        <w:rPr>
          <w:noProof/>
          <w:sz w:val="28"/>
          <w:szCs w:val="28"/>
        </w:rPr>
        <w:t xml:space="preserve">Любой живой организм – это чудо природы, это уникальный шедевр «матушки»-природы!   И не важно, что это за организм –беспозвоночный  моллюск или соловей, ласкающий наш слух своими мелодичными трелями. </w:t>
      </w:r>
    </w:p>
    <w:p w:rsidR="00F152E5" w:rsidRPr="00BE0521" w:rsidRDefault="00F152E5" w:rsidP="00E712B3">
      <w:pPr>
        <w:widowControl w:val="0"/>
        <w:autoSpaceDE w:val="0"/>
        <w:autoSpaceDN w:val="0"/>
        <w:adjustRightInd w:val="0"/>
        <w:ind w:left="57" w:right="-57" w:firstLine="708"/>
        <w:jc w:val="both"/>
        <w:rPr>
          <w:noProof/>
          <w:sz w:val="28"/>
          <w:szCs w:val="28"/>
        </w:rPr>
      </w:pPr>
      <w:r w:rsidRPr="00BE0521">
        <w:rPr>
          <w:sz w:val="28"/>
          <w:szCs w:val="28"/>
        </w:rPr>
        <w:t xml:space="preserve">Птицы везде - над нами, вокруг нас, вдали, рядом. Встретить их можно и в лесу, и в поле, и на реке, и в горах. Птиц в природе очень много. Только в России их насчитывается более 600 видов. Чтобы посмотреть на всех птиц, целой жизни не хватит. </w:t>
      </w:r>
    </w:p>
    <w:p w:rsidR="00F152E5" w:rsidRPr="00BE0521" w:rsidRDefault="00F152E5" w:rsidP="00E712B3">
      <w:pPr>
        <w:ind w:left="57" w:right="-57" w:firstLine="708"/>
        <w:jc w:val="both"/>
        <w:rPr>
          <w:noProof/>
          <w:sz w:val="28"/>
          <w:szCs w:val="28"/>
        </w:rPr>
      </w:pPr>
      <w:r w:rsidRPr="00BE0521">
        <w:rPr>
          <w:noProof/>
          <w:sz w:val="28"/>
          <w:szCs w:val="28"/>
        </w:rPr>
        <w:t>Птицы, знакомые и незнакомые, - наши далекие и близкие соседи по планете. Ежегодно стаи пернатых, движимые великим инстинктом продолжение рода, покрывают огромные расстояния по извечным маршрутам, гонимые холодом или влекомые дыханием весны. На этом пути их подстерегают опасности и испытания. Сколько трудов, забот, усилий стоит им каждый перелет, каждое гнездо, каждый оперившийся птенец!</w:t>
      </w:r>
    </w:p>
    <w:p w:rsidR="00F152E5" w:rsidRPr="00BE0521" w:rsidRDefault="00F152E5" w:rsidP="00920263">
      <w:pPr>
        <w:ind w:firstLine="708"/>
        <w:jc w:val="both"/>
        <w:rPr>
          <w:noProof/>
          <w:sz w:val="28"/>
          <w:szCs w:val="28"/>
        </w:rPr>
      </w:pPr>
      <w:r w:rsidRPr="00BE0521">
        <w:rPr>
          <w:noProof/>
          <w:sz w:val="28"/>
          <w:szCs w:val="28"/>
        </w:rPr>
        <w:t>Нельзя не проникнуться восхищением к этим пушистым, горластым комочкам жизни, которых ждут небо, дорога, ветры и звезды. И какими безжалостными выглядят при мысли о нелегкой  птичьей судьбе охотничье ружье, рогатка или бездушный чиновник, который в погоне за прибылью отравляет все вокруг, тем самым приближая свою гибель и гибель всего живого, птиц в том числе. Птицы заслуживают заботы и любви!</w:t>
      </w:r>
    </w:p>
    <w:p w:rsidR="00F152E5" w:rsidRPr="00BE0521" w:rsidRDefault="00F152E5" w:rsidP="00920263">
      <w:pPr>
        <w:ind w:firstLine="708"/>
        <w:jc w:val="both"/>
        <w:rPr>
          <w:sz w:val="28"/>
        </w:rPr>
      </w:pPr>
      <w:r w:rsidRPr="00BE0521">
        <w:rPr>
          <w:sz w:val="28"/>
        </w:rPr>
        <w:t xml:space="preserve">С каждым годом  ситуация с  видовым разнообразием и численностью птиц на планете, в России, в Тюменской области и в Сургутском районе ухудшается. </w:t>
      </w:r>
    </w:p>
    <w:p w:rsidR="00F152E5" w:rsidRPr="00BE0521" w:rsidRDefault="00F152E5" w:rsidP="00FE5F87">
      <w:pPr>
        <w:ind w:firstLine="708"/>
        <w:jc w:val="both"/>
        <w:rPr>
          <w:noProof/>
          <w:sz w:val="28"/>
          <w:szCs w:val="28"/>
        </w:rPr>
      </w:pPr>
      <w:r w:rsidRPr="00BE0521">
        <w:rPr>
          <w:noProof/>
          <w:sz w:val="28"/>
          <w:szCs w:val="28"/>
        </w:rPr>
        <w:t xml:space="preserve">Нас заинтересовала и взволновала эта проблема. </w:t>
      </w:r>
    </w:p>
    <w:p w:rsidR="00F152E5" w:rsidRPr="00BE0521" w:rsidRDefault="00F152E5" w:rsidP="00920263">
      <w:pPr>
        <w:ind w:firstLine="708"/>
        <w:jc w:val="both"/>
        <w:rPr>
          <w:noProof/>
          <w:sz w:val="28"/>
          <w:szCs w:val="28"/>
        </w:rPr>
      </w:pPr>
    </w:p>
    <w:p w:rsidR="00F152E5" w:rsidRPr="00BE0521" w:rsidRDefault="00F152E5" w:rsidP="00920263">
      <w:pPr>
        <w:ind w:firstLine="708"/>
        <w:jc w:val="both"/>
        <w:rPr>
          <w:b/>
          <w:bCs/>
          <w:noProof/>
          <w:sz w:val="28"/>
          <w:szCs w:val="28"/>
        </w:rPr>
      </w:pPr>
      <w:r w:rsidRPr="00BE0521">
        <w:rPr>
          <w:b/>
          <w:bCs/>
          <w:noProof/>
          <w:sz w:val="28"/>
          <w:szCs w:val="28"/>
        </w:rPr>
        <w:t xml:space="preserve">Цель проекта: </w:t>
      </w:r>
    </w:p>
    <w:p w:rsidR="00F152E5" w:rsidRPr="00BE0521" w:rsidRDefault="00F152E5" w:rsidP="00920263">
      <w:pPr>
        <w:ind w:firstLine="708"/>
        <w:jc w:val="both"/>
        <w:rPr>
          <w:noProof/>
          <w:sz w:val="28"/>
          <w:szCs w:val="28"/>
        </w:rPr>
      </w:pPr>
    </w:p>
    <w:p w:rsidR="00F152E5" w:rsidRPr="00BE0521" w:rsidRDefault="00F152E5" w:rsidP="00920263">
      <w:pPr>
        <w:pStyle w:val="ListParagraph"/>
        <w:numPr>
          <w:ilvl w:val="0"/>
          <w:numId w:val="1"/>
        </w:numPr>
        <w:jc w:val="both"/>
        <w:rPr>
          <w:noProof/>
          <w:sz w:val="28"/>
          <w:szCs w:val="28"/>
        </w:rPr>
      </w:pPr>
      <w:r w:rsidRPr="00BE0521">
        <w:rPr>
          <w:noProof/>
          <w:sz w:val="28"/>
          <w:szCs w:val="28"/>
        </w:rPr>
        <w:t>Оценить количественный и видовой состав птиц Тюменской области и Сургутского района</w:t>
      </w:r>
    </w:p>
    <w:p w:rsidR="00F152E5" w:rsidRPr="00BE0521" w:rsidRDefault="00F152E5" w:rsidP="00920263">
      <w:pPr>
        <w:pStyle w:val="ListParagraph"/>
        <w:numPr>
          <w:ilvl w:val="0"/>
          <w:numId w:val="1"/>
        </w:numPr>
        <w:jc w:val="both"/>
        <w:rPr>
          <w:noProof/>
          <w:sz w:val="28"/>
          <w:szCs w:val="28"/>
        </w:rPr>
      </w:pPr>
      <w:r w:rsidRPr="00BE0521">
        <w:rPr>
          <w:noProof/>
          <w:sz w:val="28"/>
          <w:szCs w:val="28"/>
        </w:rPr>
        <w:t>Способствовать формированию экологических знаний о птицах и бережному отношению к ним</w:t>
      </w:r>
    </w:p>
    <w:p w:rsidR="00F152E5" w:rsidRPr="00BE0521" w:rsidRDefault="00F152E5" w:rsidP="00920263">
      <w:pPr>
        <w:pStyle w:val="ListParagraph"/>
        <w:numPr>
          <w:ilvl w:val="0"/>
          <w:numId w:val="1"/>
        </w:numPr>
        <w:jc w:val="both"/>
        <w:rPr>
          <w:noProof/>
          <w:sz w:val="28"/>
          <w:szCs w:val="28"/>
        </w:rPr>
      </w:pPr>
      <w:r w:rsidRPr="00BE0521">
        <w:rPr>
          <w:noProof/>
          <w:sz w:val="28"/>
          <w:szCs w:val="28"/>
        </w:rPr>
        <w:t>Проанализировать изменение климата в Сургутском районе и его влияние на состояние и биоразнообразие птиц</w:t>
      </w:r>
    </w:p>
    <w:p w:rsidR="00F152E5" w:rsidRPr="00BE0521" w:rsidRDefault="00F152E5" w:rsidP="00920263">
      <w:pPr>
        <w:pStyle w:val="ListParagraph"/>
        <w:numPr>
          <w:ilvl w:val="0"/>
          <w:numId w:val="1"/>
        </w:numPr>
        <w:jc w:val="both"/>
        <w:rPr>
          <w:noProof/>
          <w:sz w:val="28"/>
          <w:szCs w:val="28"/>
        </w:rPr>
      </w:pPr>
      <w:r w:rsidRPr="00BE0521">
        <w:rPr>
          <w:noProof/>
          <w:sz w:val="28"/>
          <w:szCs w:val="28"/>
        </w:rPr>
        <w:t xml:space="preserve">Выявить возможные причины уменьшения численности и видового состава птиц </w:t>
      </w:r>
    </w:p>
    <w:p w:rsidR="00F152E5" w:rsidRPr="00BE0521" w:rsidRDefault="00F152E5" w:rsidP="00920263">
      <w:pPr>
        <w:pStyle w:val="ListParagraph"/>
        <w:numPr>
          <w:ilvl w:val="0"/>
          <w:numId w:val="1"/>
        </w:numPr>
        <w:jc w:val="both"/>
        <w:rPr>
          <w:noProof/>
          <w:sz w:val="28"/>
          <w:szCs w:val="28"/>
        </w:rPr>
      </w:pPr>
      <w:r w:rsidRPr="00BE0521">
        <w:rPr>
          <w:noProof/>
          <w:sz w:val="28"/>
          <w:szCs w:val="28"/>
        </w:rPr>
        <w:t>Исследовать распространение редких и исчезающих птиц в Сургутском районе</w:t>
      </w:r>
    </w:p>
    <w:p w:rsidR="00F152E5" w:rsidRPr="00BE0521" w:rsidRDefault="00F152E5" w:rsidP="00920263">
      <w:pPr>
        <w:ind w:firstLine="708"/>
        <w:jc w:val="both"/>
        <w:rPr>
          <w:noProof/>
          <w:sz w:val="28"/>
          <w:szCs w:val="28"/>
        </w:rPr>
      </w:pPr>
    </w:p>
    <w:p w:rsidR="00F152E5" w:rsidRPr="00BE0521" w:rsidRDefault="00F152E5" w:rsidP="00920263">
      <w:pPr>
        <w:ind w:firstLine="708"/>
        <w:jc w:val="both"/>
        <w:rPr>
          <w:b/>
          <w:bCs/>
          <w:noProof/>
          <w:sz w:val="28"/>
          <w:szCs w:val="28"/>
        </w:rPr>
      </w:pPr>
      <w:r w:rsidRPr="00BE0521">
        <w:rPr>
          <w:b/>
          <w:bCs/>
          <w:noProof/>
          <w:sz w:val="28"/>
          <w:szCs w:val="28"/>
        </w:rPr>
        <w:t>Задачи проекта:</w:t>
      </w:r>
    </w:p>
    <w:p w:rsidR="00F152E5" w:rsidRPr="00BE0521" w:rsidRDefault="00F152E5" w:rsidP="00920263">
      <w:pPr>
        <w:pStyle w:val="ListParagraph"/>
        <w:numPr>
          <w:ilvl w:val="0"/>
          <w:numId w:val="2"/>
        </w:numPr>
        <w:jc w:val="both"/>
        <w:rPr>
          <w:noProof/>
          <w:sz w:val="28"/>
          <w:szCs w:val="28"/>
        </w:rPr>
      </w:pPr>
      <w:r w:rsidRPr="00BE0521">
        <w:rPr>
          <w:noProof/>
          <w:sz w:val="28"/>
          <w:szCs w:val="28"/>
        </w:rPr>
        <w:t>Собрать литературу по данной теме</w:t>
      </w:r>
    </w:p>
    <w:p w:rsidR="00F152E5" w:rsidRPr="00BE0521" w:rsidRDefault="00F152E5" w:rsidP="00920263">
      <w:pPr>
        <w:pStyle w:val="ListParagraph"/>
        <w:numPr>
          <w:ilvl w:val="0"/>
          <w:numId w:val="2"/>
        </w:numPr>
        <w:jc w:val="both"/>
        <w:rPr>
          <w:noProof/>
          <w:sz w:val="28"/>
          <w:szCs w:val="28"/>
        </w:rPr>
      </w:pPr>
      <w:r w:rsidRPr="00BE0521">
        <w:rPr>
          <w:noProof/>
          <w:sz w:val="28"/>
          <w:szCs w:val="28"/>
        </w:rPr>
        <w:t>Расширить и закрепить знания о птицах нашего края</w:t>
      </w:r>
    </w:p>
    <w:p w:rsidR="00F152E5" w:rsidRPr="00BE0521" w:rsidRDefault="00F152E5" w:rsidP="00920263">
      <w:pPr>
        <w:pStyle w:val="ListParagraph"/>
        <w:numPr>
          <w:ilvl w:val="0"/>
          <w:numId w:val="2"/>
        </w:numPr>
        <w:jc w:val="both"/>
        <w:rPr>
          <w:noProof/>
          <w:sz w:val="28"/>
          <w:szCs w:val="28"/>
        </w:rPr>
      </w:pPr>
      <w:r w:rsidRPr="00BE0521">
        <w:rPr>
          <w:noProof/>
          <w:sz w:val="28"/>
          <w:szCs w:val="28"/>
        </w:rPr>
        <w:t>Расширить и закрепить представления о жизни птиц района в естественных условиях и о приспособлениях к своей среде обитания</w:t>
      </w:r>
    </w:p>
    <w:p w:rsidR="00F152E5" w:rsidRPr="00BE0521" w:rsidRDefault="00F152E5" w:rsidP="00920263">
      <w:pPr>
        <w:pStyle w:val="ListParagraph"/>
        <w:numPr>
          <w:ilvl w:val="0"/>
          <w:numId w:val="2"/>
        </w:numPr>
        <w:jc w:val="both"/>
        <w:rPr>
          <w:noProof/>
          <w:sz w:val="28"/>
          <w:szCs w:val="28"/>
        </w:rPr>
      </w:pPr>
      <w:r w:rsidRPr="00BE0521">
        <w:rPr>
          <w:noProof/>
          <w:sz w:val="28"/>
          <w:szCs w:val="28"/>
        </w:rPr>
        <w:t>Проанализировать тенденцию изменения видового и количественного состава орнитофауны</w:t>
      </w:r>
    </w:p>
    <w:p w:rsidR="00F152E5" w:rsidRPr="00BE0521" w:rsidRDefault="00F152E5" w:rsidP="00920263">
      <w:pPr>
        <w:pStyle w:val="ListParagraph"/>
        <w:numPr>
          <w:ilvl w:val="0"/>
          <w:numId w:val="2"/>
        </w:numPr>
        <w:jc w:val="both"/>
        <w:rPr>
          <w:noProof/>
          <w:sz w:val="28"/>
          <w:szCs w:val="28"/>
        </w:rPr>
      </w:pPr>
      <w:r w:rsidRPr="00BE0521">
        <w:rPr>
          <w:noProof/>
          <w:sz w:val="28"/>
          <w:szCs w:val="28"/>
        </w:rPr>
        <w:t>Заинтересовать и привлечь учащихся и их родителей к оказанию помощи птицам в сложных климатических (зимних) условиях обитания</w:t>
      </w:r>
    </w:p>
    <w:p w:rsidR="00F152E5" w:rsidRPr="00BE0521" w:rsidRDefault="00F152E5" w:rsidP="00920263">
      <w:pPr>
        <w:ind w:left="708"/>
        <w:jc w:val="both"/>
        <w:rPr>
          <w:noProof/>
          <w:sz w:val="28"/>
          <w:szCs w:val="28"/>
        </w:rPr>
      </w:pPr>
    </w:p>
    <w:p w:rsidR="00F152E5" w:rsidRPr="00BE0521" w:rsidRDefault="00F152E5" w:rsidP="00920263">
      <w:pPr>
        <w:ind w:left="708"/>
        <w:jc w:val="both"/>
        <w:rPr>
          <w:noProof/>
          <w:sz w:val="28"/>
          <w:szCs w:val="28"/>
        </w:rPr>
      </w:pPr>
      <w:r w:rsidRPr="00BE0521">
        <w:rPr>
          <w:b/>
          <w:bCs/>
          <w:noProof/>
          <w:sz w:val="28"/>
          <w:szCs w:val="28"/>
        </w:rPr>
        <w:t>Объект:</w:t>
      </w:r>
      <w:r w:rsidRPr="00BE0521">
        <w:rPr>
          <w:noProof/>
          <w:sz w:val="28"/>
          <w:szCs w:val="28"/>
        </w:rPr>
        <w:t xml:space="preserve"> Орнитофауна</w:t>
      </w:r>
    </w:p>
    <w:p w:rsidR="00F152E5" w:rsidRPr="00BE0521" w:rsidRDefault="00F152E5" w:rsidP="00920263">
      <w:pPr>
        <w:ind w:left="708"/>
        <w:jc w:val="both"/>
        <w:rPr>
          <w:noProof/>
          <w:sz w:val="28"/>
          <w:szCs w:val="28"/>
        </w:rPr>
      </w:pPr>
    </w:p>
    <w:p w:rsidR="00F152E5" w:rsidRPr="00BE0521" w:rsidRDefault="00F152E5" w:rsidP="00920263">
      <w:pPr>
        <w:ind w:left="708"/>
        <w:jc w:val="both"/>
        <w:rPr>
          <w:noProof/>
          <w:sz w:val="28"/>
          <w:szCs w:val="28"/>
        </w:rPr>
      </w:pPr>
      <w:r w:rsidRPr="00BE0521">
        <w:rPr>
          <w:b/>
          <w:bCs/>
          <w:noProof/>
          <w:sz w:val="28"/>
          <w:szCs w:val="28"/>
        </w:rPr>
        <w:t>Предмет:</w:t>
      </w:r>
      <w:r w:rsidRPr="00BE0521">
        <w:rPr>
          <w:noProof/>
          <w:sz w:val="28"/>
          <w:szCs w:val="28"/>
        </w:rPr>
        <w:t xml:space="preserve">  Уменьшение численности и видового разнообразия птиц</w:t>
      </w:r>
    </w:p>
    <w:p w:rsidR="00F152E5" w:rsidRPr="00BE0521" w:rsidRDefault="00F152E5" w:rsidP="00920263">
      <w:pPr>
        <w:ind w:left="708"/>
        <w:jc w:val="both"/>
        <w:rPr>
          <w:noProof/>
          <w:sz w:val="28"/>
          <w:szCs w:val="28"/>
        </w:rPr>
      </w:pPr>
    </w:p>
    <w:p w:rsidR="00F152E5" w:rsidRPr="00BE0521" w:rsidRDefault="00F152E5" w:rsidP="00920263">
      <w:pPr>
        <w:ind w:left="708"/>
        <w:jc w:val="both"/>
        <w:rPr>
          <w:b/>
          <w:bCs/>
          <w:noProof/>
          <w:sz w:val="28"/>
          <w:szCs w:val="28"/>
        </w:rPr>
      </w:pPr>
      <w:r w:rsidRPr="00BE0521">
        <w:rPr>
          <w:b/>
          <w:bCs/>
          <w:noProof/>
          <w:sz w:val="28"/>
          <w:szCs w:val="28"/>
        </w:rPr>
        <w:t>Гипотеза:</w:t>
      </w:r>
    </w:p>
    <w:p w:rsidR="00F152E5" w:rsidRPr="00BE0521" w:rsidRDefault="00F152E5" w:rsidP="00920263">
      <w:pPr>
        <w:ind w:left="708"/>
        <w:jc w:val="both"/>
        <w:rPr>
          <w:noProof/>
          <w:sz w:val="28"/>
          <w:szCs w:val="28"/>
        </w:rPr>
      </w:pPr>
      <w:r w:rsidRPr="00BE0521">
        <w:rPr>
          <w:noProof/>
          <w:sz w:val="28"/>
          <w:szCs w:val="28"/>
        </w:rPr>
        <w:t>Если мы проанализируем количественный и видовой состав птиц, а также тенденцию их изменения, то, возможно, сможем объяснить причину этих изменений и, может быть, это нам позволит найти пути выхода из создавшейся сложной ситуации с орнитофауной.</w:t>
      </w:r>
    </w:p>
    <w:p w:rsidR="00F152E5" w:rsidRPr="00BE0521" w:rsidRDefault="00F152E5" w:rsidP="00920263">
      <w:pPr>
        <w:ind w:firstLine="708"/>
        <w:jc w:val="both"/>
        <w:rPr>
          <w:noProof/>
          <w:sz w:val="28"/>
          <w:szCs w:val="28"/>
        </w:rPr>
      </w:pPr>
    </w:p>
    <w:p w:rsidR="00F152E5" w:rsidRPr="00BE0521" w:rsidRDefault="00F152E5" w:rsidP="00920263">
      <w:pPr>
        <w:ind w:firstLine="708"/>
        <w:jc w:val="both"/>
        <w:rPr>
          <w:b/>
          <w:bCs/>
          <w:noProof/>
          <w:sz w:val="28"/>
          <w:szCs w:val="28"/>
        </w:rPr>
      </w:pPr>
      <w:r w:rsidRPr="00BE0521">
        <w:rPr>
          <w:b/>
          <w:bCs/>
          <w:noProof/>
          <w:sz w:val="28"/>
          <w:szCs w:val="28"/>
        </w:rPr>
        <w:t>Актуальность проекта:</w:t>
      </w:r>
    </w:p>
    <w:p w:rsidR="00F152E5" w:rsidRPr="00BE0521" w:rsidRDefault="00F152E5" w:rsidP="00B930E0">
      <w:pPr>
        <w:ind w:firstLine="708"/>
        <w:jc w:val="both"/>
        <w:rPr>
          <w:noProof/>
          <w:sz w:val="28"/>
          <w:szCs w:val="28"/>
        </w:rPr>
      </w:pPr>
      <w:r w:rsidRPr="00BE0521">
        <w:rPr>
          <w:noProof/>
          <w:sz w:val="28"/>
          <w:szCs w:val="28"/>
        </w:rPr>
        <w:t>С каждым годом уменьшается численность и видовое разнообразие птиц. Необходимо принимать меры по улучшению данной ситуации. Эффективность любых природоохранных мероприятий, в том числе и мероприятий по охране птиц во многом зависит от экологической культуры населения, от экологического сознания, особенно это актуально для подрастающего поколения. Данная работа способствует формированию экологического сознания и экологическоей культуры, что очень важно при проведении мероприятий по сохранению и охране птиц.</w:t>
      </w:r>
    </w:p>
    <w:p w:rsidR="00F152E5" w:rsidRPr="00BE0521" w:rsidRDefault="00F152E5" w:rsidP="00856E20">
      <w:pPr>
        <w:tabs>
          <w:tab w:val="left" w:pos="1965"/>
        </w:tabs>
        <w:ind w:firstLine="708"/>
        <w:jc w:val="both"/>
        <w:rPr>
          <w:noProof/>
          <w:sz w:val="28"/>
          <w:szCs w:val="28"/>
        </w:rPr>
      </w:pPr>
      <w:r w:rsidRPr="00BE0521">
        <w:rPr>
          <w:noProof/>
          <w:sz w:val="28"/>
          <w:szCs w:val="28"/>
        </w:rPr>
        <w:tab/>
      </w:r>
    </w:p>
    <w:p w:rsidR="00F152E5" w:rsidRPr="00BE0521" w:rsidRDefault="00F152E5" w:rsidP="00856E20">
      <w:pPr>
        <w:ind w:firstLine="708"/>
        <w:jc w:val="both"/>
        <w:rPr>
          <w:sz w:val="28"/>
          <w:szCs w:val="28"/>
        </w:rPr>
      </w:pPr>
      <w:r w:rsidRPr="00BE0521">
        <w:rPr>
          <w:b/>
          <w:bCs/>
          <w:sz w:val="28"/>
          <w:szCs w:val="28"/>
        </w:rPr>
        <w:t>Вид проекта:</w:t>
      </w:r>
      <w:r w:rsidRPr="00BE0521">
        <w:rPr>
          <w:sz w:val="28"/>
          <w:szCs w:val="28"/>
        </w:rPr>
        <w:t xml:space="preserve"> групповой, среднесрочный, исследовательский.</w:t>
      </w:r>
    </w:p>
    <w:p w:rsidR="00F152E5" w:rsidRPr="00BE0521" w:rsidRDefault="00F152E5" w:rsidP="00920263">
      <w:pPr>
        <w:jc w:val="both"/>
        <w:rPr>
          <w:b/>
          <w:bCs/>
          <w:sz w:val="28"/>
          <w:szCs w:val="28"/>
        </w:rPr>
      </w:pPr>
    </w:p>
    <w:p w:rsidR="00F152E5" w:rsidRPr="00BE0521" w:rsidRDefault="00F152E5" w:rsidP="00920263">
      <w:pPr>
        <w:jc w:val="both"/>
        <w:rPr>
          <w:b/>
          <w:bCs/>
          <w:sz w:val="28"/>
          <w:szCs w:val="28"/>
        </w:rPr>
      </w:pPr>
      <w:r w:rsidRPr="00BE0521">
        <w:rPr>
          <w:b/>
          <w:bCs/>
          <w:sz w:val="28"/>
          <w:szCs w:val="28"/>
        </w:rPr>
        <w:t xml:space="preserve"> </w:t>
      </w:r>
      <w:r w:rsidRPr="00BE0521">
        <w:rPr>
          <w:b/>
          <w:bCs/>
          <w:sz w:val="28"/>
          <w:szCs w:val="28"/>
        </w:rPr>
        <w:tab/>
        <w:t>Этапы выполнения проекта:</w:t>
      </w:r>
    </w:p>
    <w:p w:rsidR="00F152E5" w:rsidRPr="00BE0521" w:rsidRDefault="00F152E5" w:rsidP="00920263">
      <w:pPr>
        <w:jc w:val="both"/>
        <w:rPr>
          <w:sz w:val="28"/>
          <w:szCs w:val="28"/>
        </w:rPr>
      </w:pPr>
      <w:r w:rsidRPr="00BE0521">
        <w:rPr>
          <w:sz w:val="28"/>
          <w:szCs w:val="28"/>
        </w:rPr>
        <w:t>1. Ознакомление с проектом.</w:t>
      </w:r>
    </w:p>
    <w:p w:rsidR="00F152E5" w:rsidRPr="00BE0521" w:rsidRDefault="00F152E5" w:rsidP="00920263">
      <w:pPr>
        <w:jc w:val="both"/>
        <w:rPr>
          <w:sz w:val="28"/>
          <w:szCs w:val="28"/>
        </w:rPr>
      </w:pPr>
      <w:r w:rsidRPr="00BE0521">
        <w:rPr>
          <w:sz w:val="28"/>
          <w:szCs w:val="28"/>
        </w:rPr>
        <w:t>2. Составление плана работы.</w:t>
      </w:r>
    </w:p>
    <w:p w:rsidR="00F152E5" w:rsidRPr="00BE0521" w:rsidRDefault="00F152E5" w:rsidP="00920263">
      <w:pPr>
        <w:jc w:val="both"/>
        <w:rPr>
          <w:sz w:val="28"/>
          <w:szCs w:val="28"/>
        </w:rPr>
      </w:pPr>
      <w:r w:rsidRPr="00BE0521">
        <w:rPr>
          <w:sz w:val="28"/>
          <w:szCs w:val="28"/>
        </w:rPr>
        <w:t>3. Сбор материала.</w:t>
      </w:r>
    </w:p>
    <w:p w:rsidR="00F152E5" w:rsidRPr="00BE0521" w:rsidRDefault="00F152E5" w:rsidP="00920263">
      <w:pPr>
        <w:rPr>
          <w:sz w:val="28"/>
          <w:szCs w:val="28"/>
        </w:rPr>
      </w:pPr>
      <w:r w:rsidRPr="00BE0521">
        <w:rPr>
          <w:sz w:val="28"/>
          <w:szCs w:val="28"/>
        </w:rPr>
        <w:t>4. Выполнение работы.</w:t>
      </w:r>
    </w:p>
    <w:p w:rsidR="00F152E5" w:rsidRPr="00BE0521" w:rsidRDefault="00F152E5" w:rsidP="00920263">
      <w:pPr>
        <w:rPr>
          <w:sz w:val="28"/>
          <w:szCs w:val="28"/>
        </w:rPr>
      </w:pPr>
      <w:r w:rsidRPr="00BE0521">
        <w:rPr>
          <w:sz w:val="28"/>
          <w:szCs w:val="28"/>
        </w:rPr>
        <w:t xml:space="preserve">5. Работа с компьютером по составлению графиков, диаграмм и слайдов. </w:t>
      </w:r>
    </w:p>
    <w:p w:rsidR="00F152E5" w:rsidRPr="00BE0521" w:rsidRDefault="00F152E5" w:rsidP="00920263">
      <w:pPr>
        <w:rPr>
          <w:sz w:val="28"/>
          <w:szCs w:val="28"/>
        </w:rPr>
      </w:pPr>
      <w:r w:rsidRPr="00BE0521">
        <w:rPr>
          <w:sz w:val="28"/>
          <w:szCs w:val="28"/>
        </w:rPr>
        <w:t>6. Оформление результатов работы.</w:t>
      </w:r>
    </w:p>
    <w:p w:rsidR="00F152E5" w:rsidRPr="00BE0521" w:rsidRDefault="00F152E5" w:rsidP="00920263">
      <w:pPr>
        <w:jc w:val="both"/>
        <w:rPr>
          <w:b/>
          <w:bCs/>
          <w:sz w:val="28"/>
          <w:szCs w:val="28"/>
        </w:rPr>
      </w:pPr>
    </w:p>
    <w:p w:rsidR="00F152E5" w:rsidRPr="00BE0521" w:rsidRDefault="00F152E5" w:rsidP="00920263">
      <w:pPr>
        <w:ind w:firstLine="708"/>
        <w:jc w:val="both"/>
        <w:rPr>
          <w:b/>
          <w:bCs/>
          <w:sz w:val="28"/>
          <w:szCs w:val="28"/>
        </w:rPr>
      </w:pPr>
      <w:r w:rsidRPr="00BE0521">
        <w:rPr>
          <w:b/>
          <w:bCs/>
          <w:sz w:val="28"/>
          <w:szCs w:val="28"/>
        </w:rPr>
        <w:t>Значимость проекта:</w:t>
      </w:r>
    </w:p>
    <w:p w:rsidR="00F152E5" w:rsidRPr="00BE0521" w:rsidRDefault="00F152E5" w:rsidP="00EF5DA2">
      <w:pPr>
        <w:ind w:firstLine="708"/>
        <w:jc w:val="both"/>
        <w:rPr>
          <w:sz w:val="28"/>
          <w:szCs w:val="28"/>
        </w:rPr>
      </w:pPr>
      <w:r w:rsidRPr="00BE0521">
        <w:rPr>
          <w:sz w:val="28"/>
          <w:szCs w:val="28"/>
        </w:rPr>
        <w:t>Материалы данного проекта способствуют экологическому воспитанию, повышению экологического сознания. Материалы проекта можно использовать на уроках биологии, экологии, географии, при проведении внеклассного мероприятия, посвященного Дню Птиц, при проведении экологических акций.</w:t>
      </w:r>
    </w:p>
    <w:p w:rsidR="00F152E5" w:rsidRPr="00BE0521" w:rsidRDefault="00F152E5" w:rsidP="00EF5DA2">
      <w:pPr>
        <w:ind w:firstLine="708"/>
        <w:jc w:val="both"/>
        <w:rPr>
          <w:sz w:val="28"/>
          <w:szCs w:val="28"/>
        </w:rPr>
      </w:pPr>
    </w:p>
    <w:p w:rsidR="00F152E5" w:rsidRPr="00BE0521" w:rsidRDefault="00F152E5" w:rsidP="00EF5DA2">
      <w:pPr>
        <w:ind w:firstLine="708"/>
        <w:jc w:val="both"/>
        <w:rPr>
          <w:sz w:val="28"/>
          <w:szCs w:val="28"/>
        </w:rPr>
      </w:pPr>
    </w:p>
    <w:p w:rsidR="00F152E5" w:rsidRPr="00BE0521" w:rsidRDefault="00F152E5" w:rsidP="00EF5DA2">
      <w:pPr>
        <w:ind w:firstLine="708"/>
        <w:jc w:val="both"/>
        <w:rPr>
          <w:noProof/>
          <w:sz w:val="28"/>
          <w:szCs w:val="28"/>
        </w:rPr>
      </w:pPr>
    </w:p>
    <w:p w:rsidR="00F152E5" w:rsidRPr="00BE0521" w:rsidRDefault="00F152E5" w:rsidP="00920263">
      <w:pPr>
        <w:ind w:firstLine="708"/>
        <w:jc w:val="center"/>
        <w:rPr>
          <w:b/>
          <w:sz w:val="28"/>
          <w:szCs w:val="28"/>
        </w:rPr>
      </w:pPr>
      <w:r w:rsidRPr="00BE0521">
        <w:rPr>
          <w:b/>
          <w:sz w:val="28"/>
          <w:szCs w:val="28"/>
          <w:lang w:val="en-US"/>
        </w:rPr>
        <w:t>II</w:t>
      </w:r>
      <w:r w:rsidRPr="00BE0521">
        <w:rPr>
          <w:b/>
          <w:sz w:val="28"/>
          <w:szCs w:val="28"/>
        </w:rPr>
        <w:t>.1 Документы по охране птиц</w:t>
      </w:r>
    </w:p>
    <w:p w:rsidR="00F152E5" w:rsidRPr="00BE0521" w:rsidRDefault="00F152E5" w:rsidP="00920263">
      <w:pPr>
        <w:ind w:firstLine="708"/>
        <w:jc w:val="center"/>
        <w:rPr>
          <w:b/>
          <w:sz w:val="28"/>
          <w:szCs w:val="28"/>
        </w:rPr>
      </w:pPr>
    </w:p>
    <w:p w:rsidR="00F152E5" w:rsidRPr="00BE0521" w:rsidRDefault="00F152E5" w:rsidP="00920263">
      <w:pPr>
        <w:ind w:firstLine="708"/>
        <w:jc w:val="both"/>
        <w:rPr>
          <w:sz w:val="28"/>
          <w:szCs w:val="28"/>
        </w:rPr>
      </w:pPr>
      <w:r w:rsidRPr="00BE0521">
        <w:rPr>
          <w:noProof/>
          <w:sz w:val="28"/>
          <w:szCs w:val="28"/>
        </w:rPr>
        <w:t xml:space="preserve">Во многих странах птицы охраняются законом. В 1919 году Советское правительство приняло решение о запрете охоты на водоплавающих птиц в местах их массовых зимовок. Эти места были объявлены заповедниками. На территории России почти повсеместно запрещена охота на птиц весной. К сожалению, не все страны охраняют перелетных птиц, поэтому много их погибает. </w:t>
      </w:r>
      <w:r w:rsidRPr="00BE0521">
        <w:rPr>
          <w:sz w:val="28"/>
          <w:szCs w:val="28"/>
        </w:rPr>
        <w:t>Внимание международной общественности к вопросам охраны птиц в значительной степени объясняется не только изменением и уменьшением видового разнообразия птиц во многих странах, но и особенностями сезонного распределения птиц.</w:t>
      </w:r>
    </w:p>
    <w:p w:rsidR="00F152E5" w:rsidRPr="00BE0521" w:rsidRDefault="00F152E5" w:rsidP="00920263">
      <w:pPr>
        <w:ind w:firstLine="708"/>
        <w:jc w:val="both"/>
        <w:rPr>
          <w:sz w:val="28"/>
          <w:szCs w:val="28"/>
        </w:rPr>
      </w:pPr>
      <w:r w:rsidRPr="00BE0521">
        <w:rPr>
          <w:sz w:val="28"/>
          <w:szCs w:val="28"/>
        </w:rPr>
        <w:t xml:space="preserve">Для многих видов птиц места гнездования и районы зимовки удалены на сотни и даже тысячи километров.  Во время регулярных сезонных миграций эти птицы оказываются на территории различных стран, поэтому сохранение или рациональное использование отдельных видов или групп видов птиц требует согласованных мер между различными странами. </w:t>
      </w:r>
    </w:p>
    <w:p w:rsidR="00F152E5" w:rsidRPr="00BE0521" w:rsidRDefault="00F152E5" w:rsidP="00920263">
      <w:pPr>
        <w:ind w:firstLine="708"/>
        <w:jc w:val="both"/>
        <w:rPr>
          <w:noProof/>
          <w:sz w:val="28"/>
          <w:szCs w:val="28"/>
        </w:rPr>
      </w:pPr>
      <w:r w:rsidRPr="00BE0521">
        <w:rPr>
          <w:noProof/>
          <w:sz w:val="28"/>
          <w:szCs w:val="28"/>
        </w:rPr>
        <w:t>По числу и площади мест гнездования наша страна не имеет себе равных. Большинство гнездящихся птиц – перелетные, и маршруты их перелетов – самые разнообразные. А когда приходит время гнездования, птицы возвращаются, но, к сожалению, не всегда. Основными причинами более низкой возвращаемости птиц на привычное место гнездования являются неблагоприятные условия этого места ( в том числе экологические) и неудачное размножение в предыдущем году.</w:t>
      </w:r>
    </w:p>
    <w:p w:rsidR="00F152E5" w:rsidRPr="00BE0521" w:rsidRDefault="00F152E5" w:rsidP="00920263">
      <w:pPr>
        <w:ind w:firstLine="708"/>
        <w:jc w:val="both"/>
        <w:rPr>
          <w:sz w:val="28"/>
          <w:szCs w:val="28"/>
        </w:rPr>
      </w:pPr>
      <w:r w:rsidRPr="00BE0521">
        <w:rPr>
          <w:sz w:val="28"/>
          <w:szCs w:val="28"/>
        </w:rPr>
        <w:t>В 1922 году был создан Международный совет охраны птиц (СИПО), а в последующие годы регулярно проводились конференции по охране птиц.</w:t>
      </w:r>
    </w:p>
    <w:p w:rsidR="00F152E5" w:rsidRPr="00BE0521" w:rsidRDefault="00F152E5" w:rsidP="00920263">
      <w:pPr>
        <w:ind w:firstLine="708"/>
        <w:jc w:val="both"/>
        <w:rPr>
          <w:sz w:val="28"/>
          <w:szCs w:val="28"/>
        </w:rPr>
      </w:pPr>
      <w:r w:rsidRPr="00BE0521">
        <w:rPr>
          <w:sz w:val="28"/>
          <w:szCs w:val="28"/>
        </w:rPr>
        <w:t>Первые международные документы, в частности, «Красная книга» была подготовлена Международным союзом охраны природы в 1966 году и включала список стран ареалов видов, занесенных в Книгу. Эти документы предполагают необходимость национальных и международных мер по сохранению исчезающих и редких видов птиц. Важным этапом в этой работе стало создание национальных «Красных книг» и совершенствование природоохранного законодательства. В настоящее время такие «Красные книги» имеются более чем в двадцати странах мира, включая Россию. Издана и «К</w:t>
      </w:r>
      <w:r>
        <w:rPr>
          <w:sz w:val="28"/>
          <w:szCs w:val="28"/>
        </w:rPr>
        <w:t>расная книга» Югры</w:t>
      </w:r>
      <w:r w:rsidRPr="00BE0521">
        <w:rPr>
          <w:sz w:val="28"/>
          <w:szCs w:val="28"/>
        </w:rPr>
        <w:t>. В основу данной книги положен «Красный  список видов животных, находящихся под угрозой.</w:t>
      </w:r>
    </w:p>
    <w:p w:rsidR="00F152E5" w:rsidRPr="00BE0521" w:rsidRDefault="00F152E5" w:rsidP="00920263">
      <w:pPr>
        <w:spacing w:line="360" w:lineRule="auto"/>
        <w:ind w:firstLine="709"/>
        <w:jc w:val="center"/>
        <w:rPr>
          <w:b/>
          <w:sz w:val="28"/>
          <w:szCs w:val="28"/>
        </w:rPr>
      </w:pPr>
    </w:p>
    <w:p w:rsidR="00F152E5" w:rsidRPr="00BE0521" w:rsidRDefault="00F152E5" w:rsidP="00920263">
      <w:pPr>
        <w:spacing w:line="360" w:lineRule="auto"/>
        <w:ind w:firstLine="709"/>
        <w:jc w:val="center"/>
        <w:rPr>
          <w:b/>
          <w:sz w:val="28"/>
          <w:szCs w:val="28"/>
        </w:rPr>
      </w:pPr>
      <w:r w:rsidRPr="00BE0521">
        <w:rPr>
          <w:b/>
          <w:sz w:val="28"/>
          <w:szCs w:val="28"/>
          <w:lang w:val="en-US"/>
        </w:rPr>
        <w:t>II</w:t>
      </w:r>
      <w:r w:rsidRPr="00BE0521">
        <w:rPr>
          <w:b/>
          <w:sz w:val="28"/>
          <w:szCs w:val="28"/>
        </w:rPr>
        <w:t>.2 Птицы – особый класс животных</w:t>
      </w:r>
    </w:p>
    <w:p w:rsidR="00F152E5" w:rsidRPr="00BE0521" w:rsidRDefault="00F152E5" w:rsidP="00920263">
      <w:pPr>
        <w:ind w:firstLine="708"/>
        <w:jc w:val="both"/>
        <w:rPr>
          <w:sz w:val="28"/>
          <w:szCs w:val="28"/>
        </w:rPr>
      </w:pPr>
      <w:r w:rsidRPr="00BE0521">
        <w:rPr>
          <w:sz w:val="28"/>
        </w:rPr>
        <w:t xml:space="preserve">Птицы – друзья нашего детства. Птицы – вестники радости. Каждый год они приносят нам на своих крыльях весну. Птицы – верные наши помощники, защитники лесов, полей, садов и огородов. Их мелодичные, весёлые, звонкие песни, яркое оперение оживляют природу. Птицы – это красота и тайна. Они – источник вдохновения для писателей, поэтов, музыкантов. Они привлекают загадочным образом жизни. Внешность птиц, их нрав и повадки воспеты во множестве легенд и сказок, о них слагают загадки, пословицы, поговорки.   </w:t>
      </w:r>
      <w:r w:rsidRPr="00BE0521">
        <w:rPr>
          <w:sz w:val="28"/>
          <w:szCs w:val="28"/>
        </w:rPr>
        <w:t>Птицы, живущие вокруг нас, имеют еще и эстетическое значение. Своим пением, красивым оперением, веселым нравом птицы приносят людям радость. Ведь так замечательно слушать над полями звонкую трель жаворонка, наблюдать за воробьями, слетевшимися к приготовленной нами кормушке и с нетерпением ждать весной прилета грачей!</w:t>
      </w:r>
      <w:r w:rsidRPr="00BE0521">
        <w:rPr>
          <w:sz w:val="28"/>
          <w:szCs w:val="28"/>
        </w:rPr>
        <w:br/>
      </w:r>
      <w:r w:rsidRPr="00BE0521">
        <w:rPr>
          <w:sz w:val="28"/>
        </w:rPr>
        <w:tab/>
      </w:r>
      <w:r w:rsidRPr="00BE0521">
        <w:rPr>
          <w:sz w:val="28"/>
          <w:szCs w:val="28"/>
        </w:rPr>
        <w:t xml:space="preserve">По соседству с человеком живет множество птиц. Где бы мы ни находились — в городе, в поле или в саду, везде мы слышим щебет и пение пернатых друзей. Воробьи и голуби живут в даже больших городах. Они были завезены человеком на все материки земного шара. Беря с собой в дальние путешествия, люди выпускали их в новых местах как воспоминание о родине. На новых местах птицы быстро заселили обширные пространства. Помимо них на многие материки были привезены разнообразные певчие и охотничье-промысловые птицы. </w:t>
      </w:r>
    </w:p>
    <w:p w:rsidR="00F152E5" w:rsidRPr="00BE0521" w:rsidRDefault="00F152E5" w:rsidP="00920263">
      <w:pPr>
        <w:ind w:firstLine="708"/>
        <w:jc w:val="both"/>
        <w:rPr>
          <w:sz w:val="28"/>
          <w:szCs w:val="28"/>
        </w:rPr>
      </w:pPr>
      <w:r w:rsidRPr="00BE0521">
        <w:rPr>
          <w:sz w:val="28"/>
          <w:szCs w:val="28"/>
        </w:rPr>
        <w:t xml:space="preserve"> Большинство птиц приносят большую пользу. Мелкие насекомоядные птицы очищают от насекомых-вредителей парки, сады и огороды. Не меньшую пользу приносят и хищные птицы. Сычи и совы по ночам ведут охоту на вредных грызунов, а канюки, луни, мелкие соколы сменяют их днем. Пустельга еще и не прочь полакомиться и саранчой, которую легко найти в степной зоне на любом поле. К сожалению, польза от хищных птиц была оценена только недавно. До сих пор в некоторых странах их преследуют и уничтожают. </w:t>
      </w:r>
    </w:p>
    <w:p w:rsidR="00F152E5" w:rsidRPr="00BE0521" w:rsidRDefault="00F152E5" w:rsidP="00920263">
      <w:pPr>
        <w:ind w:firstLine="708"/>
        <w:jc w:val="both"/>
        <w:rPr>
          <w:sz w:val="28"/>
          <w:szCs w:val="28"/>
        </w:rPr>
      </w:pPr>
      <w:r w:rsidRPr="00BE0521">
        <w:rPr>
          <w:sz w:val="28"/>
          <w:szCs w:val="28"/>
        </w:rPr>
        <w:t xml:space="preserve">В большинстве своем соседство с человеком обеспечивает птицам безопасность и обилие кормов. Но случается и так, что по вине человека гибнут сотни и тысячи птиц. </w:t>
      </w:r>
    </w:p>
    <w:p w:rsidR="00F152E5" w:rsidRPr="00BE0521" w:rsidRDefault="00F152E5" w:rsidP="00920263">
      <w:pPr>
        <w:spacing w:before="100" w:beforeAutospacing="1" w:after="100" w:afterAutospacing="1"/>
        <w:jc w:val="center"/>
        <w:rPr>
          <w:b/>
          <w:sz w:val="28"/>
          <w:szCs w:val="28"/>
        </w:rPr>
      </w:pPr>
      <w:r w:rsidRPr="00BE0521">
        <w:rPr>
          <w:b/>
          <w:sz w:val="28"/>
          <w:szCs w:val="28"/>
          <w:lang w:val="en-US"/>
        </w:rPr>
        <w:t>II</w:t>
      </w:r>
      <w:r w:rsidRPr="00BE0521">
        <w:rPr>
          <w:b/>
          <w:sz w:val="28"/>
          <w:szCs w:val="28"/>
        </w:rPr>
        <w:t>.3 Влияние изменений климата на  птиц</w:t>
      </w:r>
    </w:p>
    <w:p w:rsidR="00F152E5" w:rsidRPr="00BE0521" w:rsidRDefault="00F152E5" w:rsidP="00920263">
      <w:pPr>
        <w:pStyle w:val="NormalWeb"/>
        <w:spacing w:before="0" w:beforeAutospacing="0" w:after="0" w:afterAutospacing="0"/>
        <w:ind w:firstLine="708"/>
        <w:jc w:val="both"/>
        <w:rPr>
          <w:sz w:val="28"/>
          <w:szCs w:val="28"/>
        </w:rPr>
      </w:pPr>
      <w:r w:rsidRPr="00BE0521">
        <w:rPr>
          <w:sz w:val="28"/>
          <w:szCs w:val="28"/>
        </w:rPr>
        <w:t xml:space="preserve">По данным ученых, климат планеты меняется постоянно. Средняя температура поверхностного слоя атмосферы за двадцатый век повысилась на 0,3–0,8°С, площадь снежного покрова в северном полушарии снизилась на 8%, а уровень Мирового океана поднялся в среднем на 10–20 сантиметров. Ранее в истории Земли такие изменения происходили в течение тысячелетий. </w:t>
      </w:r>
      <w:r w:rsidRPr="00BE0521">
        <w:rPr>
          <w:rStyle w:val="Strong"/>
          <w:sz w:val="28"/>
          <w:szCs w:val="28"/>
        </w:rPr>
        <w:t xml:space="preserve"> </w:t>
      </w:r>
      <w:r w:rsidRPr="00BE0521">
        <w:rPr>
          <w:rStyle w:val="Strong"/>
          <w:b w:val="0"/>
          <w:sz w:val="28"/>
          <w:szCs w:val="28"/>
        </w:rPr>
        <w:t>А в Европе за последние десять лет температура увеличилась на 1,6 градусов. Как считают ученые, потепление происходит и по естественным причинам, и вследствие деятельности человека.</w:t>
      </w:r>
      <w:r w:rsidRPr="00BE0521">
        <w:rPr>
          <w:rStyle w:val="Strong"/>
          <w:sz w:val="28"/>
          <w:szCs w:val="28"/>
        </w:rPr>
        <w:t xml:space="preserve"> </w:t>
      </w:r>
      <w:r w:rsidRPr="00BE0521">
        <w:rPr>
          <w:sz w:val="28"/>
          <w:szCs w:val="28"/>
        </w:rPr>
        <w:t>Изменения климата в целом негативно повлияли и продолжают влиять на все живое на планете и, конечно, на жизнь птиц, как зимующих, так и перелетных.</w:t>
      </w:r>
    </w:p>
    <w:p w:rsidR="00F152E5" w:rsidRPr="00BE0521" w:rsidRDefault="00F152E5" w:rsidP="00920263">
      <w:pPr>
        <w:pStyle w:val="NormalWeb"/>
        <w:shd w:val="clear" w:color="auto" w:fill="FFFFFF"/>
        <w:spacing w:before="0" w:beforeAutospacing="0" w:after="120" w:afterAutospacing="0"/>
        <w:ind w:firstLine="708"/>
        <w:jc w:val="both"/>
        <w:rPr>
          <w:sz w:val="28"/>
          <w:szCs w:val="28"/>
        </w:rPr>
      </w:pPr>
      <w:r w:rsidRPr="00BE0521">
        <w:rPr>
          <w:sz w:val="28"/>
          <w:szCs w:val="28"/>
        </w:rPr>
        <w:t xml:space="preserve">Как заявлено в отчете Всемирного Института наблюдателей птиц, сегодня невидимое вымирание птиц на Земле идет такими темпами, что сравнимо лишь с вымиранием динозавров 65 млн. лет назад. В отчете отмечается, что антропогенный пресс от немного более чем семимиллиардного населения поставил около 12% из 9800 видов птиц мира под угрозу вымирания, и что сейчас все более заметные признаки деградации популяций показывают многие виды планеты. Сокращение разнообразия и численности популяций птиц индицирует "нарушение тонкого природного равновесия", сказал автор отчета Говард Юф. Птицы – это "ценные экологические индикаторы", объяснил Юф, так как рост популяции или ее вымирание может быть ранним сигналом появления экологических проблем. </w:t>
      </w:r>
    </w:p>
    <w:p w:rsidR="00F152E5" w:rsidRPr="00BE0521" w:rsidRDefault="00F152E5" w:rsidP="00920263">
      <w:pPr>
        <w:pStyle w:val="NormalWeb"/>
        <w:shd w:val="clear" w:color="auto" w:fill="FFFFFF"/>
        <w:spacing w:before="0" w:beforeAutospacing="0" w:after="0" w:afterAutospacing="0"/>
        <w:ind w:firstLine="708"/>
        <w:jc w:val="both"/>
        <w:rPr>
          <w:sz w:val="28"/>
          <w:szCs w:val="28"/>
        </w:rPr>
      </w:pPr>
      <w:r w:rsidRPr="00BE0521">
        <w:rPr>
          <w:sz w:val="28"/>
          <w:szCs w:val="28"/>
        </w:rPr>
        <w:t xml:space="preserve"> Поведение птиц показывает реальность глобального изменения климата - все виды птиц вынуждены немедленно реагировать на него ради элементарного выживания.  «Птицы предупреждают нас о надвигающихся в связи с изменением климата опасных последствиях своим поведением», - заявил директор одной из природоохранных организаций Великобритании. Некоторые виды птиц из-за глобального потепления климата стали откладывать яйца значительно раньше, чем это происходило 30 лет назад, свидетельствуют данные исследования британских ученых. Согласно результатам ежегодного исследования британских орнитологов и специалистов коалиции организаций по охране природы, под влиянием климатических изменений зяблики, дрозды и синицы стали откладывать яйца раньше обычного и высиживают их только до преждевременного потепления. Ввиду этого число особей этих птиц сократилось вдвое по сравнению с данными на 1980 год, тогда как число водоплавающих птиц значительно увеличилось.  Птицам, чтобы выжить, приходится приспосабливаться к происходящим климатическим изменениям. </w:t>
      </w:r>
    </w:p>
    <w:p w:rsidR="00F152E5" w:rsidRPr="00BE0521" w:rsidRDefault="00F152E5" w:rsidP="00920263">
      <w:pPr>
        <w:ind w:firstLine="708"/>
        <w:jc w:val="both"/>
        <w:rPr>
          <w:sz w:val="28"/>
          <w:szCs w:val="28"/>
        </w:rPr>
      </w:pPr>
      <w:r w:rsidRPr="00BE0521">
        <w:rPr>
          <w:sz w:val="28"/>
          <w:szCs w:val="28"/>
        </w:rPr>
        <w:t xml:space="preserve">Некоторые перелетные виды, совершающие перелеты на дальние расстояния, и ряд короткоперелетных птиц реагируют на изменения климата, прибывая в места гнездования ранее обычного. Это имеет негативные последствия для поддержания многолетней стабильности некоторых популяций. Например, некоторые мигранты на длинные расстояния прилетают обратно на свои традиционные места в традиционное время, но находят, что популяции насекомых, которыми они обычно питаются, "уже прошли свои пики численности, отреагировав на потепление". </w:t>
      </w:r>
    </w:p>
    <w:p w:rsidR="00F152E5" w:rsidRPr="00BE0521" w:rsidRDefault="00F152E5" w:rsidP="007872B5">
      <w:pPr>
        <w:pStyle w:val="NormalWeb"/>
        <w:shd w:val="clear" w:color="auto" w:fill="FFFFFF"/>
        <w:spacing w:before="0" w:beforeAutospacing="0" w:after="0" w:afterAutospacing="0"/>
        <w:jc w:val="both"/>
        <w:rPr>
          <w:sz w:val="28"/>
          <w:szCs w:val="28"/>
        </w:rPr>
      </w:pPr>
      <w:r w:rsidRPr="00BE0521">
        <w:rPr>
          <w:sz w:val="28"/>
          <w:szCs w:val="28"/>
        </w:rPr>
        <w:tab/>
        <w:t>Обнаружено, что изменения численности изученных популяций  птиц связаны главным образом с зимним периодом их жизни. Были проведены исследования в отношении причин и механизмов, лежащих в основе многолетней динамики популяций птиц. Оно проводилось на основе анализа литературных данных и результатов оригинальных многолетних наблюдений. Исследования были сконцентрированы на оценке влияния фенологических особенностей весны на смещение района гнездования и изменение численности местных гнездовых популяций. Были разработаны и тестированы оригинальные фенологические показатели. С их помощью выявлены ключевые факторы, определяющие географическое смещение места гнездования при изменении климата. Для обеспечения работы по мониторингу популяций птиц в последние годы на биологической станции МГУ под Звенигородом в течении  нескольких лет проводилась регистрация сроков прилета массовых видов птиц в район гнездования, учет гнездовой численности популяций 54 видов, изучение сроков и успешности гнездования, изучение территориальных связей птиц путем массового кольцевания и обработки повторных поимок окольцованных птиц. Полученные результаты были обработаны, проанализированы и результаты опубликованы. Также новое исследование Уолтера Джеца из Йельского университета и Дастина Рубенштейна из университета Колумбии  продемонстрировало важную связь между естественным изменением климата и поведением пернатых. Результаты опубликованы в выпуске издания Current Biology от 11 января 2013 года. Исследования помогают понять, как живые организмы способны поведенчески реагировать на увеличение интенсивности изменения климата. Ученые уверяют, что виды, которые живут в стаях, можно предохранять от эффекто</w:t>
      </w:r>
      <w:r>
        <w:rPr>
          <w:sz w:val="28"/>
          <w:szCs w:val="28"/>
        </w:rPr>
        <w:t xml:space="preserve">в непредсказуемых климатических </w:t>
      </w:r>
      <w:r w:rsidRPr="00BE0521">
        <w:rPr>
          <w:sz w:val="28"/>
          <w:szCs w:val="28"/>
        </w:rPr>
        <w:t>состояний.</w:t>
      </w:r>
      <w:r w:rsidRPr="00BE0521">
        <w:rPr>
          <w:sz w:val="28"/>
          <w:szCs w:val="28"/>
        </w:rPr>
        <w:br/>
        <w:t xml:space="preserve">         Среди птиц распространена стайная жизнь или совместное развитие. Подобные общества, в том числе и человеческое, типично характеризуются группами родственников, которые совместно растят потомство. Иногда одни птицы воздерживаются от выведения собственных птенцов, чтобы помочь вывести потомство соседей. Иногда стаи состоят и из неродственных групп, которые, между тем, так же помогают друг другу.</w:t>
      </w:r>
      <w:r w:rsidRPr="00BE0521">
        <w:rPr>
          <w:sz w:val="28"/>
          <w:szCs w:val="28"/>
        </w:rPr>
        <w:br/>
      </w:r>
      <w:r w:rsidRPr="00BE0521">
        <w:rPr>
          <w:sz w:val="28"/>
          <w:szCs w:val="28"/>
        </w:rPr>
        <w:tab/>
        <w:t>Орнитологи установили, что стайность выступает как страховка от экологической непредсказуемости. Сообща птицам всегда легче вывести потомство, даже в голодный год.  Численность птиц, особенно мелких видов, из года в год колеблется. Такие кратковременные изменения обусловлены самыми разными причинами, порой неизученными. Это климатиче</w:t>
      </w:r>
      <w:r w:rsidRPr="00BE0521">
        <w:rPr>
          <w:sz w:val="28"/>
          <w:szCs w:val="28"/>
        </w:rPr>
        <w:softHyphen/>
        <w:t>ские факторы в местах гнездований и зимовок, во время перелетов,  количество осадков, сила ветра, степень благоприятности зимы и многие другие факторы, а также наличие корма, обилие врагов.</w:t>
      </w:r>
    </w:p>
    <w:p w:rsidR="00F152E5" w:rsidRPr="00BE0521" w:rsidRDefault="00F152E5" w:rsidP="00D07D87">
      <w:pPr>
        <w:pStyle w:val="NormalWeb"/>
        <w:shd w:val="clear" w:color="auto" w:fill="FFFFFF"/>
        <w:spacing w:before="0" w:beforeAutospacing="0" w:after="0" w:afterAutospacing="0"/>
        <w:ind w:firstLine="708"/>
        <w:jc w:val="both"/>
        <w:rPr>
          <w:sz w:val="28"/>
          <w:szCs w:val="28"/>
        </w:rPr>
      </w:pPr>
      <w:r w:rsidRPr="00BE0521">
        <w:rPr>
          <w:sz w:val="28"/>
          <w:szCs w:val="28"/>
        </w:rPr>
        <w:t>В декабре 2020 и январе 2021 года мы наблюдали такое климатическое явление, как ледяной дождь, который стал причиной гибели огромного количества птиц. Ледяной дождь  превратившийся в толстую ледяную корку на всех поверхностях, стал настоящей катастрофой для зимуюших птиц.</w:t>
      </w:r>
      <w:r w:rsidRPr="00BE0521">
        <w:rPr>
          <w:rFonts w:ascii="Helvetica" w:hAnsi="Helvetica" w:cs="Helvetica"/>
          <w:sz w:val="21"/>
          <w:szCs w:val="21"/>
        </w:rPr>
        <w:t xml:space="preserve"> </w:t>
      </w:r>
      <w:r w:rsidRPr="00BE0521">
        <w:rPr>
          <w:sz w:val="28"/>
          <w:szCs w:val="28"/>
        </w:rPr>
        <w:t>Январь 2020 года был холодным, а оттепели — слишком кратковременными, поэтому образовавшаяся корочка не стаивала почти месяц. Для живой природы это большой срок, в течение которого и произошло много перемен.  Вскоре после обледенени</w:t>
      </w:r>
      <w:r>
        <w:rPr>
          <w:sz w:val="28"/>
          <w:szCs w:val="28"/>
        </w:rPr>
        <w:t xml:space="preserve">я веток деревьев в </w:t>
      </w:r>
      <w:r w:rsidRPr="00BE0521">
        <w:rPr>
          <w:sz w:val="28"/>
          <w:szCs w:val="28"/>
        </w:rPr>
        <w:t xml:space="preserve">лесах </w:t>
      </w:r>
      <w:r>
        <w:rPr>
          <w:sz w:val="28"/>
          <w:szCs w:val="28"/>
        </w:rPr>
        <w:t xml:space="preserve">России </w:t>
      </w:r>
      <w:r w:rsidRPr="00BE0521">
        <w:rPr>
          <w:sz w:val="28"/>
          <w:szCs w:val="28"/>
        </w:rPr>
        <w:t>уменьшилась численность насекомоядных птиц — синиц, корольков, дятлов. Трещинки коры, в которых прячется основной корм этих птиц, оказались «запечатанными» под слоем льда. И птицы были вынуждены откочёвывать из лесов — мест постоянного обитания — в населённые пункты, где их выручали кормушки и даже пищевые отходы. Спасались из зоны ледяного дождя в поисках корма даже обычно оседлые виды — буроголовая гаичка (пухляк), хохлатая синица, поползень. Увеличилась миграционная активность у привычно кочующих лазоревки и большой синицы, малого пёстрого дятла. Последствия снижения численности зимующих насекомоядных птиц после ледяного дождя 2020 года заметны и сейчас. В лесах появилось очень много насекомых-вредителей: бабочек-боярышни</w:t>
      </w:r>
      <w:r>
        <w:rPr>
          <w:sz w:val="28"/>
          <w:szCs w:val="28"/>
        </w:rPr>
        <w:t xml:space="preserve">ц, соснового пилильщика. </w:t>
      </w:r>
      <w:r w:rsidRPr="00BE0521">
        <w:rPr>
          <w:sz w:val="28"/>
          <w:szCs w:val="28"/>
        </w:rPr>
        <w:t xml:space="preserve"> Привлекали насекомых повреждённые усыхающие деревья. В стволы ослабленных растений проникли микроорганизмы, произошло заражение деревьев гнилями и трутовыми грибами. Меньше насекомоядных собратьев пострадали от ледяного дождя дрозды-рябинники и свиристели, которые обычно питаются ягодами. Обледеневшие натёки на кистях ягод рябины и боярышника были только сверху, а снизу они остались доступны птицам. Поэтому массового отлёта этих пернатых из зоны ледяного дождя не происходило. Но в результате плодоядные птицы испытывали «витаминное голодание», ведь привычный для них корм — почки тополя, ясеня и других деревьев — оказался прочно замурованным под слоем льда. После стаивания ледяной корки выжившие  птицы набросились на них, восполняя недостаток витаминов из-за «ягодной диеты». Несмотря на помощь человека, большое количество птиц погибло.</w:t>
      </w:r>
    </w:p>
    <w:p w:rsidR="00F152E5" w:rsidRPr="00BE0521" w:rsidRDefault="00F152E5" w:rsidP="00920263">
      <w:pPr>
        <w:pStyle w:val="NormalWeb"/>
        <w:jc w:val="center"/>
        <w:rPr>
          <w:b/>
          <w:sz w:val="28"/>
          <w:szCs w:val="28"/>
        </w:rPr>
      </w:pPr>
      <w:r w:rsidRPr="00BE0521">
        <w:rPr>
          <w:b/>
          <w:sz w:val="28"/>
          <w:szCs w:val="28"/>
          <w:lang w:val="en-US"/>
        </w:rPr>
        <w:t>II</w:t>
      </w:r>
      <w:r w:rsidRPr="00BE0521">
        <w:rPr>
          <w:b/>
          <w:sz w:val="28"/>
          <w:szCs w:val="28"/>
        </w:rPr>
        <w:t>.4 Изменения местообитания птиц под действием человека</w:t>
      </w:r>
    </w:p>
    <w:p w:rsidR="00F152E5" w:rsidRPr="00BE0521" w:rsidRDefault="00F152E5" w:rsidP="00920263">
      <w:pPr>
        <w:pStyle w:val="NormalWeb"/>
        <w:spacing w:before="120" w:beforeAutospacing="0" w:after="120" w:afterAutospacing="0"/>
        <w:ind w:firstLine="708"/>
        <w:jc w:val="both"/>
        <w:rPr>
          <w:sz w:val="28"/>
          <w:szCs w:val="28"/>
        </w:rPr>
      </w:pPr>
      <w:r w:rsidRPr="00BE0521">
        <w:rPr>
          <w:sz w:val="28"/>
          <w:szCs w:val="28"/>
        </w:rPr>
        <w:t xml:space="preserve">Местообитание - это та обстановка, которая непосредственно окружает птиц. Большинство биомов представляют собой сложный комплекс разных местообитаний. Степень специализации птиц к определенным местообитаниям заметно различается у разных видов. Некоторые, например глухари или дятлы, круглый год живут в одном-единственном местообитании. А многие перелетные птицы, выводившие птенцов в болотистых и густых хвойных лесах Севера, осенью улетают далеко на юг и проводят зиму в совершенно иной обстановке среди саванн и засушливых редколесий. Закончив гнездование в арктических тундрах, многие кулики отправляются в дальнее путешествие вдоль морских побережий Евразии, пока не достигнут зимовок на внутренних озерах в аргентинской пампе. </w:t>
      </w:r>
      <w:r w:rsidRPr="00BE0521">
        <w:rPr>
          <w:sz w:val="28"/>
          <w:szCs w:val="28"/>
        </w:rPr>
        <w:br/>
        <w:t xml:space="preserve">           Главные угрозы биологическому разнообразию, вытекающие из деятельности человека, заключаются: 1)в разрушении мест обитания, 2)их фрагментации и деградации 3)в глобальном изменении климата, 4)чрезмерной эксплуатации видов человеком, 5)вторжении экзотических видов, 6)увеличивающемся распространении болезней 7)антропогенном загрязнении мест обитания. Большинство видов стоит перед лицом, по крайней мере, двух или более из этих проблем, которые ускоряют их вымирание и препятствуют усилиям по их защите. Все перечисленные угрозы вызваны увеличивающимся использованием природных ресурсов при растущей численности людей. </w:t>
      </w:r>
      <w:r w:rsidRPr="00BE0521">
        <w:rPr>
          <w:sz w:val="28"/>
          <w:szCs w:val="28"/>
        </w:rPr>
        <w:br/>
        <w:t xml:space="preserve">          Наибольшую опасность биологическому разнообразию представляет нарушение мест обитания, и поэтому для сохранения биологического разнообразия самое важное – это их защита. Потеря местообитаний сопряжена как с прямым их разрушением, так и с повреждениями в виде загрязнения и фрагментации. Для большинства стоящих на пороге вымирания растений и животных именно утрата местообитаний является первостепенной угрозой. </w:t>
      </w:r>
      <w:r w:rsidRPr="00BE0521">
        <w:rPr>
          <w:sz w:val="28"/>
          <w:szCs w:val="28"/>
        </w:rPr>
        <w:br/>
        <w:t xml:space="preserve">          Развитие новых технологий и разрушение окружающей среды в результате деятельности человека идет со скоростью, значительно превышающей способности видов приспособиться к новым условиям. Исключение составляют немногие виды птиц, которые легко и быстро могут приспособиться. Вмешательство человека часто приводит к снижению разнообразия природных условий. Например, уничтожая различные виды древесных пород в смешанных лесах с целью создания предпочтительных условий для произрастания сосны, используемой в целлюлозной промышленности, человек неизбежно уменьшает число экологических ниш. В результате в образовавшихся чистых сосновых лесах видовое разнообразие  птиц существенно уменьшается по сравнению с исходным сообществом смешанного леса. </w:t>
      </w:r>
    </w:p>
    <w:p w:rsidR="00F152E5" w:rsidRPr="00BE0521" w:rsidRDefault="00F152E5" w:rsidP="00920263">
      <w:pPr>
        <w:pStyle w:val="NormalWeb"/>
        <w:spacing w:before="120" w:beforeAutospacing="0" w:after="0" w:afterAutospacing="0"/>
        <w:jc w:val="both"/>
        <w:rPr>
          <w:sz w:val="28"/>
          <w:szCs w:val="28"/>
        </w:rPr>
      </w:pPr>
      <w:r w:rsidRPr="00BE0521">
        <w:rPr>
          <w:sz w:val="28"/>
          <w:szCs w:val="28"/>
        </w:rPr>
        <w:t xml:space="preserve"> </w:t>
      </w:r>
      <w:r w:rsidRPr="00BE0521">
        <w:rPr>
          <w:sz w:val="28"/>
          <w:szCs w:val="28"/>
        </w:rPr>
        <w:tab/>
        <w:t xml:space="preserve">Разрушение естественного местообитания часто начинается с его фрагментации на отдельные изолированные участки. Весной петухи глухаря собираются на ток. Площадь участка леса, необходимого для тока, должна быть не менее 5-8 гектаров. Сокращение участков леса, пригодных для токования, неизбежно приводит к падению численности этого вида. Даже частичная вырубка лесных массивов влияет на баланс экосистемы, в частности, отражается на популяциях птиц. В лесах, где отдельные участки частично вырублены, птицы находятся в неестественных для них условиях и это сказывается на их образе жизни, на размножении. </w:t>
      </w:r>
      <w:r w:rsidRPr="00BE0521">
        <w:rPr>
          <w:sz w:val="28"/>
          <w:szCs w:val="28"/>
        </w:rPr>
        <w:br/>
        <w:t xml:space="preserve">Птицы лесов особенно чувствительны к изменениям естественной среды обитания. Фрагментация леса влияет на популяцию певчих птиц еще и меньшим числом образований брачных пар. </w:t>
      </w:r>
    </w:p>
    <w:p w:rsidR="00F152E5" w:rsidRPr="00BE0521" w:rsidRDefault="00F152E5" w:rsidP="00920263">
      <w:pPr>
        <w:pStyle w:val="NormalWeb"/>
        <w:spacing w:before="120" w:beforeAutospacing="0" w:after="0" w:afterAutospacing="0"/>
        <w:ind w:firstLine="708"/>
        <w:jc w:val="both"/>
        <w:rPr>
          <w:sz w:val="28"/>
          <w:szCs w:val="28"/>
        </w:rPr>
      </w:pPr>
      <w:r w:rsidRPr="00BE0521">
        <w:rPr>
          <w:sz w:val="28"/>
          <w:szCs w:val="28"/>
        </w:rPr>
        <w:t xml:space="preserve"> Для многих видов, особенно перелетных, наибольшую угрозу представляет мелиорация – осушение и распахивание водно-болотных угодий и сырых лугов в поймах рек. Именно эти местообитания обеспечивают птиц кормом и укрытиями на путях перелета. </w:t>
      </w:r>
    </w:p>
    <w:p w:rsidR="00F152E5" w:rsidRPr="00BE0521" w:rsidRDefault="00F152E5" w:rsidP="00920263">
      <w:pPr>
        <w:ind w:firstLine="708"/>
        <w:jc w:val="both"/>
        <w:rPr>
          <w:sz w:val="28"/>
          <w:szCs w:val="28"/>
        </w:rPr>
      </w:pPr>
      <w:r w:rsidRPr="00BE0521">
        <w:rPr>
          <w:sz w:val="28"/>
          <w:szCs w:val="28"/>
        </w:rPr>
        <w:t xml:space="preserve">На больших территориях мелких птиц становится все меньше и меньше. Эти изменения вызваны интенсификацией использования земель, что сказывается на общем характере ландшафтов. Больше всего неприятностей птицам доставляет широкомасштабное сельское хозяйство с характерной тенденцией к объединению обширных угодий для возделывания монокультур. При этом человек уничтожает посадки деревьев и кустарников, осушает мелкие болота, засыпает заросшие кустами балки, выкорчевывает перелески и различные виды растущей островками зелени, в том числе одиночные деревья. </w:t>
      </w:r>
    </w:p>
    <w:p w:rsidR="00F152E5" w:rsidRPr="00BE0521" w:rsidRDefault="00F152E5" w:rsidP="00920263">
      <w:pPr>
        <w:ind w:firstLine="708"/>
        <w:jc w:val="both"/>
        <w:rPr>
          <w:sz w:val="28"/>
          <w:szCs w:val="28"/>
        </w:rPr>
      </w:pPr>
      <w:r w:rsidRPr="00BE0521">
        <w:rPr>
          <w:sz w:val="28"/>
          <w:szCs w:val="28"/>
        </w:rPr>
        <w:t>Выравнивание первоначально извилистых русел рек влечет за собой ликвидацию зелени берегов, исчезновение пойменных лугов. Подобные изменения, хотя и менее заметные, происходят в лесных районах. Почти полностью исчезли вековые дуплистые деревья, большие площади насаждаются быстрорастущими, в основном, хвойными породами. Вследствие этого ландшафт становится монотоннее, а многие птицы лишаются привычных условий гнездования. Широко известно, что создание монокультурных посевов приводит к обеднению разнообразия птиц. В одновидовых еловых лесах, например, количественно преобладают московка, корольки, зяблик, в то время как рядом с ними встречаются малочисленные популяции приблизительно 15—20 других видов.</w:t>
      </w:r>
    </w:p>
    <w:p w:rsidR="00F152E5" w:rsidRPr="00BE0521" w:rsidRDefault="00F152E5" w:rsidP="00920263">
      <w:pPr>
        <w:pStyle w:val="NormalWeb"/>
        <w:ind w:firstLine="708"/>
        <w:jc w:val="center"/>
        <w:rPr>
          <w:b/>
          <w:sz w:val="28"/>
          <w:szCs w:val="28"/>
        </w:rPr>
      </w:pPr>
      <w:r w:rsidRPr="00BE0521">
        <w:rPr>
          <w:b/>
          <w:sz w:val="28"/>
          <w:szCs w:val="28"/>
          <w:lang w:val="en-US"/>
        </w:rPr>
        <w:t>II</w:t>
      </w:r>
      <w:r w:rsidRPr="00BE0521">
        <w:rPr>
          <w:b/>
          <w:sz w:val="28"/>
          <w:szCs w:val="28"/>
        </w:rPr>
        <w:t>.5 Птицы городов</w:t>
      </w:r>
    </w:p>
    <w:p w:rsidR="00F152E5" w:rsidRPr="00BE0521" w:rsidRDefault="00F152E5" w:rsidP="009D3B02">
      <w:pPr>
        <w:pStyle w:val="NormalWeb"/>
        <w:spacing w:before="0" w:beforeAutospacing="0" w:after="0" w:afterAutospacing="0"/>
        <w:ind w:firstLine="708"/>
        <w:jc w:val="both"/>
        <w:rPr>
          <w:sz w:val="28"/>
          <w:szCs w:val="28"/>
        </w:rPr>
      </w:pPr>
      <w:r w:rsidRPr="00BE0521">
        <w:rPr>
          <w:sz w:val="28"/>
          <w:szCs w:val="28"/>
        </w:rPr>
        <w:t xml:space="preserve">Есть такие птицы, которые в городе стали прочными соседями с людьми. Таких городских птиц можно встретить возле поселений человека, в лесах возле дачи, в поле у деревни, а также в городских скверах, лесопарках и на самых обычных улицах большого города, они сумели приспособиться и осели в необычных для них местах. Проживая возле человека в не совсем привычных для них условиях, биология и поведение птиц сильно меняются. Например, в городах, посёлках они уже не ищут корм в море, а разгуливают по улицам и «попрошайничают». Происходят изменения и в местах гнездования. Птицы гнездятся на башнях, мачтах и столбах, в телеграфных столбах делают дупла, устраивают свои гнезда внутри стоящих на ремонте самолетов. Им не хватает корма в больших городах, поэтому человек должен помогать птицам. В городе больше спокойных мест для ночлега, где никто не будет на них охотиться. А еще зимой в городах теплее, чем в лесу или в поле. Поэтому, привыкнув к городским условиям, некоторые перелетные птицы становятся оседлыми, не улетая на зиму на юг. </w:t>
      </w:r>
      <w:r w:rsidRPr="00BE0521">
        <w:rPr>
          <w:sz w:val="28"/>
          <w:szCs w:val="28"/>
        </w:rPr>
        <w:br/>
      </w:r>
      <w:r w:rsidRPr="00BE0521">
        <w:rPr>
          <w:sz w:val="28"/>
          <w:szCs w:val="28"/>
        </w:rPr>
        <w:tab/>
        <w:t>Вырабатывая нужные биологические особенности, они меняют не только состав пищи, но и гнездовой биотоп и становятся типичными представителями культурного ландшафта – городскими птицами. Для России эта группа пернатых богата видами. Примерно около 80 видов городских птиц – почти 24 % всего состава орнитофауны – гнездятся, кормятся в культурных ландшафтах или регулярно посещают их. Птиц, гнездящихся непосредственно в строениях человека, так называемых синантропов, в России насчитывается всего 13 видов. К ним относятся полевой и дымовой воробьи, серый и даурский скворцы ,сизый и скалистый голуби, три вида ласточек – городская, даурская и касатка, белая и горная трясогузки, бело-поясной стриж и сибирская горихвостка. Кроме того, в садах, парках и скверах гнездятся на деревьях и в кустарнике более привычные для нас городские птицы – вороны, сороки, обыкновенный и черноголовый дубонос, китайская зеленушка, большая синица, гаичка, сорокопут-жулан, вертишейка и ряд других. Некоторые виды птиц, вытесняемые из привычных мест обитания растущими городами, удивительно быстро приспосабливаются к совершенно новым для них условиям жизни в городе. При этом у птиц появляются устойчивые изменения поведения, происходит отказ от характерных для данного вида стереотипов выбора местообитания, корма и мест гнездования. «Местом старта» птичьей урбанизации обычно служат поселения в пригородных лесах или скопления на зимовку в самом городе. Некоторые виды находят в городских условиях такие места, которые практически не отличаются от их естественных ареалов. К таким видам относятся, например, деревенские ласточки, которые обитают в городах. Следует отметить, что городская среда в любом случае меняет повадки птиц. Так, было выявлено, что из-за шума, возникающего в городе, многие птицы просто перешли на ночной образ существования – время, когда город затихает.</w:t>
      </w:r>
    </w:p>
    <w:p w:rsidR="00F152E5" w:rsidRPr="00BE0521" w:rsidRDefault="00F152E5" w:rsidP="00920263">
      <w:pPr>
        <w:pStyle w:val="NormalWeb"/>
        <w:spacing w:before="0" w:beforeAutospacing="0" w:after="0" w:afterAutospacing="0"/>
        <w:jc w:val="both"/>
        <w:rPr>
          <w:sz w:val="28"/>
          <w:szCs w:val="28"/>
        </w:rPr>
      </w:pPr>
      <w:r w:rsidRPr="00BE0521">
        <w:rPr>
          <w:sz w:val="28"/>
          <w:szCs w:val="28"/>
        </w:rPr>
        <w:tab/>
        <w:t xml:space="preserve">Но городская среда таит немало опасностей для птиц. Развитие средств связи - столбы на линиях связи и провода, создают достаточно благоприятные условия для жизни некоторых видов птиц. Провода служат хорошей поддержкой для пернатых, особенно в степной и городской зоне. На обширных пространствах в степи провода служат отличным местом, с которого хищные и насекомоядные птицы охотятся. В условиях города, птицы спасаются на проводах электропередач от машин и другой современной техники. Электрические провода могут служить не только помощью, но и опасностью для птиц. Птицы, которые имеют прямолинейный и быстрый перелет, однако летающие при этом не очень высоко, часто разбиваются именно о провода. Группой риска являются молодые птицы и птицы, летящие в ночное время. Среди наших птиц можно отметить перепелов и различных дроздов, зимующие стрепеты. Могут пострадать от линии связи и такие достаточно большие птицы, как аисты. Эти птицы плохо маневрируют, а перелет чаще всего проходит вблизи населенных пунктов. Гибель птиц на проводах является не единственной причиной уменьшения численности, однако является одной из самых существенных. </w:t>
      </w:r>
    </w:p>
    <w:p w:rsidR="00F152E5" w:rsidRPr="00BE0521" w:rsidRDefault="00F152E5" w:rsidP="009D3B02">
      <w:pPr>
        <w:pStyle w:val="NormalWeb"/>
        <w:spacing w:before="0" w:beforeAutospacing="0" w:after="0" w:afterAutospacing="0"/>
        <w:jc w:val="both"/>
        <w:rPr>
          <w:sz w:val="28"/>
          <w:szCs w:val="28"/>
        </w:rPr>
      </w:pPr>
      <w:r w:rsidRPr="00BE0521">
        <w:rPr>
          <w:sz w:val="28"/>
          <w:szCs w:val="28"/>
        </w:rPr>
        <w:tab/>
        <w:t xml:space="preserve">Периодически в городах происходит массовая гибель птиц. Ученые орнитологи очень тщательно проанализировали климатические условия, предшествующие гибели птиц и условия, которые были созданы деятельностью человека. </w:t>
      </w:r>
    </w:p>
    <w:p w:rsidR="00F152E5" w:rsidRPr="00BE0521" w:rsidRDefault="00F152E5" w:rsidP="00920263">
      <w:pPr>
        <w:pStyle w:val="NormalWeb"/>
        <w:spacing w:before="0" w:beforeAutospacing="0" w:after="0" w:afterAutospacing="0"/>
        <w:ind w:firstLine="708"/>
        <w:jc w:val="both"/>
        <w:rPr>
          <w:sz w:val="28"/>
          <w:szCs w:val="28"/>
        </w:rPr>
      </w:pPr>
      <w:r w:rsidRPr="00BE0521">
        <w:rPr>
          <w:sz w:val="28"/>
          <w:szCs w:val="28"/>
        </w:rPr>
        <w:t>Они пришли к следующим выводам:</w:t>
      </w:r>
    </w:p>
    <w:p w:rsidR="00F152E5" w:rsidRPr="00BE0521" w:rsidRDefault="00F152E5" w:rsidP="00920263">
      <w:pPr>
        <w:pStyle w:val="NormalWeb"/>
        <w:spacing w:before="0" w:beforeAutospacing="0" w:after="0" w:afterAutospacing="0"/>
        <w:ind w:firstLine="708"/>
        <w:jc w:val="both"/>
        <w:rPr>
          <w:sz w:val="28"/>
          <w:szCs w:val="28"/>
        </w:rPr>
      </w:pPr>
      <w:r w:rsidRPr="00BE0521">
        <w:rPr>
          <w:sz w:val="28"/>
          <w:szCs w:val="28"/>
        </w:rPr>
        <w:t>- атмосферные явления могут не только препятствовать добыванию корма, но и могут повлиять на его качество. Так, при определенных условиях свиристель травится перебродившими ягодами.</w:t>
      </w:r>
    </w:p>
    <w:p w:rsidR="00F152E5" w:rsidRPr="00BE0521" w:rsidRDefault="00F152E5" w:rsidP="00920263">
      <w:pPr>
        <w:pStyle w:val="NormalWeb"/>
        <w:spacing w:before="0" w:beforeAutospacing="0" w:after="0" w:afterAutospacing="0"/>
        <w:ind w:firstLine="708"/>
        <w:jc w:val="both"/>
        <w:rPr>
          <w:sz w:val="28"/>
          <w:szCs w:val="28"/>
        </w:rPr>
      </w:pPr>
      <w:r w:rsidRPr="00BE0521">
        <w:rPr>
          <w:sz w:val="28"/>
          <w:szCs w:val="28"/>
        </w:rPr>
        <w:t>- ежегодно огромное количество птиц гибнет от столкновения с автомобилями, с мачтами сотовой связи, телевышками (40 млн птиц)</w:t>
      </w:r>
    </w:p>
    <w:p w:rsidR="00F152E5" w:rsidRPr="00BE0521" w:rsidRDefault="00F152E5" w:rsidP="00920263">
      <w:pPr>
        <w:pStyle w:val="NormalWeb"/>
        <w:spacing w:before="0" w:beforeAutospacing="0" w:after="0" w:afterAutospacing="0"/>
        <w:ind w:firstLine="708"/>
        <w:jc w:val="both"/>
        <w:rPr>
          <w:sz w:val="28"/>
          <w:szCs w:val="28"/>
        </w:rPr>
      </w:pPr>
      <w:r w:rsidRPr="00BE0521">
        <w:rPr>
          <w:sz w:val="28"/>
          <w:szCs w:val="28"/>
        </w:rPr>
        <w:t>- высотные здания с зеркальным остеклением приводят к гибели целых птичьих стай</w:t>
      </w:r>
    </w:p>
    <w:p w:rsidR="00F152E5" w:rsidRPr="00BE0521" w:rsidRDefault="00F152E5" w:rsidP="00920263">
      <w:pPr>
        <w:pStyle w:val="NormalWeb"/>
        <w:spacing w:before="0" w:beforeAutospacing="0" w:after="0" w:afterAutospacing="0"/>
        <w:ind w:firstLine="708"/>
        <w:jc w:val="both"/>
        <w:rPr>
          <w:sz w:val="28"/>
          <w:szCs w:val="28"/>
        </w:rPr>
      </w:pPr>
      <w:r w:rsidRPr="00BE0521">
        <w:rPr>
          <w:sz w:val="28"/>
          <w:szCs w:val="28"/>
        </w:rPr>
        <w:t>- ядовитый смог городов также приводит к гибели птиц</w:t>
      </w:r>
    </w:p>
    <w:p w:rsidR="00F152E5" w:rsidRPr="00BE0521" w:rsidRDefault="00F152E5" w:rsidP="00920263">
      <w:pPr>
        <w:pStyle w:val="NormalWeb"/>
        <w:spacing w:before="0" w:beforeAutospacing="0" w:after="0" w:afterAutospacing="0"/>
        <w:ind w:firstLine="708"/>
        <w:jc w:val="both"/>
        <w:rPr>
          <w:sz w:val="28"/>
          <w:szCs w:val="28"/>
        </w:rPr>
      </w:pPr>
      <w:r w:rsidRPr="00BE0521">
        <w:rPr>
          <w:sz w:val="28"/>
          <w:szCs w:val="28"/>
        </w:rPr>
        <w:t>- летом перегретые водоемы превращаются в своеобразные термостаты с патогенной микрофлорой и это грозит гибелью водоплавающим птицам</w:t>
      </w:r>
    </w:p>
    <w:p w:rsidR="00F152E5" w:rsidRPr="00BE0521" w:rsidRDefault="00F152E5" w:rsidP="00920263">
      <w:pPr>
        <w:pStyle w:val="NormalWeb"/>
        <w:spacing w:before="0" w:beforeAutospacing="0" w:after="0" w:afterAutospacing="0"/>
        <w:ind w:firstLine="708"/>
        <w:jc w:val="both"/>
        <w:rPr>
          <w:sz w:val="28"/>
          <w:szCs w:val="28"/>
        </w:rPr>
      </w:pPr>
      <w:r w:rsidRPr="00BE0521">
        <w:rPr>
          <w:sz w:val="28"/>
          <w:szCs w:val="28"/>
        </w:rPr>
        <w:t>- происходит инфицирование и отравление птиц химическими веществами, которые являются отходами промышленных предприятий</w:t>
      </w:r>
    </w:p>
    <w:p w:rsidR="00F152E5" w:rsidRDefault="00F152E5" w:rsidP="00907ACE">
      <w:pPr>
        <w:pStyle w:val="NormalWeb"/>
        <w:spacing w:before="0" w:beforeAutospacing="0" w:after="0" w:afterAutospacing="0"/>
        <w:ind w:firstLine="708"/>
        <w:jc w:val="both"/>
        <w:rPr>
          <w:sz w:val="28"/>
          <w:szCs w:val="28"/>
        </w:rPr>
      </w:pPr>
      <w:r w:rsidRPr="00BE0521">
        <w:rPr>
          <w:sz w:val="28"/>
          <w:szCs w:val="28"/>
        </w:rPr>
        <w:t xml:space="preserve">- высказывается предположение о влиянии на здоровье и жизнь птиц электромагнитных колебаний природного характера или испытаний нового оборудования в крупных НИИ городов. </w:t>
      </w:r>
    </w:p>
    <w:p w:rsidR="00F152E5" w:rsidRPr="00BE0521" w:rsidRDefault="00F152E5" w:rsidP="00920263">
      <w:pPr>
        <w:pStyle w:val="NormalWeb"/>
        <w:spacing w:before="0" w:beforeAutospacing="0" w:after="0" w:afterAutospacing="0"/>
        <w:ind w:firstLine="708"/>
        <w:jc w:val="both"/>
        <w:rPr>
          <w:sz w:val="28"/>
          <w:szCs w:val="28"/>
        </w:rPr>
      </w:pPr>
    </w:p>
    <w:p w:rsidR="00F152E5" w:rsidRPr="00BE0521" w:rsidRDefault="00F152E5" w:rsidP="00920263">
      <w:pPr>
        <w:pStyle w:val="NormalWeb"/>
        <w:spacing w:before="0" w:beforeAutospacing="0" w:after="0" w:afterAutospacing="0"/>
        <w:ind w:firstLine="708"/>
        <w:jc w:val="both"/>
        <w:rPr>
          <w:sz w:val="28"/>
          <w:szCs w:val="28"/>
        </w:rPr>
      </w:pPr>
    </w:p>
    <w:p w:rsidR="00F152E5" w:rsidRPr="00BE0521" w:rsidRDefault="00F152E5" w:rsidP="00920263">
      <w:pPr>
        <w:jc w:val="center"/>
        <w:rPr>
          <w:noProof/>
          <w:sz w:val="28"/>
          <w:szCs w:val="28"/>
        </w:rPr>
      </w:pPr>
      <w:r w:rsidRPr="00BE0521">
        <w:rPr>
          <w:b/>
          <w:noProof/>
          <w:sz w:val="28"/>
          <w:szCs w:val="28"/>
          <w:lang w:val="en-US"/>
        </w:rPr>
        <w:t>II</w:t>
      </w:r>
      <w:r w:rsidRPr="00BE0521">
        <w:rPr>
          <w:b/>
          <w:noProof/>
          <w:sz w:val="28"/>
          <w:szCs w:val="28"/>
        </w:rPr>
        <w:t xml:space="preserve">.6 Влияние пестицидов и  </w:t>
      </w:r>
      <w:r w:rsidRPr="00BE0521">
        <w:rPr>
          <w:b/>
          <w:sz w:val="28"/>
          <w:szCs w:val="28"/>
        </w:rPr>
        <w:t>видов-интродуцентов</w:t>
      </w:r>
      <w:r w:rsidRPr="00BE0521">
        <w:rPr>
          <w:b/>
          <w:noProof/>
          <w:sz w:val="28"/>
          <w:szCs w:val="28"/>
        </w:rPr>
        <w:t xml:space="preserve"> на птиц</w:t>
      </w:r>
    </w:p>
    <w:p w:rsidR="00F152E5" w:rsidRPr="00BE0521" w:rsidRDefault="00F152E5" w:rsidP="00920263">
      <w:pPr>
        <w:shd w:val="clear" w:color="auto" w:fill="FFFFFF"/>
        <w:ind w:firstLine="708"/>
        <w:jc w:val="both"/>
        <w:outlineLvl w:val="1"/>
        <w:rPr>
          <w:noProof/>
          <w:sz w:val="28"/>
          <w:szCs w:val="28"/>
        </w:rPr>
      </w:pPr>
      <w:r w:rsidRPr="00BE0521">
        <w:rPr>
          <w:noProof/>
          <w:sz w:val="28"/>
          <w:szCs w:val="28"/>
        </w:rPr>
        <w:t xml:space="preserve"> Мощным фактором отрицательного воздействия на птиц стало широкое применение в сельском и лесном хозяйствах ядохимикатов. Пестициды действуют на всё живое, убивают и вредных, и полезных насекомых, которыми питаются птицы. В то время, как популяции городских и лесных птиц за последние двадцать пять лет уменьшились на примерно на 10%, численность птиц сельхозугодий упала на 48%. Специалисты утверждают, что со времени начала использования ядохимикатов произошло мировое снижение численности птиц на 20-25%. Сейчас 12% всех птиц  находится на грани вымирания. Химическое загрязнение, включающее химические удобрения, пестициды и тяжелые металлы угрожает 187 вымирающим видам птиц. </w:t>
      </w:r>
      <w:r w:rsidRPr="00BE0521">
        <w:rPr>
          <w:sz w:val="28"/>
          <w:szCs w:val="28"/>
        </w:rPr>
        <w:t>Инсектициды являются ядами замедленного действия. Попав в организм птиц, они постепенно накапливаются в нем. Например: ДДТ попал на землю, потом в организм дождевых червей, отличающихся невосприимчивостью к его воздействию. Химическое вещество накопилось в их тканях. Дрозды, употреблявшие в пищу огромное количество дождевых червей, подверглись отравлению ядовитыми химикатами, поражающими нервную систему и приводящими к параличу двигательных органов. Потеряв способность летать, птицы погибали. Смертность в некоторых районах доходила до 85%, в результате чего возникла реальная опасность полного истребления популяций дроздов. Некоторые инсектициды часто вызывают серьезные нарушения физиологии, прежде всего органов размножения, что ведет к полной или частичной стерильности, снижению количества яиц в кладках. Инсектициды влияют на состав кальция в скорлупе: яйца становятся хрупкими и разбиваются. Подобные факты наиболее известны среди хищников, но много таких случаев наблюдалось и среди певчих птиц.</w:t>
      </w:r>
    </w:p>
    <w:p w:rsidR="00F152E5" w:rsidRPr="00BE0521" w:rsidRDefault="00F152E5" w:rsidP="00920263">
      <w:pPr>
        <w:ind w:firstLine="708"/>
        <w:jc w:val="both"/>
        <w:rPr>
          <w:sz w:val="28"/>
          <w:szCs w:val="28"/>
        </w:rPr>
      </w:pPr>
      <w:r w:rsidRPr="00BE0521">
        <w:rPr>
          <w:sz w:val="28"/>
          <w:szCs w:val="28"/>
        </w:rPr>
        <w:t xml:space="preserve">Около 25% исчезающих видов птиц находятся под угрозой исчезновения из-за агрессивного поведения видов-интродуцентов, в том числе змей, крыс, кошек, растений и насекомых. Опасность от этих видов не следует недооценивать. Большую историю истребления птиц имеют домашние и дикие кошки. </w:t>
      </w:r>
    </w:p>
    <w:p w:rsidR="00F152E5" w:rsidRPr="00BE0521" w:rsidRDefault="00F152E5" w:rsidP="00920263">
      <w:pPr>
        <w:ind w:firstLine="708"/>
        <w:jc w:val="both"/>
        <w:rPr>
          <w:sz w:val="28"/>
          <w:szCs w:val="28"/>
        </w:rPr>
      </w:pPr>
      <w:r w:rsidRPr="00BE0521">
        <w:rPr>
          <w:sz w:val="28"/>
          <w:szCs w:val="28"/>
        </w:rPr>
        <w:t xml:space="preserve">На морских птиц оказывают сильные воздействия нефтяные разливы. </w:t>
      </w:r>
    </w:p>
    <w:p w:rsidR="00F152E5" w:rsidRDefault="00F152E5" w:rsidP="008A3C2B">
      <w:pPr>
        <w:ind w:firstLine="708"/>
        <w:jc w:val="both"/>
        <w:rPr>
          <w:sz w:val="28"/>
          <w:szCs w:val="28"/>
        </w:rPr>
      </w:pPr>
      <w:r w:rsidRPr="00BE0521">
        <w:rPr>
          <w:sz w:val="28"/>
          <w:szCs w:val="28"/>
        </w:rPr>
        <w:t>К возникновению угрозы вымирания 23 видам птиц привел промысел ярусными сетями, а также нелегально ведущаяся охота. Под угрозой исчезновения находится и значительная часть популяций различных видов  птиц  из-за желания людей держать их в неволе.</w:t>
      </w:r>
    </w:p>
    <w:p w:rsidR="00F152E5" w:rsidRDefault="00F152E5" w:rsidP="008A3C2B">
      <w:pPr>
        <w:ind w:firstLine="708"/>
        <w:jc w:val="both"/>
        <w:rPr>
          <w:sz w:val="28"/>
          <w:szCs w:val="28"/>
        </w:rPr>
      </w:pPr>
    </w:p>
    <w:p w:rsidR="00F152E5" w:rsidRDefault="00F152E5" w:rsidP="008A3C2B">
      <w:pPr>
        <w:ind w:firstLine="708"/>
        <w:jc w:val="both"/>
        <w:rPr>
          <w:sz w:val="28"/>
          <w:szCs w:val="28"/>
        </w:rPr>
      </w:pPr>
    </w:p>
    <w:p w:rsidR="00F152E5" w:rsidRDefault="00F152E5" w:rsidP="008A3C2B">
      <w:pPr>
        <w:ind w:firstLine="708"/>
        <w:jc w:val="both"/>
        <w:rPr>
          <w:sz w:val="28"/>
          <w:szCs w:val="28"/>
        </w:rPr>
      </w:pPr>
    </w:p>
    <w:p w:rsidR="00F152E5" w:rsidRDefault="00F152E5" w:rsidP="008A3C2B">
      <w:pPr>
        <w:ind w:firstLine="708"/>
        <w:jc w:val="both"/>
        <w:rPr>
          <w:sz w:val="28"/>
          <w:szCs w:val="28"/>
        </w:rPr>
      </w:pPr>
    </w:p>
    <w:p w:rsidR="00F152E5" w:rsidRPr="00BE0521" w:rsidRDefault="00F152E5" w:rsidP="008A3C2B">
      <w:pPr>
        <w:ind w:firstLine="708"/>
        <w:jc w:val="both"/>
        <w:rPr>
          <w:sz w:val="28"/>
          <w:szCs w:val="28"/>
        </w:rPr>
      </w:pPr>
    </w:p>
    <w:p w:rsidR="00F152E5" w:rsidRDefault="00F152E5" w:rsidP="00920263">
      <w:pPr>
        <w:spacing w:line="270" w:lineRule="atLeast"/>
        <w:ind w:firstLine="708"/>
        <w:jc w:val="center"/>
        <w:rPr>
          <w:b/>
          <w:sz w:val="28"/>
        </w:rPr>
      </w:pPr>
      <w:r w:rsidRPr="00BE0521">
        <w:rPr>
          <w:b/>
          <w:sz w:val="28"/>
          <w:lang w:val="en-US"/>
        </w:rPr>
        <w:t>II</w:t>
      </w:r>
      <w:r w:rsidRPr="00BE0521">
        <w:rPr>
          <w:b/>
          <w:sz w:val="28"/>
        </w:rPr>
        <w:t>.7 Птицы Сургутского района</w:t>
      </w:r>
    </w:p>
    <w:p w:rsidR="00F152E5" w:rsidRPr="0078320F" w:rsidRDefault="00F152E5" w:rsidP="0078320F">
      <w:pPr>
        <w:ind w:firstLine="708"/>
        <w:rPr>
          <w:sz w:val="28"/>
          <w:szCs w:val="28"/>
          <w:shd w:val="clear" w:color="auto" w:fill="FFFFFF"/>
        </w:rPr>
      </w:pPr>
      <w:r w:rsidRPr="0078320F">
        <w:rPr>
          <w:sz w:val="28"/>
          <w:szCs w:val="28"/>
          <w:shd w:val="clear" w:color="auto" w:fill="FFFFFF"/>
        </w:rPr>
        <w:t>Мир птиц Ханты-Мансийского автономного округа характеризуется богатством видового и количественного состава, всего в регионе зарегистрировано около 260 видов этих теплокровных яйцекладущих позвоночных животных. В основном орнитофауна области представлена перелётными птицами приуроченными к водным и околоводным биотопам: утки (кряква, свиязь, хохлатая чернеть, чирок-свистунок, шилохвость, широконоска), гуси (белолобый, белый, серый), лебеди (кликун, малый), чайки (малая, озёрная, сизая), казарки (краснозобая, чёрная), кулики (бекас, большой улит, гаршнеп, дупель, кулик-воробей, кулик-сорока, мородунка, турухтан, фифи, черныш, щёголь), журавли (серый, чёрный, стерх) и др.</w:t>
      </w:r>
    </w:p>
    <w:p w:rsidR="00F152E5" w:rsidRPr="0078320F" w:rsidRDefault="00F152E5" w:rsidP="0078320F">
      <w:pPr>
        <w:ind w:firstLine="708"/>
        <w:rPr>
          <w:sz w:val="28"/>
          <w:szCs w:val="28"/>
          <w:shd w:val="clear" w:color="auto" w:fill="FFFFFF"/>
        </w:rPr>
      </w:pPr>
      <w:r w:rsidRPr="0078320F">
        <w:rPr>
          <w:sz w:val="28"/>
          <w:szCs w:val="28"/>
          <w:shd w:val="clear" w:color="auto" w:fill="FFFFFF"/>
        </w:rPr>
        <w:t>В таёжных и лиственных лесах живут оседло курообразные птицы (белая куропатка, глухарь, перепел, рябчик, тетерев), совы (белая, болотная, ушастая, бородатая неясыть, мохноногий сыч, сплюшка, филин), дятлы (белоспинный, малый, трехпалый), воробьинообразные птицы (белокрылый клёст, большая синица, чечётка, сероголовая гаичка) и др.</w:t>
      </w:r>
    </w:p>
    <w:p w:rsidR="00F152E5" w:rsidRPr="0078320F" w:rsidRDefault="00F152E5" w:rsidP="0078320F">
      <w:pPr>
        <w:ind w:firstLine="708"/>
        <w:rPr>
          <w:b/>
          <w:sz w:val="28"/>
          <w:szCs w:val="28"/>
        </w:rPr>
      </w:pPr>
    </w:p>
    <w:p w:rsidR="00F152E5" w:rsidRPr="0078320F" w:rsidRDefault="00F152E5" w:rsidP="0078320F">
      <w:pPr>
        <w:shd w:val="clear" w:color="auto" w:fill="FFFFFF"/>
        <w:textAlignment w:val="baseline"/>
        <w:rPr>
          <w:sz w:val="28"/>
          <w:szCs w:val="28"/>
        </w:rPr>
      </w:pPr>
      <w:r w:rsidRPr="0078320F">
        <w:rPr>
          <w:sz w:val="28"/>
          <w:szCs w:val="28"/>
        </w:rPr>
        <w:t>Целое поселение краснокнижных птиц обнаружили орнитологи в Сургутском районе. Гнезда редких орланов-белохвостов, скоп и кобчиков прочно обосновались на Федоровском месторождении. Ученые уверяют, что здесь для них сложились уникальные условия: подходящие сухостойные деревья, где можно строить гнезда, хорошая кормовая база в окрестностях озера Имлор и мирное соседство с нефтяниками. Последние, к слову, пернатых стараются беречь от охотников и регулярно проводят экологические рейды по угодьям.</w:t>
      </w:r>
    </w:p>
    <w:p w:rsidR="00F152E5" w:rsidRPr="0078320F" w:rsidRDefault="00F152E5" w:rsidP="0078320F">
      <w:pPr>
        <w:shd w:val="clear" w:color="auto" w:fill="FFFFFF"/>
        <w:textAlignment w:val="baseline"/>
        <w:rPr>
          <w:sz w:val="28"/>
          <w:szCs w:val="28"/>
        </w:rPr>
      </w:pPr>
      <w:r w:rsidRPr="0078320F">
        <w:rPr>
          <w:sz w:val="28"/>
          <w:szCs w:val="28"/>
        </w:rPr>
        <w:t>Священное озеро Имлор теперь - не только особо охраняемый объект культурного наследия, но и молодой, перспективный...птичий поселок. Живут в нем, правда, непривычные глазу свиристели и снегири, а птицы редкие. На верхушках деревьев и других удобных площадках свои гнезда в пару сотен метров друг от друга строят скопы и орланы-белохвосты. Встречаются и более мелкие хищники - кобчики. Зарегистрировать столь высокую плотность редких пернатых на нефтепромыслах для ученых - большая удача.</w:t>
      </w:r>
    </w:p>
    <w:p w:rsidR="00F152E5" w:rsidRDefault="00F152E5" w:rsidP="0078320F">
      <w:pPr>
        <w:shd w:val="clear" w:color="auto" w:fill="FFFFFF"/>
        <w:textAlignment w:val="baseline"/>
        <w:rPr>
          <w:sz w:val="28"/>
          <w:szCs w:val="28"/>
          <w:shd w:val="clear" w:color="auto" w:fill="FFFFFF"/>
        </w:rPr>
      </w:pPr>
      <w:r w:rsidRPr="0078320F">
        <w:rPr>
          <w:sz w:val="28"/>
          <w:szCs w:val="28"/>
          <w:shd w:val="clear" w:color="auto" w:fill="FFFFFF"/>
        </w:rPr>
        <w:t>Экологические технологии и планы компании по сохранению биоразнообразия особо отметил накануне всемирный фонд природы. Кроме орланов-белохвостов, кобчиков и скоп рядом с нефтяниками уже давно обитают кроншнепы и большой веретенник - редкие виды куликов. Теперь на предприятии поставили новую цель: создать условия для возвращения в Югру стерхов. Возможно, с помощью человека получится вернуть на историческую Родину еще одну редкую птицу.</w:t>
      </w:r>
    </w:p>
    <w:p w:rsidR="00F152E5" w:rsidRPr="0078320F" w:rsidRDefault="00F152E5" w:rsidP="0078320F">
      <w:pPr>
        <w:shd w:val="clear" w:color="auto" w:fill="FFFFFF"/>
        <w:textAlignment w:val="baseline"/>
        <w:rPr>
          <w:sz w:val="28"/>
          <w:szCs w:val="28"/>
        </w:rPr>
      </w:pPr>
    </w:p>
    <w:p w:rsidR="00F152E5" w:rsidRDefault="00F152E5" w:rsidP="00CC2C2F">
      <w:pPr>
        <w:shd w:val="clear" w:color="auto" w:fill="FFFFFF"/>
        <w:textAlignment w:val="baseline"/>
        <w:rPr>
          <w:color w:val="000000"/>
          <w:sz w:val="28"/>
          <w:szCs w:val="28"/>
        </w:rPr>
      </w:pPr>
      <w:r w:rsidRPr="00CC2C2F">
        <w:rPr>
          <w:color w:val="000000"/>
          <w:sz w:val="28"/>
          <w:szCs w:val="28"/>
        </w:rPr>
        <w:t>Почему ханты и манси считают некоторых птиц священными?</w:t>
      </w:r>
    </w:p>
    <w:p w:rsidR="00F152E5" w:rsidRPr="00CC2C2F" w:rsidRDefault="00F152E5" w:rsidP="00CC2C2F">
      <w:pPr>
        <w:shd w:val="clear" w:color="auto" w:fill="FFFFFF"/>
        <w:textAlignment w:val="baseline"/>
        <w:rPr>
          <w:color w:val="000000"/>
          <w:sz w:val="28"/>
          <w:szCs w:val="28"/>
        </w:rPr>
      </w:pPr>
    </w:p>
    <w:p w:rsidR="00F152E5" w:rsidRPr="00CC2C2F" w:rsidRDefault="00F152E5" w:rsidP="00CC2C2F">
      <w:pPr>
        <w:shd w:val="clear" w:color="auto" w:fill="FFFFFF"/>
        <w:textAlignment w:val="baseline"/>
        <w:rPr>
          <w:color w:val="000000"/>
          <w:sz w:val="28"/>
          <w:szCs w:val="28"/>
        </w:rPr>
      </w:pPr>
      <w:r w:rsidRPr="00CC2C2F">
        <w:rPr>
          <w:b/>
          <w:bCs/>
          <w:i/>
          <w:iCs/>
          <w:color w:val="000000"/>
          <w:sz w:val="28"/>
          <w:szCs w:val="28"/>
          <w:bdr w:val="none" w:sz="0" w:space="0" w:color="auto" w:frame="1"/>
        </w:rPr>
        <w:t>Каких птиц называют священными.</w:t>
      </w:r>
    </w:p>
    <w:p w:rsidR="00F152E5" w:rsidRPr="00CC2C2F" w:rsidRDefault="00F152E5" w:rsidP="00CC2C2F">
      <w:pPr>
        <w:shd w:val="clear" w:color="auto" w:fill="FFFFFF"/>
        <w:textAlignment w:val="baseline"/>
        <w:rPr>
          <w:color w:val="000000"/>
          <w:sz w:val="28"/>
          <w:szCs w:val="28"/>
        </w:rPr>
      </w:pPr>
      <w:r w:rsidRPr="00CC2C2F">
        <w:rPr>
          <w:color w:val="000000"/>
          <w:sz w:val="28"/>
          <w:szCs w:val="28"/>
        </w:rPr>
        <w:t xml:space="preserve">Когда-то давно помощниками предков хантов в их нелегкой охотничьей жизни были не духи, а сами животные: звери и птицы или фигурки этих животных. К тому же далекому периоду относят тотемистические представления, предполагающие веру в родство той или иной группы кровных родственников (рода) с каким-либо животным. Возникает запрет убивать и есть это животное, формируются различные варианты его почитания или даже культ. В различных местах проживания наблюдались отдельные формы почитания некоторых зверей, птиц и рыб. Мифическими фигурками служили и некоторые птицы. Ханты и манси до сих пор совершают празднества, семейные обряды для некоторых из этих птиц. К таким птицам </w:t>
      </w:r>
      <w:r>
        <w:rPr>
          <w:color w:val="000000"/>
          <w:sz w:val="28"/>
          <w:szCs w:val="28"/>
        </w:rPr>
        <w:t>относятся журавль, ворона, глухарь</w:t>
      </w:r>
      <w:r w:rsidRPr="00CC2C2F">
        <w:rPr>
          <w:color w:val="000000"/>
          <w:sz w:val="28"/>
          <w:szCs w:val="28"/>
        </w:rPr>
        <w:t>, трясогузка, лебедь и гагара. Этих птиц называют священными.</w:t>
      </w:r>
    </w:p>
    <w:p w:rsidR="00F152E5" w:rsidRPr="0078320F" w:rsidRDefault="00F152E5" w:rsidP="0078320F">
      <w:pPr>
        <w:jc w:val="center"/>
        <w:rPr>
          <w:b/>
          <w:noProof/>
          <w:sz w:val="28"/>
          <w:szCs w:val="28"/>
        </w:rPr>
      </w:pPr>
    </w:p>
    <w:p w:rsidR="00F152E5" w:rsidRPr="00BE0521" w:rsidRDefault="00F152E5" w:rsidP="00920263">
      <w:pPr>
        <w:jc w:val="center"/>
        <w:rPr>
          <w:b/>
          <w:noProof/>
          <w:sz w:val="28"/>
          <w:szCs w:val="28"/>
        </w:rPr>
      </w:pPr>
      <w:r w:rsidRPr="00BE0521">
        <w:rPr>
          <w:b/>
          <w:noProof/>
          <w:sz w:val="28"/>
          <w:szCs w:val="28"/>
          <w:lang w:val="en-US"/>
        </w:rPr>
        <w:t>III</w:t>
      </w:r>
      <w:r w:rsidRPr="00BE0521">
        <w:rPr>
          <w:b/>
          <w:noProof/>
          <w:sz w:val="28"/>
          <w:szCs w:val="28"/>
        </w:rPr>
        <w:t>. Заключение</w:t>
      </w:r>
    </w:p>
    <w:p w:rsidR="00F152E5" w:rsidRPr="00BE0521" w:rsidRDefault="00F152E5" w:rsidP="00920263">
      <w:pPr>
        <w:jc w:val="center"/>
        <w:rPr>
          <w:b/>
          <w:noProof/>
          <w:sz w:val="28"/>
          <w:szCs w:val="28"/>
        </w:rPr>
      </w:pPr>
    </w:p>
    <w:p w:rsidR="00F152E5" w:rsidRPr="00BE0521" w:rsidRDefault="00F152E5" w:rsidP="00920263">
      <w:pPr>
        <w:ind w:firstLine="708"/>
        <w:jc w:val="both"/>
        <w:rPr>
          <w:sz w:val="28"/>
          <w:szCs w:val="28"/>
        </w:rPr>
      </w:pPr>
      <w:r w:rsidRPr="00BE0521">
        <w:rPr>
          <w:sz w:val="28"/>
          <w:szCs w:val="28"/>
        </w:rPr>
        <w:t>На основании проделанной работы мы можем отметить, что в первую очередь оказались под ударом самые крупные, яркие, заметные, все самые прекра</w:t>
      </w:r>
      <w:r w:rsidRPr="00BE0521">
        <w:rPr>
          <w:sz w:val="28"/>
          <w:szCs w:val="28"/>
        </w:rPr>
        <w:softHyphen/>
        <w:t>сные птицы, которые издавна промышлялись человеком ради мяса, пуха, перьев, либо, как хищные, с давних пор были изгоями.</w:t>
      </w:r>
      <w:r w:rsidRPr="00BE0521">
        <w:rPr>
          <w:rFonts w:ascii="Courier New" w:hAnsi="Courier New" w:cs="Courier New"/>
          <w:sz w:val="28"/>
          <w:szCs w:val="28"/>
        </w:rPr>
        <w:t xml:space="preserve"> </w:t>
      </w:r>
      <w:r w:rsidRPr="00BE0521">
        <w:rPr>
          <w:sz w:val="28"/>
          <w:szCs w:val="28"/>
        </w:rPr>
        <w:t>И в наше время хищническая охота нано</w:t>
      </w:r>
      <w:r w:rsidRPr="00BE0521">
        <w:rPr>
          <w:sz w:val="28"/>
          <w:szCs w:val="28"/>
        </w:rPr>
        <w:softHyphen/>
        <w:t xml:space="preserve">сит птицам огромный урон, особенно во время пролета или на зимовках, когда на небольшой территории образуются крупные скопления птиц. </w:t>
      </w:r>
    </w:p>
    <w:p w:rsidR="00F152E5" w:rsidRPr="00BE0521" w:rsidRDefault="00F152E5" w:rsidP="00920263">
      <w:pPr>
        <w:ind w:firstLine="708"/>
        <w:jc w:val="both"/>
        <w:rPr>
          <w:sz w:val="28"/>
          <w:szCs w:val="28"/>
        </w:rPr>
      </w:pPr>
      <w:r w:rsidRPr="00BE0521">
        <w:rPr>
          <w:sz w:val="28"/>
          <w:szCs w:val="28"/>
        </w:rPr>
        <w:t>Важнейшей охранной мерой является разработка надлежащего охотничьего законодательства и строжайшее его соблюде</w:t>
      </w:r>
      <w:r w:rsidRPr="00BE0521">
        <w:rPr>
          <w:sz w:val="28"/>
          <w:szCs w:val="28"/>
        </w:rPr>
        <w:softHyphen/>
        <w:t>ние, особенно когда речь идет о видах, нахо</w:t>
      </w:r>
      <w:r w:rsidRPr="00BE0521">
        <w:rPr>
          <w:sz w:val="28"/>
          <w:szCs w:val="28"/>
        </w:rPr>
        <w:softHyphen/>
        <w:t>дящихся на грани исчезновения. Закон России об охране и использовании животного мира запрещает охоту на все виды животных, занесенных в Красную книгу. Теперь в мире все большее число сторонни</w:t>
      </w:r>
      <w:r w:rsidRPr="00BE0521">
        <w:rPr>
          <w:sz w:val="28"/>
          <w:szCs w:val="28"/>
        </w:rPr>
        <w:softHyphen/>
        <w:t>ков приобретает принцип охраны всех без исключения видов птиц, кроме специально выделяемых охотничьих видов, добыча, которых должна строго регламентироваться. В наше время к перепромыслу добавилась еще одна причина исчезновения животных: изменение и разрушение человеком среды их обитания. И чем дальше, тем более высту</w:t>
      </w:r>
      <w:r w:rsidRPr="00BE0521">
        <w:rPr>
          <w:sz w:val="28"/>
          <w:szCs w:val="28"/>
        </w:rPr>
        <w:softHyphen/>
        <w:t>пает она на первый план. Главная битва, как считают специалисты, ведется теперь на эко</w:t>
      </w:r>
      <w:r w:rsidRPr="00BE0521">
        <w:rPr>
          <w:sz w:val="28"/>
          <w:szCs w:val="28"/>
        </w:rPr>
        <w:softHyphen/>
        <w:t>логическом поле боя за сохранение</w:t>
      </w:r>
      <w:r w:rsidRPr="00BE0521">
        <w:rPr>
          <w:rFonts w:ascii="Courier New" w:hAnsi="Courier New" w:cs="Courier New"/>
          <w:sz w:val="28"/>
          <w:szCs w:val="28"/>
        </w:rPr>
        <w:t xml:space="preserve"> </w:t>
      </w:r>
      <w:r w:rsidRPr="00BE0521">
        <w:rPr>
          <w:sz w:val="28"/>
          <w:szCs w:val="28"/>
        </w:rPr>
        <w:t>естест</w:t>
      </w:r>
      <w:r w:rsidRPr="00BE0521">
        <w:rPr>
          <w:sz w:val="28"/>
          <w:szCs w:val="28"/>
        </w:rPr>
        <w:softHyphen/>
        <w:t xml:space="preserve">венных мест обитания. </w:t>
      </w:r>
    </w:p>
    <w:p w:rsidR="00F152E5" w:rsidRPr="00BE0521" w:rsidRDefault="00F152E5" w:rsidP="00920263">
      <w:pPr>
        <w:ind w:firstLine="708"/>
        <w:jc w:val="both"/>
        <w:rPr>
          <w:sz w:val="28"/>
          <w:szCs w:val="28"/>
        </w:rPr>
      </w:pPr>
      <w:r w:rsidRPr="00BE0521">
        <w:rPr>
          <w:sz w:val="28"/>
          <w:szCs w:val="28"/>
        </w:rPr>
        <w:t>В законе России об охране и исполь</w:t>
      </w:r>
      <w:r w:rsidRPr="00BE0521">
        <w:rPr>
          <w:sz w:val="28"/>
          <w:szCs w:val="28"/>
        </w:rPr>
        <w:softHyphen/>
        <w:t>зовании животного мира записано: «Всякая деятельность, влияющая на состояние живот</w:t>
      </w:r>
      <w:r w:rsidRPr="00BE0521">
        <w:rPr>
          <w:sz w:val="28"/>
          <w:szCs w:val="28"/>
        </w:rPr>
        <w:softHyphen/>
        <w:t>ного мира вследствие нарушения среды обита</w:t>
      </w:r>
      <w:r w:rsidRPr="00BE0521">
        <w:rPr>
          <w:sz w:val="28"/>
          <w:szCs w:val="28"/>
        </w:rPr>
        <w:softHyphen/>
        <w:t>ния, условий размножения и путей миграции животных, должна осуществляться с соблюде</w:t>
      </w:r>
      <w:r w:rsidRPr="00BE0521">
        <w:rPr>
          <w:sz w:val="28"/>
          <w:szCs w:val="28"/>
        </w:rPr>
        <w:softHyphen/>
        <w:t xml:space="preserve">нием требований, обеспечивающих охрану животного мира». </w:t>
      </w:r>
    </w:p>
    <w:p w:rsidR="00F152E5" w:rsidRPr="00BE0521" w:rsidRDefault="00F152E5" w:rsidP="00920263">
      <w:pPr>
        <w:pStyle w:val="NormalWeb"/>
        <w:shd w:val="clear" w:color="auto" w:fill="FFFFFF"/>
        <w:spacing w:before="0" w:beforeAutospacing="0" w:after="0" w:afterAutospacing="0"/>
        <w:ind w:firstLine="708"/>
        <w:jc w:val="both"/>
        <w:rPr>
          <w:noProof/>
          <w:sz w:val="28"/>
          <w:szCs w:val="28"/>
        </w:rPr>
      </w:pPr>
      <w:r w:rsidRPr="00BE0521">
        <w:rPr>
          <w:sz w:val="28"/>
          <w:szCs w:val="28"/>
        </w:rPr>
        <w:t xml:space="preserve">Есть еще одна очень большая проблема. С наступлением холодов птицам становится очень трудно добывать и искать </w:t>
      </w:r>
      <w:r w:rsidRPr="00BE0521">
        <w:rPr>
          <w:sz w:val="28"/>
          <w:szCs w:val="28"/>
        </w:rPr>
        <w:br/>
        <w:t xml:space="preserve">себе корм. У птиц очень быстрый обмен веществ - не успела наесться за </w:t>
      </w:r>
      <w:r w:rsidRPr="00BE0521">
        <w:rPr>
          <w:sz w:val="28"/>
          <w:szCs w:val="28"/>
        </w:rPr>
        <w:br/>
        <w:t xml:space="preserve">короткий световой день – и синичка уже не доживет до рассвета. Особенно </w:t>
      </w:r>
      <w:r w:rsidRPr="00BE0521">
        <w:rPr>
          <w:sz w:val="28"/>
          <w:szCs w:val="28"/>
        </w:rPr>
        <w:br/>
        <w:t xml:space="preserve">необходима подкормка птиц в период ненастья, в гололедицу, после снегопада с липким снегом и в сильные морозы. В такие дни надо особенно помогать птицам. Печальная статистика - только одна из 10 оставшихся на зимовку птиц переживает это суровое время года и встречает весну. </w:t>
      </w:r>
      <w:r w:rsidRPr="00BE0521">
        <w:rPr>
          <w:sz w:val="28"/>
          <w:szCs w:val="28"/>
        </w:rPr>
        <w:br/>
        <w:t xml:space="preserve">Все зимующие птицы нуждаются в подкормке и укрытиях для ночевки! Чтобы им помочь, в первую очередь нужно своевременно смастерить и развесить в парках и садах кормушки. </w:t>
      </w:r>
    </w:p>
    <w:p w:rsidR="00F152E5" w:rsidRPr="00BE0521" w:rsidRDefault="00F152E5" w:rsidP="00920263">
      <w:pPr>
        <w:ind w:firstLine="708"/>
        <w:jc w:val="both"/>
        <w:rPr>
          <w:sz w:val="28"/>
          <w:szCs w:val="28"/>
        </w:rPr>
      </w:pPr>
      <w:r w:rsidRPr="00BE0521">
        <w:rPr>
          <w:sz w:val="28"/>
          <w:szCs w:val="28"/>
        </w:rPr>
        <w:t xml:space="preserve">Все птицы требуют особого внимания, всемерной охраны и заботы. Необходимо защищать  птиц от выстрелов браконьеров, а также охранять их гнездовья, не допускать разорений гнезд. Ни в коем случае нельзя беспокоить птиц во время насиживания кладки назойливым наблюдением и даже неосторожным фотографированием. Фотографии редких видов птиц и наблюдения за их образом жизни лишь в том случае можно назвать успешными и оправданными, если при этом не нанесен ущерб самим птицам, их птенцам и гнездам. Ученые и деятели охраны природы разработали широкий диапазон перспективных мер по охране и восстановлению численности редких видов животных, в частности птиц. Эти мероприятия включают количественные учеты птиц, определение мест их гнездовий, охрану гнезд и гнездовых колоний, усиление борьбы с браконьерством, создание заказников и заповедников, разведение некоторых видов в условиях неволи, широкую пропаганду охраны редких видов всеми средствами массовой информации. Совместные усилия ученых, работников заповедников, юных натуралистов и всех любителей природы позволят сохранить все разнообразие и богатство нашей родной природы. </w:t>
      </w:r>
    </w:p>
    <w:p w:rsidR="00F152E5" w:rsidRDefault="00F152E5" w:rsidP="009D3B02">
      <w:pPr>
        <w:pStyle w:val="NormalWeb"/>
        <w:spacing w:after="240" w:afterAutospacing="0"/>
        <w:rPr>
          <w:sz w:val="28"/>
          <w:szCs w:val="28"/>
        </w:rPr>
      </w:pPr>
    </w:p>
    <w:p w:rsidR="00F152E5" w:rsidRDefault="00F152E5" w:rsidP="009D3B02">
      <w:pPr>
        <w:pStyle w:val="NormalWeb"/>
        <w:spacing w:after="240" w:afterAutospacing="0"/>
        <w:rPr>
          <w:sz w:val="28"/>
          <w:szCs w:val="28"/>
        </w:rPr>
      </w:pPr>
    </w:p>
    <w:p w:rsidR="00F152E5" w:rsidRDefault="00F152E5" w:rsidP="009D3B02">
      <w:pPr>
        <w:pStyle w:val="NormalWeb"/>
        <w:spacing w:after="240" w:afterAutospacing="0"/>
        <w:rPr>
          <w:sz w:val="28"/>
          <w:szCs w:val="28"/>
        </w:rPr>
      </w:pPr>
    </w:p>
    <w:p w:rsidR="00F152E5" w:rsidRDefault="00F152E5" w:rsidP="009D3B02">
      <w:pPr>
        <w:pStyle w:val="NormalWeb"/>
        <w:spacing w:after="240" w:afterAutospacing="0"/>
        <w:rPr>
          <w:sz w:val="28"/>
          <w:szCs w:val="28"/>
        </w:rPr>
      </w:pPr>
    </w:p>
    <w:p w:rsidR="00F152E5" w:rsidRDefault="00F152E5" w:rsidP="009D3B02">
      <w:pPr>
        <w:pStyle w:val="NormalWeb"/>
        <w:spacing w:after="240" w:afterAutospacing="0"/>
        <w:rPr>
          <w:sz w:val="28"/>
          <w:szCs w:val="28"/>
        </w:rPr>
      </w:pPr>
    </w:p>
    <w:p w:rsidR="00F152E5" w:rsidRDefault="00F152E5" w:rsidP="009D3B02">
      <w:pPr>
        <w:pStyle w:val="NormalWeb"/>
        <w:spacing w:after="240" w:afterAutospacing="0"/>
        <w:rPr>
          <w:sz w:val="28"/>
          <w:szCs w:val="28"/>
        </w:rPr>
      </w:pPr>
    </w:p>
    <w:p w:rsidR="00F152E5" w:rsidRDefault="00F152E5" w:rsidP="009D3B02">
      <w:pPr>
        <w:pStyle w:val="NormalWeb"/>
        <w:spacing w:after="240" w:afterAutospacing="0"/>
        <w:rPr>
          <w:sz w:val="28"/>
          <w:szCs w:val="28"/>
        </w:rPr>
      </w:pPr>
    </w:p>
    <w:p w:rsidR="00F152E5" w:rsidRDefault="00F152E5" w:rsidP="009D3B02">
      <w:pPr>
        <w:pStyle w:val="NormalWeb"/>
        <w:spacing w:after="240" w:afterAutospacing="0"/>
        <w:rPr>
          <w:sz w:val="28"/>
          <w:szCs w:val="28"/>
        </w:rPr>
      </w:pPr>
    </w:p>
    <w:p w:rsidR="00F152E5" w:rsidRDefault="00F152E5" w:rsidP="009D3B02">
      <w:pPr>
        <w:pStyle w:val="NormalWeb"/>
        <w:spacing w:after="240" w:afterAutospacing="0"/>
        <w:rPr>
          <w:sz w:val="28"/>
          <w:szCs w:val="28"/>
        </w:rPr>
      </w:pPr>
    </w:p>
    <w:p w:rsidR="00F152E5" w:rsidRDefault="00F152E5" w:rsidP="009D3B02">
      <w:pPr>
        <w:pStyle w:val="NormalWeb"/>
        <w:spacing w:after="240" w:afterAutospacing="0"/>
        <w:rPr>
          <w:sz w:val="28"/>
          <w:szCs w:val="28"/>
        </w:rPr>
      </w:pPr>
    </w:p>
    <w:p w:rsidR="00F152E5" w:rsidRPr="00BE0521" w:rsidRDefault="00F152E5" w:rsidP="009D3B02">
      <w:pPr>
        <w:pStyle w:val="NormalWeb"/>
        <w:spacing w:after="240" w:afterAutospacing="0"/>
        <w:rPr>
          <w:sz w:val="28"/>
          <w:szCs w:val="28"/>
        </w:rPr>
      </w:pPr>
    </w:p>
    <w:p w:rsidR="00F152E5" w:rsidRPr="00BE0521" w:rsidRDefault="00F152E5" w:rsidP="00920263">
      <w:pPr>
        <w:pStyle w:val="NormalWeb"/>
        <w:spacing w:after="240" w:afterAutospacing="0"/>
        <w:jc w:val="center"/>
        <w:rPr>
          <w:sz w:val="28"/>
          <w:szCs w:val="28"/>
        </w:rPr>
      </w:pPr>
      <w:r w:rsidRPr="00BE0521">
        <w:rPr>
          <w:sz w:val="28"/>
          <w:szCs w:val="28"/>
        </w:rPr>
        <w:t>Список литературы</w:t>
      </w:r>
    </w:p>
    <w:p w:rsidR="00F152E5" w:rsidRPr="00BE0521" w:rsidRDefault="00F152E5" w:rsidP="00920263">
      <w:pPr>
        <w:pStyle w:val="NormalWeb"/>
        <w:spacing w:after="240" w:afterAutospacing="0"/>
        <w:rPr>
          <w:sz w:val="28"/>
          <w:szCs w:val="28"/>
        </w:rPr>
      </w:pPr>
      <w:r w:rsidRPr="00BE0521">
        <w:rPr>
          <w:sz w:val="28"/>
          <w:szCs w:val="28"/>
        </w:rPr>
        <w:br/>
        <w:t xml:space="preserve">1. Борейко В. Е., Грищенко В. Н. Птицы: Т. 2 // Экологические традиции, поверья, религиозные воззрения славянских и других народов / В. Е.— Изд. 2-е, перераб. и доп. — К., 1999. — 172 с. 2. Михеев А.В. Биология птиц. </w:t>
      </w:r>
    </w:p>
    <w:p w:rsidR="00F152E5" w:rsidRPr="00BE0521" w:rsidRDefault="00F152E5" w:rsidP="00920263">
      <w:pPr>
        <w:pStyle w:val="NormalWeb"/>
        <w:spacing w:after="240" w:afterAutospacing="0"/>
        <w:rPr>
          <w:sz w:val="28"/>
          <w:szCs w:val="28"/>
        </w:rPr>
      </w:pPr>
      <w:r w:rsidRPr="00BE0521">
        <w:rPr>
          <w:sz w:val="28"/>
          <w:szCs w:val="28"/>
        </w:rPr>
        <w:t>2. Полевой определитель птичьих гнезд. Пособия для студентов пединститутов и учителей средних школ. М.: Топикал, 1996. - 460 с.</w:t>
      </w:r>
    </w:p>
    <w:p w:rsidR="00F152E5" w:rsidRPr="00BE0521" w:rsidRDefault="00F152E5" w:rsidP="00920263">
      <w:pPr>
        <w:pStyle w:val="NormalWeb"/>
        <w:spacing w:after="240" w:afterAutospacing="0"/>
        <w:rPr>
          <w:sz w:val="28"/>
          <w:szCs w:val="28"/>
        </w:rPr>
      </w:pPr>
      <w:r w:rsidRPr="00BE0521">
        <w:rPr>
          <w:sz w:val="28"/>
          <w:szCs w:val="28"/>
        </w:rPr>
        <w:t>3. Птицы // Жизнь животных. Энциклопедия в шести томах: Т. 5. Общая редакция члена-корреспондента АН СССР профессора Л. А. Зенкевича. — Москва: Просвещение, 1970. — 612 с.</w:t>
      </w:r>
    </w:p>
    <w:p w:rsidR="00F152E5" w:rsidRPr="00BE0521" w:rsidRDefault="00F152E5" w:rsidP="00920263">
      <w:pPr>
        <w:pStyle w:val="NormalWeb"/>
        <w:spacing w:after="240" w:afterAutospacing="0"/>
        <w:rPr>
          <w:sz w:val="28"/>
          <w:szCs w:val="28"/>
        </w:rPr>
      </w:pPr>
      <w:r w:rsidRPr="00BE0521">
        <w:rPr>
          <w:sz w:val="28"/>
          <w:szCs w:val="28"/>
        </w:rPr>
        <w:t>4. Птицы. Животный мир СССР. Бутурлин С.А., Гептнер В.Г., Дементьев Г.П., Житков Б.М., Огнев С.И., Промптов А.Н., Туров С.С., Формозов А.Н., Шульпин Л.М. Под ред. А.Н.Формозова и Б.М.Житкова. Москва - Ленинград, Детиздат, 1989. - 398 с.</w:t>
      </w:r>
    </w:p>
    <w:p w:rsidR="00F152E5" w:rsidRPr="00BE0521" w:rsidRDefault="00F152E5" w:rsidP="00920263">
      <w:pPr>
        <w:pStyle w:val="NormalWeb"/>
        <w:rPr>
          <w:sz w:val="28"/>
          <w:szCs w:val="28"/>
        </w:rPr>
      </w:pPr>
      <w:r w:rsidRPr="00BE0521">
        <w:rPr>
          <w:sz w:val="28"/>
          <w:szCs w:val="28"/>
        </w:rPr>
        <w:t xml:space="preserve">5. Растения и животные: Руководство для натуралиста. Пер. с нем. / К.Нидон, д-р И.Петерман, П.Шеффель, Б.Шайба. М., Мир, 1991. - 263 с. </w:t>
      </w:r>
    </w:p>
    <w:p w:rsidR="00F152E5" w:rsidRPr="00BE0521" w:rsidRDefault="00F152E5" w:rsidP="00CC2C2F">
      <w:pPr>
        <w:pStyle w:val="NormalWeb"/>
        <w:rPr>
          <w:sz w:val="28"/>
        </w:rPr>
      </w:pPr>
      <w:r w:rsidRPr="00BE0521">
        <w:rPr>
          <w:sz w:val="28"/>
        </w:rPr>
        <w:t>6</w:t>
      </w:r>
      <w:r>
        <w:rPr>
          <w:sz w:val="28"/>
        </w:rPr>
        <w:t>. Красная  книга ЮГРЫ</w:t>
      </w:r>
    </w:p>
    <w:p w:rsidR="00F152E5" w:rsidRPr="00BE0521" w:rsidRDefault="00F152E5" w:rsidP="00920263">
      <w:pPr>
        <w:spacing w:after="100" w:afterAutospacing="1"/>
        <w:rPr>
          <w:sz w:val="28"/>
        </w:rPr>
      </w:pPr>
      <w:r w:rsidRPr="00BE0521">
        <w:rPr>
          <w:sz w:val="28"/>
        </w:rPr>
        <w:t xml:space="preserve">7. Детям о русской природе «Птицы» по произведениям Д.Н. Кайгородова, М.,  издательство «Стрелец», 2009 год. </w:t>
      </w:r>
    </w:p>
    <w:p w:rsidR="00F152E5" w:rsidRPr="00BE0521" w:rsidRDefault="00F152E5" w:rsidP="00920263">
      <w:pPr>
        <w:spacing w:after="100" w:afterAutospacing="1"/>
        <w:rPr>
          <w:sz w:val="28"/>
          <w:szCs w:val="28"/>
        </w:rPr>
      </w:pPr>
      <w:r w:rsidRPr="00BE0521">
        <w:rPr>
          <w:sz w:val="28"/>
          <w:szCs w:val="28"/>
        </w:rPr>
        <w:t>.</w:t>
      </w:r>
    </w:p>
    <w:p w:rsidR="00F152E5" w:rsidRPr="00BE0521" w:rsidRDefault="00F152E5" w:rsidP="00920263">
      <w:pPr>
        <w:pStyle w:val="NormalWeb"/>
        <w:spacing w:after="240" w:afterAutospacing="0"/>
        <w:rPr>
          <w:sz w:val="28"/>
          <w:szCs w:val="28"/>
        </w:rPr>
      </w:pPr>
    </w:p>
    <w:p w:rsidR="00F152E5" w:rsidRPr="00BE0521" w:rsidRDefault="00F152E5" w:rsidP="00920263">
      <w:pPr>
        <w:jc w:val="both"/>
        <w:rPr>
          <w:sz w:val="28"/>
          <w:szCs w:val="28"/>
        </w:rPr>
      </w:pPr>
    </w:p>
    <w:p w:rsidR="00F152E5" w:rsidRPr="00BE0521" w:rsidRDefault="00F152E5" w:rsidP="00920263">
      <w:pPr>
        <w:jc w:val="both"/>
        <w:rPr>
          <w:noProof/>
          <w:sz w:val="28"/>
          <w:szCs w:val="28"/>
        </w:rPr>
      </w:pPr>
    </w:p>
    <w:p w:rsidR="00F152E5" w:rsidRPr="00BE0521" w:rsidRDefault="00F152E5" w:rsidP="00920263">
      <w:pPr>
        <w:jc w:val="both"/>
        <w:rPr>
          <w:noProof/>
          <w:sz w:val="28"/>
          <w:szCs w:val="28"/>
        </w:rPr>
      </w:pPr>
    </w:p>
    <w:p w:rsidR="00F152E5" w:rsidRPr="00BE0521" w:rsidRDefault="00F152E5" w:rsidP="00920263">
      <w:pPr>
        <w:jc w:val="both"/>
        <w:rPr>
          <w:noProof/>
          <w:sz w:val="28"/>
          <w:szCs w:val="28"/>
        </w:rPr>
      </w:pPr>
    </w:p>
    <w:p w:rsidR="00F152E5" w:rsidRPr="00BE0521" w:rsidRDefault="00F152E5" w:rsidP="00920263">
      <w:pPr>
        <w:jc w:val="both"/>
        <w:rPr>
          <w:noProof/>
          <w:sz w:val="28"/>
          <w:szCs w:val="28"/>
        </w:rPr>
      </w:pPr>
    </w:p>
    <w:p w:rsidR="00F152E5" w:rsidRPr="00BE0521" w:rsidRDefault="00F152E5" w:rsidP="00920263">
      <w:pPr>
        <w:jc w:val="right"/>
        <w:rPr>
          <w:noProof/>
          <w:sz w:val="28"/>
          <w:szCs w:val="28"/>
        </w:rPr>
      </w:pPr>
    </w:p>
    <w:p w:rsidR="00F152E5" w:rsidRPr="00BE0521" w:rsidRDefault="00F152E5" w:rsidP="00920263">
      <w:pPr>
        <w:jc w:val="right"/>
        <w:rPr>
          <w:noProof/>
          <w:sz w:val="28"/>
          <w:szCs w:val="28"/>
        </w:rPr>
      </w:pPr>
    </w:p>
    <w:p w:rsidR="00F152E5" w:rsidRPr="00BE0521" w:rsidRDefault="00F152E5" w:rsidP="00920263">
      <w:pPr>
        <w:jc w:val="right"/>
        <w:rPr>
          <w:noProof/>
          <w:sz w:val="28"/>
          <w:szCs w:val="28"/>
        </w:rPr>
      </w:pPr>
    </w:p>
    <w:p w:rsidR="00F152E5" w:rsidRPr="00BE0521" w:rsidRDefault="00F152E5" w:rsidP="00920263">
      <w:pPr>
        <w:jc w:val="right"/>
        <w:rPr>
          <w:noProof/>
          <w:sz w:val="28"/>
          <w:szCs w:val="28"/>
        </w:rPr>
      </w:pPr>
    </w:p>
    <w:p w:rsidR="00F152E5" w:rsidRPr="00BE0521" w:rsidRDefault="00F152E5" w:rsidP="00920263">
      <w:pPr>
        <w:jc w:val="right"/>
        <w:rPr>
          <w:noProof/>
          <w:sz w:val="28"/>
          <w:szCs w:val="28"/>
        </w:rPr>
      </w:pPr>
    </w:p>
    <w:p w:rsidR="00F152E5" w:rsidRPr="00BE0521" w:rsidRDefault="00F152E5" w:rsidP="00920263">
      <w:pPr>
        <w:jc w:val="right"/>
        <w:rPr>
          <w:noProof/>
          <w:sz w:val="28"/>
          <w:szCs w:val="28"/>
        </w:rPr>
      </w:pPr>
    </w:p>
    <w:p w:rsidR="00F152E5" w:rsidRPr="00BE0521" w:rsidRDefault="00F152E5" w:rsidP="00920263">
      <w:pPr>
        <w:jc w:val="right"/>
        <w:rPr>
          <w:noProof/>
          <w:sz w:val="28"/>
          <w:szCs w:val="28"/>
        </w:rPr>
      </w:pPr>
    </w:p>
    <w:p w:rsidR="00F152E5" w:rsidRPr="00BE0521" w:rsidRDefault="00F152E5" w:rsidP="00920263">
      <w:pPr>
        <w:jc w:val="right"/>
        <w:rPr>
          <w:noProof/>
          <w:sz w:val="28"/>
          <w:szCs w:val="28"/>
        </w:rPr>
      </w:pPr>
    </w:p>
    <w:p w:rsidR="00F152E5" w:rsidRPr="00BE0521" w:rsidRDefault="00F152E5" w:rsidP="00920263">
      <w:pPr>
        <w:jc w:val="right"/>
        <w:rPr>
          <w:noProof/>
          <w:sz w:val="28"/>
          <w:szCs w:val="28"/>
        </w:rPr>
      </w:pPr>
    </w:p>
    <w:p w:rsidR="00F152E5" w:rsidRPr="00BE0521" w:rsidRDefault="00F152E5"/>
    <w:sectPr w:rsidR="00F152E5" w:rsidRPr="00BE0521" w:rsidSect="00CC2C2F">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2E5" w:rsidRDefault="00F152E5" w:rsidP="002D5FD7">
      <w:r>
        <w:separator/>
      </w:r>
    </w:p>
    <w:p w:rsidR="00F152E5" w:rsidRDefault="00F152E5"/>
  </w:endnote>
  <w:endnote w:type="continuationSeparator" w:id="0">
    <w:p w:rsidR="00F152E5" w:rsidRDefault="00F152E5" w:rsidP="002D5FD7">
      <w:r>
        <w:continuationSeparator/>
      </w:r>
    </w:p>
    <w:p w:rsidR="00F152E5" w:rsidRDefault="00F152E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Helvetica">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E5" w:rsidRDefault="00F152E5" w:rsidP="00BB25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52E5" w:rsidRDefault="00F152E5" w:rsidP="00CC2C2F">
    <w:pPr>
      <w:pStyle w:val="Footer"/>
      <w:ind w:right="360"/>
    </w:pPr>
  </w:p>
  <w:p w:rsidR="00F152E5" w:rsidRDefault="00F152E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E5" w:rsidRDefault="00F152E5" w:rsidP="00BB25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152E5" w:rsidRDefault="00F152E5" w:rsidP="00CC2C2F">
    <w:pPr>
      <w:pStyle w:val="Footer"/>
      <w:ind w:right="360"/>
    </w:pPr>
  </w:p>
  <w:p w:rsidR="00F152E5" w:rsidRDefault="00F152E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2E5" w:rsidRDefault="00F152E5" w:rsidP="002D5FD7">
      <w:r>
        <w:separator/>
      </w:r>
    </w:p>
    <w:p w:rsidR="00F152E5" w:rsidRDefault="00F152E5"/>
  </w:footnote>
  <w:footnote w:type="continuationSeparator" w:id="0">
    <w:p w:rsidR="00F152E5" w:rsidRDefault="00F152E5" w:rsidP="002D5FD7">
      <w:r>
        <w:continuationSeparator/>
      </w:r>
    </w:p>
    <w:p w:rsidR="00F152E5" w:rsidRDefault="00F152E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D67268"/>
    <w:multiLevelType w:val="hybridMultilevel"/>
    <w:tmpl w:val="10DE6FB4"/>
    <w:lvl w:ilvl="0" w:tplc="27FC72C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66A46643"/>
    <w:multiLevelType w:val="hybridMultilevel"/>
    <w:tmpl w:val="8B166186"/>
    <w:lvl w:ilvl="0" w:tplc="5F9EA4B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0263"/>
    <w:rsid w:val="0001427A"/>
    <w:rsid w:val="000458DA"/>
    <w:rsid w:val="000737A9"/>
    <w:rsid w:val="00081D68"/>
    <w:rsid w:val="000E0F90"/>
    <w:rsid w:val="00106906"/>
    <w:rsid w:val="00136F11"/>
    <w:rsid w:val="001A22F8"/>
    <w:rsid w:val="001F6526"/>
    <w:rsid w:val="002337FF"/>
    <w:rsid w:val="002B770D"/>
    <w:rsid w:val="002D5FD7"/>
    <w:rsid w:val="002D67C0"/>
    <w:rsid w:val="002E3F8D"/>
    <w:rsid w:val="002F5E9D"/>
    <w:rsid w:val="003177BF"/>
    <w:rsid w:val="003229FB"/>
    <w:rsid w:val="00334EB8"/>
    <w:rsid w:val="00344689"/>
    <w:rsid w:val="00373617"/>
    <w:rsid w:val="003A4A54"/>
    <w:rsid w:val="003A6CE3"/>
    <w:rsid w:val="003D2959"/>
    <w:rsid w:val="003E7E64"/>
    <w:rsid w:val="00427F08"/>
    <w:rsid w:val="00486A2F"/>
    <w:rsid w:val="004A3449"/>
    <w:rsid w:val="00500465"/>
    <w:rsid w:val="00514B34"/>
    <w:rsid w:val="00534AB5"/>
    <w:rsid w:val="00536C55"/>
    <w:rsid w:val="005476A7"/>
    <w:rsid w:val="00563AA7"/>
    <w:rsid w:val="00585AF3"/>
    <w:rsid w:val="005F6183"/>
    <w:rsid w:val="00611ABC"/>
    <w:rsid w:val="00684653"/>
    <w:rsid w:val="006A0DE1"/>
    <w:rsid w:val="006A4B40"/>
    <w:rsid w:val="006A7D0D"/>
    <w:rsid w:val="006B1899"/>
    <w:rsid w:val="006C5B88"/>
    <w:rsid w:val="006D0873"/>
    <w:rsid w:val="006F286D"/>
    <w:rsid w:val="0070358A"/>
    <w:rsid w:val="00726D93"/>
    <w:rsid w:val="00735906"/>
    <w:rsid w:val="00737290"/>
    <w:rsid w:val="0078320F"/>
    <w:rsid w:val="007872B5"/>
    <w:rsid w:val="007919FB"/>
    <w:rsid w:val="00804627"/>
    <w:rsid w:val="0081183F"/>
    <w:rsid w:val="00814F55"/>
    <w:rsid w:val="00816646"/>
    <w:rsid w:val="008404CF"/>
    <w:rsid w:val="00856E20"/>
    <w:rsid w:val="00881429"/>
    <w:rsid w:val="008A01E8"/>
    <w:rsid w:val="008A3C2B"/>
    <w:rsid w:val="008B08EE"/>
    <w:rsid w:val="008E398D"/>
    <w:rsid w:val="00907ACE"/>
    <w:rsid w:val="00920263"/>
    <w:rsid w:val="00943D35"/>
    <w:rsid w:val="00971DCA"/>
    <w:rsid w:val="0097204C"/>
    <w:rsid w:val="00992296"/>
    <w:rsid w:val="00992FDC"/>
    <w:rsid w:val="009938D5"/>
    <w:rsid w:val="009A76CF"/>
    <w:rsid w:val="009B7A16"/>
    <w:rsid w:val="009D3B02"/>
    <w:rsid w:val="00A2458E"/>
    <w:rsid w:val="00A43FB1"/>
    <w:rsid w:val="00A71C21"/>
    <w:rsid w:val="00A93591"/>
    <w:rsid w:val="00AA18F4"/>
    <w:rsid w:val="00AA6613"/>
    <w:rsid w:val="00AA6684"/>
    <w:rsid w:val="00AB0689"/>
    <w:rsid w:val="00AF3EE7"/>
    <w:rsid w:val="00B01BEA"/>
    <w:rsid w:val="00B25D46"/>
    <w:rsid w:val="00B45DE1"/>
    <w:rsid w:val="00B4755C"/>
    <w:rsid w:val="00B476C4"/>
    <w:rsid w:val="00B7646A"/>
    <w:rsid w:val="00B82541"/>
    <w:rsid w:val="00B86BAD"/>
    <w:rsid w:val="00B930E0"/>
    <w:rsid w:val="00BB2538"/>
    <w:rsid w:val="00BB6A92"/>
    <w:rsid w:val="00BD1AA2"/>
    <w:rsid w:val="00BE0521"/>
    <w:rsid w:val="00BF0992"/>
    <w:rsid w:val="00BF4B2E"/>
    <w:rsid w:val="00C00E67"/>
    <w:rsid w:val="00C52B5A"/>
    <w:rsid w:val="00C73359"/>
    <w:rsid w:val="00C85D7A"/>
    <w:rsid w:val="00CB0999"/>
    <w:rsid w:val="00CB18E9"/>
    <w:rsid w:val="00CC2C2F"/>
    <w:rsid w:val="00D07D87"/>
    <w:rsid w:val="00D22810"/>
    <w:rsid w:val="00D57E00"/>
    <w:rsid w:val="00DB60D4"/>
    <w:rsid w:val="00DD2439"/>
    <w:rsid w:val="00DF04F3"/>
    <w:rsid w:val="00E325A5"/>
    <w:rsid w:val="00E4162E"/>
    <w:rsid w:val="00E42EBB"/>
    <w:rsid w:val="00E53A02"/>
    <w:rsid w:val="00E6536B"/>
    <w:rsid w:val="00E712B3"/>
    <w:rsid w:val="00E97270"/>
    <w:rsid w:val="00EC4688"/>
    <w:rsid w:val="00EF5DA2"/>
    <w:rsid w:val="00F152E5"/>
    <w:rsid w:val="00F63E22"/>
    <w:rsid w:val="00F717F6"/>
    <w:rsid w:val="00F914FB"/>
    <w:rsid w:val="00F92371"/>
    <w:rsid w:val="00F93218"/>
    <w:rsid w:val="00FD6B55"/>
    <w:rsid w:val="00FE5F87"/>
    <w:rsid w:val="00FE72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263"/>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0263"/>
    <w:pPr>
      <w:tabs>
        <w:tab w:val="center" w:pos="4677"/>
        <w:tab w:val="right" w:pos="9355"/>
      </w:tabs>
    </w:pPr>
  </w:style>
  <w:style w:type="character" w:customStyle="1" w:styleId="FooterChar">
    <w:name w:val="Footer Char"/>
    <w:basedOn w:val="DefaultParagraphFont"/>
    <w:link w:val="Footer"/>
    <w:uiPriority w:val="99"/>
    <w:locked/>
    <w:rsid w:val="00920263"/>
    <w:rPr>
      <w:rFonts w:ascii="Times New Roman" w:hAnsi="Times New Roman" w:cs="Times New Roman"/>
      <w:sz w:val="24"/>
      <w:szCs w:val="24"/>
      <w:lang w:eastAsia="ru-RU"/>
    </w:rPr>
  </w:style>
  <w:style w:type="paragraph" w:styleId="ListParagraph">
    <w:name w:val="List Paragraph"/>
    <w:basedOn w:val="Normal"/>
    <w:uiPriority w:val="99"/>
    <w:qFormat/>
    <w:rsid w:val="00920263"/>
    <w:pPr>
      <w:ind w:left="720"/>
      <w:contextualSpacing/>
    </w:pPr>
  </w:style>
  <w:style w:type="character" w:styleId="Strong">
    <w:name w:val="Strong"/>
    <w:basedOn w:val="DefaultParagraphFont"/>
    <w:uiPriority w:val="99"/>
    <w:qFormat/>
    <w:rsid w:val="00920263"/>
    <w:rPr>
      <w:rFonts w:cs="Times New Roman"/>
      <w:b/>
      <w:bCs/>
    </w:rPr>
  </w:style>
  <w:style w:type="paragraph" w:styleId="NormalWeb">
    <w:name w:val="Normal (Web)"/>
    <w:basedOn w:val="Normal"/>
    <w:uiPriority w:val="99"/>
    <w:rsid w:val="00920263"/>
    <w:pPr>
      <w:spacing w:before="100" w:beforeAutospacing="1" w:after="100" w:afterAutospacing="1"/>
    </w:pPr>
  </w:style>
  <w:style w:type="paragraph" w:styleId="BalloonText">
    <w:name w:val="Balloon Text"/>
    <w:basedOn w:val="Normal"/>
    <w:link w:val="BalloonTextChar"/>
    <w:uiPriority w:val="99"/>
    <w:semiHidden/>
    <w:rsid w:val="0092026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0263"/>
    <w:rPr>
      <w:rFonts w:ascii="Tahoma" w:hAnsi="Tahoma" w:cs="Tahoma"/>
      <w:sz w:val="16"/>
      <w:szCs w:val="16"/>
      <w:lang w:eastAsia="ru-RU"/>
    </w:rPr>
  </w:style>
  <w:style w:type="character" w:customStyle="1" w:styleId="dropcap-hilite">
    <w:name w:val="dropcap-hilite"/>
    <w:basedOn w:val="DefaultParagraphFont"/>
    <w:uiPriority w:val="99"/>
    <w:rsid w:val="00DD2439"/>
    <w:rPr>
      <w:rFonts w:cs="Times New Roman"/>
    </w:rPr>
  </w:style>
  <w:style w:type="paragraph" w:styleId="Header">
    <w:name w:val="header"/>
    <w:basedOn w:val="Normal"/>
    <w:link w:val="HeaderChar"/>
    <w:uiPriority w:val="99"/>
    <w:rsid w:val="00FE5F87"/>
    <w:pPr>
      <w:tabs>
        <w:tab w:val="center" w:pos="4677"/>
        <w:tab w:val="right" w:pos="9355"/>
      </w:tabs>
    </w:pPr>
  </w:style>
  <w:style w:type="character" w:customStyle="1" w:styleId="HeaderChar">
    <w:name w:val="Header Char"/>
    <w:basedOn w:val="DefaultParagraphFont"/>
    <w:link w:val="Header"/>
    <w:uiPriority w:val="99"/>
    <w:semiHidden/>
    <w:locked/>
    <w:rsid w:val="00E6536B"/>
    <w:rPr>
      <w:rFonts w:ascii="Times New Roman" w:hAnsi="Times New Roman" w:cs="Times New Roman"/>
      <w:sz w:val="24"/>
      <w:szCs w:val="24"/>
    </w:rPr>
  </w:style>
  <w:style w:type="character" w:styleId="PageNumber">
    <w:name w:val="page number"/>
    <w:basedOn w:val="DefaultParagraphFont"/>
    <w:uiPriority w:val="99"/>
    <w:rsid w:val="00CC2C2F"/>
    <w:rPr>
      <w:rFonts w:cs="Times New Roman"/>
    </w:rPr>
  </w:style>
</w:styles>
</file>

<file path=word/webSettings.xml><?xml version="1.0" encoding="utf-8"?>
<w:webSettings xmlns:r="http://schemas.openxmlformats.org/officeDocument/2006/relationships" xmlns:w="http://schemas.openxmlformats.org/wordprocessingml/2006/main">
  <w:divs>
    <w:div w:id="1927689095">
      <w:marLeft w:val="0"/>
      <w:marRight w:val="0"/>
      <w:marTop w:val="0"/>
      <w:marBottom w:val="0"/>
      <w:divBdr>
        <w:top w:val="none" w:sz="0" w:space="0" w:color="auto"/>
        <w:left w:val="none" w:sz="0" w:space="0" w:color="auto"/>
        <w:bottom w:val="none" w:sz="0" w:space="0" w:color="auto"/>
        <w:right w:val="none" w:sz="0" w:space="0" w:color="auto"/>
      </w:divBdr>
      <w:divsChild>
        <w:div w:id="1927689090">
          <w:marLeft w:val="0"/>
          <w:marRight w:val="0"/>
          <w:marTop w:val="0"/>
          <w:marBottom w:val="0"/>
          <w:divBdr>
            <w:top w:val="none" w:sz="0" w:space="0" w:color="auto"/>
            <w:left w:val="none" w:sz="0" w:space="0" w:color="auto"/>
            <w:bottom w:val="none" w:sz="0" w:space="0" w:color="auto"/>
            <w:right w:val="none" w:sz="0" w:space="0" w:color="auto"/>
          </w:divBdr>
          <w:divsChild>
            <w:div w:id="1927689087">
              <w:marLeft w:val="0"/>
              <w:marRight w:val="0"/>
              <w:marTop w:val="0"/>
              <w:marBottom w:val="0"/>
              <w:divBdr>
                <w:top w:val="none" w:sz="0" w:space="0" w:color="auto"/>
                <w:left w:val="none" w:sz="0" w:space="0" w:color="auto"/>
                <w:bottom w:val="none" w:sz="0" w:space="0" w:color="auto"/>
                <w:right w:val="none" w:sz="0" w:space="0" w:color="auto"/>
              </w:divBdr>
              <w:divsChild>
                <w:div w:id="1927689093">
                  <w:marLeft w:val="0"/>
                  <w:marRight w:val="0"/>
                  <w:marTop w:val="0"/>
                  <w:marBottom w:val="300"/>
                  <w:divBdr>
                    <w:top w:val="none" w:sz="0" w:space="0" w:color="auto"/>
                    <w:left w:val="none" w:sz="0" w:space="0" w:color="auto"/>
                    <w:bottom w:val="none" w:sz="0" w:space="0" w:color="auto"/>
                    <w:right w:val="none" w:sz="0" w:space="0" w:color="auto"/>
                  </w:divBdr>
                  <w:divsChild>
                    <w:div w:id="1927689091">
                      <w:marLeft w:val="0"/>
                      <w:marRight w:val="0"/>
                      <w:marTop w:val="0"/>
                      <w:marBottom w:val="0"/>
                      <w:divBdr>
                        <w:top w:val="none" w:sz="0" w:space="0" w:color="auto"/>
                        <w:left w:val="single" w:sz="6" w:space="8" w:color="FFFFFF"/>
                        <w:bottom w:val="none" w:sz="0" w:space="0" w:color="auto"/>
                        <w:right w:val="single" w:sz="6" w:space="8" w:color="FFFFFF"/>
                      </w:divBdr>
                      <w:divsChild>
                        <w:div w:id="1927689094">
                          <w:marLeft w:val="0"/>
                          <w:marRight w:val="0"/>
                          <w:marTop w:val="0"/>
                          <w:marBottom w:val="0"/>
                          <w:divBdr>
                            <w:top w:val="none" w:sz="0" w:space="0" w:color="auto"/>
                            <w:left w:val="none" w:sz="0" w:space="0" w:color="auto"/>
                            <w:bottom w:val="none" w:sz="0" w:space="0" w:color="auto"/>
                            <w:right w:val="none" w:sz="0" w:space="0" w:color="auto"/>
                          </w:divBdr>
                          <w:divsChild>
                            <w:div w:id="1927689088">
                              <w:marLeft w:val="0"/>
                              <w:marRight w:val="0"/>
                              <w:marTop w:val="0"/>
                              <w:marBottom w:val="0"/>
                              <w:divBdr>
                                <w:top w:val="none" w:sz="0" w:space="0" w:color="auto"/>
                                <w:left w:val="none" w:sz="0" w:space="0" w:color="auto"/>
                                <w:bottom w:val="none" w:sz="0" w:space="0" w:color="auto"/>
                                <w:right w:val="none" w:sz="0" w:space="0" w:color="auto"/>
                              </w:divBdr>
                              <w:divsChild>
                                <w:div w:id="1927689092">
                                  <w:marLeft w:val="0"/>
                                  <w:marRight w:val="0"/>
                                  <w:marTop w:val="0"/>
                                  <w:marBottom w:val="0"/>
                                  <w:divBdr>
                                    <w:top w:val="none" w:sz="0" w:space="0" w:color="auto"/>
                                    <w:left w:val="none" w:sz="0" w:space="0" w:color="auto"/>
                                    <w:bottom w:val="none" w:sz="0" w:space="0" w:color="auto"/>
                                    <w:right w:val="none" w:sz="0" w:space="0" w:color="auto"/>
                                  </w:divBdr>
                                  <w:divsChild>
                                    <w:div w:id="1927689096">
                                      <w:marLeft w:val="0"/>
                                      <w:marRight w:val="0"/>
                                      <w:marTop w:val="0"/>
                                      <w:marBottom w:val="0"/>
                                      <w:divBdr>
                                        <w:top w:val="none" w:sz="0" w:space="0" w:color="auto"/>
                                        <w:left w:val="none" w:sz="0" w:space="0" w:color="auto"/>
                                        <w:bottom w:val="none" w:sz="0" w:space="0" w:color="auto"/>
                                        <w:right w:val="none" w:sz="0" w:space="0" w:color="auto"/>
                                      </w:divBdr>
                                      <w:divsChild>
                                        <w:div w:id="1927689089">
                                          <w:marLeft w:val="0"/>
                                          <w:marRight w:val="0"/>
                                          <w:marTop w:val="0"/>
                                          <w:marBottom w:val="0"/>
                                          <w:divBdr>
                                            <w:top w:val="none" w:sz="0" w:space="0" w:color="auto"/>
                                            <w:left w:val="none" w:sz="0" w:space="0" w:color="auto"/>
                                            <w:bottom w:val="none" w:sz="0" w:space="0" w:color="auto"/>
                                            <w:right w:val="none" w:sz="0" w:space="0" w:color="auto"/>
                                          </w:divBdr>
                                          <w:divsChild>
                                            <w:div w:id="192768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7689098">
      <w:marLeft w:val="0"/>
      <w:marRight w:val="0"/>
      <w:marTop w:val="0"/>
      <w:marBottom w:val="0"/>
      <w:divBdr>
        <w:top w:val="none" w:sz="0" w:space="0" w:color="auto"/>
        <w:left w:val="none" w:sz="0" w:space="0" w:color="auto"/>
        <w:bottom w:val="none" w:sz="0" w:space="0" w:color="auto"/>
        <w:right w:val="none" w:sz="0" w:space="0" w:color="auto"/>
      </w:divBdr>
    </w:div>
    <w:div w:id="1927689099">
      <w:marLeft w:val="0"/>
      <w:marRight w:val="0"/>
      <w:marTop w:val="0"/>
      <w:marBottom w:val="0"/>
      <w:divBdr>
        <w:top w:val="none" w:sz="0" w:space="0" w:color="auto"/>
        <w:left w:val="none" w:sz="0" w:space="0" w:color="auto"/>
        <w:bottom w:val="none" w:sz="0" w:space="0" w:color="auto"/>
        <w:right w:val="none" w:sz="0" w:space="0" w:color="auto"/>
      </w:divBdr>
    </w:div>
    <w:div w:id="19276891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132</TotalTime>
  <Pages>17</Pages>
  <Words>5507</Words>
  <Characters>31391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Оля</cp:lastModifiedBy>
  <cp:revision>10</cp:revision>
  <dcterms:created xsi:type="dcterms:W3CDTF">2015-09-01T19:49:00Z</dcterms:created>
  <dcterms:modified xsi:type="dcterms:W3CDTF">2022-02-22T04:33:00Z</dcterms:modified>
</cp:coreProperties>
</file>