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131B" w:rsidRPr="000F69F8" w:rsidRDefault="0067131B" w:rsidP="004F72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УРОКА РУССКОГО ЯЗЫКА  3 КЛАСС</w:t>
      </w:r>
    </w:p>
    <w:tbl>
      <w:tblPr>
        <w:tblW w:w="111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1"/>
        <w:gridCol w:w="9178"/>
      </w:tblGrid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урока</w:t>
            </w:r>
          </w:p>
        </w:tc>
        <w:tc>
          <w:tcPr>
            <w:tcW w:w="9178" w:type="dxa"/>
          </w:tcPr>
          <w:p w:rsidR="0067131B" w:rsidRPr="004F72A7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Цель урока:</w:t>
            </w:r>
          </w:p>
        </w:tc>
        <w:tc>
          <w:tcPr>
            <w:tcW w:w="9178" w:type="dxa"/>
          </w:tcPr>
          <w:p w:rsidR="0067131B" w:rsidRPr="004F72A7" w:rsidRDefault="0067131B" w:rsidP="00E12DA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представления учащихся о родах имён существительных, развитие умения классифицировать имена существительные по родам. 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Планируемые ОР</w:t>
            </w:r>
          </w:p>
        </w:tc>
        <w:tc>
          <w:tcPr>
            <w:tcW w:w="9178" w:type="dxa"/>
          </w:tcPr>
          <w:p w:rsidR="0067131B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ABA">
              <w:rPr>
                <w:rFonts w:ascii="Times New Roman" w:hAnsi="Times New Roman" w:cs="Times New Roman"/>
                <w:sz w:val="24"/>
                <w:szCs w:val="24"/>
              </w:rPr>
              <w:t>Ученик по окончанию изучения темы урока:</w:t>
            </w:r>
          </w:p>
          <w:p w:rsidR="0067131B" w:rsidRPr="007F5C8E" w:rsidRDefault="0067131B" w:rsidP="006B32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знает понятия «род имен существительных»</w:t>
            </w: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; (ПР)</w:t>
            </w:r>
          </w:p>
          <w:p w:rsidR="0067131B" w:rsidRPr="007F5C8E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 xml:space="preserve">- объясняет способы определения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рода</w:t>
            </w: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 xml:space="preserve"> имен существительных; (ПР)</w:t>
            </w:r>
          </w:p>
          <w:p w:rsidR="0067131B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 умение определять род имён существительных путём подстановки личного местоимения</w:t>
            </w: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; (ПР)</w:t>
            </w:r>
          </w:p>
          <w:p w:rsidR="0067131B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- приводит примеры имен существительных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разного рода; (П</w:t>
            </w: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Р)</w:t>
            </w:r>
          </w:p>
          <w:p w:rsidR="0067131B" w:rsidRPr="007F5C8E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самостоятельно формулирует  тему и цели урока; (МР)</w:t>
            </w:r>
          </w:p>
          <w:p w:rsidR="0067131B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делает выводы на основе обобщения</w:t>
            </w: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; (МР)</w:t>
            </w:r>
          </w:p>
          <w:p w:rsidR="0067131B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перерабатывает и преобразовывает информацию из одной формы в другую (составляет таблицу);</w:t>
            </w: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 xml:space="preserve"> (МР)</w:t>
            </w:r>
          </w:p>
          <w:p w:rsidR="0067131B" w:rsidRPr="007F5C8E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договаривается и приходит к общему решению в совместной деятельности; (МР)</w:t>
            </w:r>
          </w:p>
          <w:p w:rsidR="0067131B" w:rsidRPr="007F5C8E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</w:rPr>
              <w:t>проявлению самостоятельность</w:t>
            </w:r>
            <w:r w:rsidRPr="00D95527">
              <w:rPr>
                <w:rFonts w:ascii="Times New Roman" w:hAnsi="Times New Roman" w:cs="Times New Roman"/>
              </w:rPr>
              <w:t xml:space="preserve"> в разных видах </w:t>
            </w:r>
            <w:r>
              <w:rPr>
                <w:rFonts w:ascii="Times New Roman" w:hAnsi="Times New Roman" w:cs="Times New Roman"/>
              </w:rPr>
              <w:t>ученической</w:t>
            </w:r>
            <w:r w:rsidRPr="00D95527">
              <w:rPr>
                <w:rFonts w:ascii="Times New Roman" w:hAnsi="Times New Roman" w:cs="Times New Roman"/>
              </w:rPr>
              <w:t xml:space="preserve"> деятельности</w:t>
            </w: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; (ЛР)</w:t>
            </w:r>
          </w:p>
          <w:p w:rsidR="0067131B" w:rsidRPr="007F5C8E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 xml:space="preserve">- обосновывает значение орфографической грамотности для формирования </w:t>
            </w:r>
          </w:p>
          <w:p w:rsidR="0067131B" w:rsidRPr="007F5C8E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F5C8E">
              <w:rPr>
                <w:rFonts w:ascii="Times New Roman" w:hAnsi="Times New Roman" w:cs="Times New Roman"/>
                <w:sz w:val="24"/>
                <w:szCs w:val="24"/>
              </w:rPr>
              <w:t>культуры речи; (ЛР)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Программные требования</w:t>
            </w:r>
          </w:p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178" w:type="dxa"/>
          </w:tcPr>
          <w:tbl>
            <w:tblPr>
              <w:tblW w:w="0" w:type="auto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/>
            </w:tblPr>
            <w:tblGrid>
              <w:gridCol w:w="2746"/>
              <w:gridCol w:w="2914"/>
              <w:gridCol w:w="3119"/>
            </w:tblGrid>
            <w:tr w:rsidR="0067131B" w:rsidRPr="005F4942" w:rsidTr="004F72A7">
              <w:tc>
                <w:tcPr>
                  <w:tcW w:w="2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49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Личностные результаты</w:t>
                  </w:r>
                </w:p>
              </w:tc>
              <w:tc>
                <w:tcPr>
                  <w:tcW w:w="29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131B" w:rsidRPr="005F4942" w:rsidRDefault="0067131B" w:rsidP="00EA65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49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Метапредметные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131B" w:rsidRPr="005F4942" w:rsidRDefault="0067131B" w:rsidP="00EA650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F49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Предметные</w:t>
                  </w:r>
                </w:p>
              </w:tc>
            </w:tr>
            <w:tr w:rsidR="0067131B" w:rsidRPr="005F4942" w:rsidTr="004F72A7">
              <w:tc>
                <w:tcPr>
                  <w:tcW w:w="27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-проявляет устойчивый познавательный интерес;</w:t>
                  </w: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 обосновывает ценность, значимость приобретаемых знаний и умений для себя, общества в целом</w:t>
                  </w: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9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-выдвигает гипотезы;</w:t>
                  </w: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-формулирует цель предстоящей деятельности;</w:t>
                  </w: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 преобразует практическую задачу в познавательную;</w:t>
                  </w:r>
                </w:p>
                <w:p w:rsidR="0067131B" w:rsidRPr="005F4942" w:rsidRDefault="0067131B" w:rsidP="0017044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-грамотно и точно выстраивает свою речь.</w:t>
                  </w:r>
                </w:p>
              </w:tc>
              <w:tc>
                <w:tcPr>
                  <w:tcW w:w="31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7131B" w:rsidRPr="005F4942" w:rsidRDefault="0067131B" w:rsidP="00141B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 владеет первоначальными представлениями о нормах русского языка;</w:t>
                  </w:r>
                </w:p>
                <w:p w:rsidR="0067131B" w:rsidRPr="005F4942" w:rsidRDefault="0067131B" w:rsidP="00141B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-владеет умением проверять написанное;</w:t>
                  </w:r>
                </w:p>
                <w:p w:rsidR="0067131B" w:rsidRPr="005F4942" w:rsidRDefault="0067131B" w:rsidP="00141B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</w:rPr>
                  </w:pPr>
                  <w:r w:rsidRPr="005F4942">
                    <w:rPr>
                      <w:rFonts w:ascii="Times New Roman" w:hAnsi="Times New Roman" w:cs="Times New Roman"/>
                    </w:rPr>
                    <w:t>-принимает необходимость безошибочного письма, как одного из проявлений собственного уровня культуры</w:t>
                  </w:r>
                </w:p>
                <w:p w:rsidR="0067131B" w:rsidRPr="005F4942" w:rsidRDefault="0067131B" w:rsidP="00EA650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7131B" w:rsidRDefault="0067131B" w:rsidP="00EA6505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Мировоззренческая идея</w:t>
            </w:r>
          </w:p>
        </w:tc>
        <w:tc>
          <w:tcPr>
            <w:tcW w:w="9178" w:type="dxa"/>
          </w:tcPr>
          <w:p w:rsidR="0067131B" w:rsidRPr="00853767" w:rsidRDefault="0067131B" w:rsidP="00EA6505">
            <w:pPr>
              <w:pStyle w:val="BodyTex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в повседневной жизни норм речевого этикета делает речь красивой, грамотной, подчеркивает статус культурного человека.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Программное содержание</w:t>
            </w:r>
          </w:p>
        </w:tc>
        <w:tc>
          <w:tcPr>
            <w:tcW w:w="9178" w:type="dxa"/>
          </w:tcPr>
          <w:p w:rsidR="0067131B" w:rsidRPr="00853767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о роде имён существительных как его грамматическом признаке.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изучения нового материала</w:t>
            </w:r>
          </w:p>
        </w:tc>
        <w:tc>
          <w:tcPr>
            <w:tcW w:w="9178" w:type="dxa"/>
          </w:tcPr>
          <w:p w:rsidR="0067131B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537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Сопоставление сведений об имени существительном.</w:t>
            </w:r>
          </w:p>
          <w:p w:rsidR="0067131B" w:rsidRDefault="0067131B" w:rsidP="00170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2.Исследовательская работа.</w:t>
            </w:r>
          </w:p>
          <w:p w:rsidR="0067131B" w:rsidRPr="00853767" w:rsidRDefault="0067131B" w:rsidP="001704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76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Первичное закрепление приобретенных знаний.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Основные понятия</w:t>
            </w:r>
          </w:p>
        </w:tc>
        <w:tc>
          <w:tcPr>
            <w:tcW w:w="9178" w:type="dxa"/>
          </w:tcPr>
          <w:p w:rsidR="0067131B" w:rsidRPr="00853767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существительное, род имён существительных (женский, мужской, средний, общий род), местоимения.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Тип урока</w:t>
            </w:r>
          </w:p>
        </w:tc>
        <w:tc>
          <w:tcPr>
            <w:tcW w:w="9178" w:type="dxa"/>
          </w:tcPr>
          <w:p w:rsidR="0067131B" w:rsidRPr="00FF3545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урока</w:t>
            </w:r>
          </w:p>
        </w:tc>
        <w:tc>
          <w:tcPr>
            <w:tcW w:w="9178" w:type="dxa"/>
          </w:tcPr>
          <w:p w:rsidR="0067131B" w:rsidRPr="00C84D44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D44">
              <w:rPr>
                <w:rFonts w:ascii="Times New Roman" w:hAnsi="Times New Roman" w:cs="Times New Roman"/>
                <w:sz w:val="24"/>
                <w:szCs w:val="24"/>
              </w:rPr>
              <w:t>Урок -исследование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Технология</w:t>
            </w:r>
          </w:p>
        </w:tc>
        <w:tc>
          <w:tcPr>
            <w:tcW w:w="9178" w:type="dxa"/>
          </w:tcPr>
          <w:p w:rsidR="0067131B" w:rsidRPr="00853767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3767">
              <w:rPr>
                <w:rFonts w:ascii="Times New Roman" w:hAnsi="Times New Roman" w:cs="Times New Roman"/>
                <w:sz w:val="24"/>
                <w:szCs w:val="24"/>
              </w:rPr>
              <w:t>Проблемное обучение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развитие критического мышления через чтение и письмо, обучение в сотрудничестве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Мизансцена урока</w:t>
            </w:r>
          </w:p>
        </w:tc>
        <w:tc>
          <w:tcPr>
            <w:tcW w:w="9178" w:type="dxa"/>
          </w:tcPr>
          <w:p w:rsidR="0067131B" w:rsidRPr="00853767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Традиционная 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Оборудование урока</w:t>
            </w:r>
          </w:p>
        </w:tc>
        <w:tc>
          <w:tcPr>
            <w:tcW w:w="9178" w:type="dxa"/>
          </w:tcPr>
          <w:p w:rsidR="0067131B" w:rsidRPr="003B23A0" w:rsidRDefault="0067131B" w:rsidP="00563526">
            <w:pPr>
              <w:tabs>
                <w:tab w:val="left" w:pos="622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Памятка «Секрет запоминания родов», карточки с заданиями, </w:t>
            </w:r>
            <w:r w:rsidRPr="003B23A0">
              <w:rPr>
                <w:rFonts w:ascii="Times New Roman" w:hAnsi="Times New Roman" w:cs="Times New Roman"/>
              </w:rPr>
              <w:t>Канакина В.П., Горецкий В</w:t>
            </w:r>
            <w:r>
              <w:rPr>
                <w:rFonts w:ascii="Times New Roman" w:hAnsi="Times New Roman" w:cs="Times New Roman"/>
              </w:rPr>
              <w:t>. Г. Русский   язык: Учебник: 3</w:t>
            </w:r>
            <w:r w:rsidRPr="003B23A0">
              <w:rPr>
                <w:rFonts w:ascii="Times New Roman" w:hAnsi="Times New Roman" w:cs="Times New Roman"/>
              </w:rPr>
              <w:t>класс: в 2 ч.: Ч.</w:t>
            </w:r>
            <w:r>
              <w:rPr>
                <w:rFonts w:ascii="Times New Roman" w:hAnsi="Times New Roman" w:cs="Times New Roman"/>
              </w:rPr>
              <w:t>1, мультимедийная презентация, компьютер, интерактивная доска, колонки.</w:t>
            </w:r>
          </w:p>
        </w:tc>
      </w:tr>
      <w:tr w:rsidR="0067131B" w:rsidTr="004F72A7">
        <w:tc>
          <w:tcPr>
            <w:tcW w:w="1951" w:type="dxa"/>
          </w:tcPr>
          <w:p w:rsidR="0067131B" w:rsidRPr="000F69F8" w:rsidRDefault="0067131B" w:rsidP="00EA650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F6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Домашнее задание</w:t>
            </w:r>
          </w:p>
        </w:tc>
        <w:tc>
          <w:tcPr>
            <w:tcW w:w="9178" w:type="dxa"/>
          </w:tcPr>
          <w:p w:rsidR="0067131B" w:rsidRPr="00853767" w:rsidRDefault="0067131B" w:rsidP="00E12D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задание по карточке. </w:t>
            </w:r>
          </w:p>
        </w:tc>
      </w:tr>
    </w:tbl>
    <w:p w:rsidR="0067131B" w:rsidRPr="00954864" w:rsidRDefault="0067131B" w:rsidP="00B53A83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7131B" w:rsidRDefault="0067131B"/>
    <w:p w:rsidR="0067131B" w:rsidRDefault="0067131B"/>
    <w:p w:rsidR="0067131B" w:rsidRDefault="0067131B" w:rsidP="002B73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F69F8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урока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41"/>
        <w:gridCol w:w="5736"/>
        <w:gridCol w:w="2211"/>
      </w:tblGrid>
      <w:tr w:rsidR="0067131B" w:rsidTr="007D182F"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Этап урока</w:t>
            </w:r>
          </w:p>
        </w:tc>
        <w:tc>
          <w:tcPr>
            <w:tcW w:w="5736" w:type="dxa"/>
          </w:tcPr>
          <w:p w:rsidR="0067131B" w:rsidRPr="00C81D10" w:rsidRDefault="0067131B" w:rsidP="00C81D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</w:t>
            </w: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  <w:p w:rsidR="0067131B" w:rsidRPr="00C81D10" w:rsidRDefault="0067131B" w:rsidP="00C81D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уч-ся</w:t>
            </w:r>
          </w:p>
        </w:tc>
      </w:tr>
      <w:tr w:rsidR="0067131B" w:rsidTr="007D182F"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1.ОРГАНИЗАЦИЯ НАЧАЛА УРОКА. ЭМОЦИОНАЛЬНЫЙ НАСТРОЙ. (1 мин.)</w:t>
            </w:r>
          </w:p>
        </w:tc>
        <w:tc>
          <w:tcPr>
            <w:tcW w:w="5736" w:type="dxa"/>
          </w:tcPr>
          <w:p w:rsidR="0067131B" w:rsidRPr="00C81D10" w:rsidRDefault="0067131B" w:rsidP="005F4942">
            <w:pPr>
              <w:pStyle w:val="c1"/>
              <w:rPr>
                <w:bCs/>
              </w:rPr>
            </w:pPr>
            <w:r w:rsidRPr="006C4A77">
              <w:rPr>
                <w:color w:val="000000"/>
              </w:rPr>
              <w:t>- Друзья мои, я очень рада </w:t>
            </w:r>
            <w:r w:rsidRPr="006C4A77">
              <w:rPr>
                <w:color w:val="000000"/>
              </w:rPr>
              <w:br/>
              <w:t>Войти в приветливый ваш класс </w:t>
            </w:r>
            <w:r w:rsidRPr="006C4A77">
              <w:rPr>
                <w:color w:val="000000"/>
              </w:rPr>
              <w:br/>
              <w:t>И для меня уже награда </w:t>
            </w:r>
            <w:r w:rsidRPr="006C4A77">
              <w:rPr>
                <w:color w:val="000000"/>
              </w:rPr>
              <w:br/>
              <w:t>Вниманье ваших умных глаз. </w:t>
            </w:r>
            <w:r w:rsidRPr="006C4A77">
              <w:rPr>
                <w:color w:val="000000"/>
              </w:rPr>
              <w:br/>
              <w:t>«Вы талантливые, дети! Когда-нибудь вы сами приятно поразитесь, какие вы умные, как много и хорошо умеете, если будете постоянно работать над собой, ставить новые цели стремиться к их достижению…»</w:t>
            </w: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Настраиваются на работу.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5A403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31B" w:rsidTr="00A73C47">
        <w:trPr>
          <w:trHeight w:val="3244"/>
        </w:trPr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3.АКТУАЛИЗАЦИЯ ЗНАНИЙ (6</w:t>
            </w: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 мин.)</w:t>
            </w:r>
          </w:p>
        </w:tc>
        <w:tc>
          <w:tcPr>
            <w:tcW w:w="5736" w:type="dxa"/>
          </w:tcPr>
          <w:p w:rsidR="0067131B" w:rsidRPr="00C81D10" w:rsidRDefault="0067131B" w:rsidP="00E5555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Мы работаем под </w:t>
            </w: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девизом</w:t>
            </w: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: интересно всё то, что неизвестно. Русский язык богат тайнами. Сегодня на уроке каждый из вас должен провести своё исследование и сделать своё открытие.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 в этом нам поможет талисман чемпионата мира по футболу в России  (Волчонок Забивака)</w:t>
            </w:r>
          </w:p>
          <w:p w:rsidR="0067131B" w:rsidRPr="00C81D10" w:rsidRDefault="0067131B" w:rsidP="00E55550">
            <w:pPr>
              <w:widowControl/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>- Узнайте, о какой части речи будем говорить.</w:t>
            </w:r>
          </w:p>
          <w:p w:rsidR="0067131B" w:rsidRPr="006C4A77" w:rsidRDefault="0067131B" w:rsidP="00E555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C4A77">
              <w:rPr>
                <w:color w:val="000000"/>
              </w:rPr>
              <w:t>Обозначаю я предмет,</w:t>
            </w:r>
          </w:p>
          <w:p w:rsidR="0067131B" w:rsidRPr="006C4A77" w:rsidRDefault="0067131B" w:rsidP="00E555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C4A77">
              <w:rPr>
                <w:color w:val="000000"/>
              </w:rPr>
              <w:t>Всему опора- спору нет.</w:t>
            </w:r>
          </w:p>
          <w:p w:rsidR="0067131B" w:rsidRPr="006C4A77" w:rsidRDefault="0067131B" w:rsidP="00E555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C4A77">
              <w:rPr>
                <w:color w:val="000000"/>
              </w:rPr>
              <w:t>Ведь солнце, воздух и вода,</w:t>
            </w:r>
          </w:p>
          <w:p w:rsidR="0067131B" w:rsidRPr="006C4A77" w:rsidRDefault="0067131B" w:rsidP="00E555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C4A77">
              <w:rPr>
                <w:color w:val="000000"/>
              </w:rPr>
              <w:t>Земля, леса и города,</w:t>
            </w:r>
          </w:p>
          <w:p w:rsidR="0067131B" w:rsidRPr="006C4A77" w:rsidRDefault="0067131B" w:rsidP="00E555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C4A77">
              <w:rPr>
                <w:color w:val="000000"/>
              </w:rPr>
              <w:t>Заводы, люди и планеты-</w:t>
            </w:r>
          </w:p>
          <w:p w:rsidR="0067131B" w:rsidRPr="006C4A77" w:rsidRDefault="0067131B" w:rsidP="00E555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C4A77">
              <w:rPr>
                <w:color w:val="000000"/>
              </w:rPr>
              <w:t>Все это разные предметы.</w:t>
            </w:r>
          </w:p>
          <w:p w:rsidR="0067131B" w:rsidRPr="006C4A77" w:rsidRDefault="0067131B" w:rsidP="00E555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C4A77">
              <w:rPr>
                <w:color w:val="000000"/>
              </w:rPr>
              <w:t>Значит, я всех важней,</w:t>
            </w:r>
          </w:p>
          <w:p w:rsidR="0067131B" w:rsidRPr="006C4A77" w:rsidRDefault="0067131B" w:rsidP="00E55550">
            <w:pPr>
              <w:pStyle w:val="NormalWeb"/>
              <w:spacing w:before="0" w:beforeAutospacing="0" w:after="0" w:afterAutospacing="0"/>
              <w:rPr>
                <w:color w:val="000000"/>
              </w:rPr>
            </w:pPr>
            <w:r w:rsidRPr="006C4A77">
              <w:rPr>
                <w:color w:val="000000"/>
              </w:rPr>
              <w:t>Значит, я всех нужней! </w:t>
            </w:r>
          </w:p>
          <w:p w:rsidR="0067131B" w:rsidRDefault="0067131B" w:rsidP="00193CE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7131B" w:rsidRPr="005F4942" w:rsidRDefault="0067131B" w:rsidP="00193C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942">
              <w:rPr>
                <w:rFonts w:ascii="Times New Roman" w:hAnsi="Times New Roman"/>
                <w:sz w:val="24"/>
                <w:szCs w:val="24"/>
              </w:rPr>
              <w:t xml:space="preserve">Мы продолжаем изучать большой раздел «Имя существительное». </w:t>
            </w:r>
          </w:p>
          <w:p w:rsidR="0067131B" w:rsidRDefault="0067131B" w:rsidP="00C81D10">
            <w:pPr>
              <w:widowControl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C81D1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Работа в парах .</w:t>
            </w:r>
            <w:r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 (взаимопроверка)</w:t>
            </w:r>
          </w:p>
          <w:p w:rsidR="0067131B" w:rsidRPr="00C81D10" w:rsidRDefault="0067131B" w:rsidP="00C81D10">
            <w:pPr>
              <w:widowControl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</w:p>
          <w:p w:rsidR="0067131B" w:rsidRPr="00B67E39" w:rsidRDefault="0067131B" w:rsidP="00E5555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</w:t>
            </w:r>
            <w:r w:rsidRPr="00B67E39">
              <w:rPr>
                <w:rFonts w:ascii="Times New Roman" w:hAnsi="Times New Roman" w:cs="Times New Roman"/>
                <w:sz w:val="24"/>
                <w:szCs w:val="24"/>
              </w:rPr>
              <w:t xml:space="preserve">Проверим,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что вы знаете об имени существительном. Перед вами карточки с утверждениями</w:t>
            </w:r>
            <w:r w:rsidRPr="00B67E39">
              <w:rPr>
                <w:rFonts w:ascii="Times New Roman" w:hAnsi="Times New Roman" w:cs="Times New Roman"/>
                <w:sz w:val="24"/>
                <w:szCs w:val="24"/>
              </w:rPr>
              <w:t>. Если вы согласны с утверждением,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 ставите «+», если нет, то «-</w:t>
            </w:r>
            <w:r w:rsidRPr="00B67E3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67131B" w:rsidRDefault="0067131B" w:rsidP="00E5555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67131B" w:rsidRPr="007530D7" w:rsidRDefault="0067131B" w:rsidP="00E5555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C4A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Имя существительное – это часть речи?</w:t>
            </w:r>
          </w:p>
          <w:p w:rsidR="0067131B" w:rsidRPr="007530D7" w:rsidRDefault="0067131B" w:rsidP="00E5555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Имена сущ. отвечают на вопросы: какой? какая? какое?</w:t>
            </w:r>
          </w:p>
          <w:p w:rsidR="0067131B" w:rsidRPr="007530D7" w:rsidRDefault="0067131B" w:rsidP="00E5555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Имена сущ. отвечают на вопросы: кто? что?</w:t>
            </w:r>
          </w:p>
          <w:p w:rsidR="0067131B" w:rsidRPr="007530D7" w:rsidRDefault="0067131B" w:rsidP="00E5555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4.. Имена сущ. бывают только одушевлёнными?</w:t>
            </w:r>
          </w:p>
          <w:p w:rsidR="0067131B" w:rsidRDefault="0067131B" w:rsidP="00E5555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Имена сущ. обозначают предмет?</w:t>
            </w:r>
          </w:p>
          <w:p w:rsidR="0067131B" w:rsidRPr="007530D7" w:rsidRDefault="0067131B" w:rsidP="00E5555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Имена сущ. изменяются по числам?</w:t>
            </w:r>
          </w:p>
          <w:p w:rsidR="0067131B" w:rsidRPr="007530D7" w:rsidRDefault="0067131B" w:rsidP="00E55550">
            <w:pPr>
              <w:spacing w:after="15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530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 Имена сущ. бывают и собственными, и нарицательными?</w:t>
            </w: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81D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Обобщение о существительном.</w:t>
            </w:r>
          </w:p>
          <w:p w:rsidR="0067131B" w:rsidRPr="005F4942" w:rsidRDefault="0067131B" w:rsidP="006D7278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F4942">
              <w:rPr>
                <w:rFonts w:ascii="Times New Roman" w:hAnsi="Times New Roman"/>
                <w:sz w:val="24"/>
                <w:szCs w:val="24"/>
              </w:rPr>
              <w:t>Давайте вспомним, что мы уже знаем об имени существительном и составим опорную схему.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31B" w:rsidRPr="00A73C47" w:rsidRDefault="0067131B" w:rsidP="00431C4A">
            <w:pPr>
              <w:spacing w:after="0" w:line="240" w:lineRule="auto"/>
              <w:rPr>
                <w:rFonts w:ascii="Times New Roman" w:hAnsi="Times New Roman"/>
                <w:i/>
                <w:color w:val="C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3C47">
              <w:rPr>
                <w:rFonts w:ascii="Times New Roman" w:hAnsi="Times New Roman"/>
                <w:b/>
                <w:sz w:val="24"/>
                <w:szCs w:val="24"/>
              </w:rPr>
              <w:t xml:space="preserve">Общие выводы:( </w:t>
            </w:r>
            <w:r w:rsidRPr="00A73C47">
              <w:rPr>
                <w:rFonts w:ascii="Times New Roman" w:hAnsi="Times New Roman"/>
                <w:i/>
                <w:sz w:val="24"/>
                <w:szCs w:val="24"/>
              </w:rPr>
              <w:t xml:space="preserve">Имена существительные обозначают </w:t>
            </w:r>
            <w:r w:rsidRPr="00A73C4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предмет</w:t>
            </w:r>
            <w:r w:rsidRPr="00A73C47">
              <w:rPr>
                <w:rFonts w:ascii="Times New Roman" w:hAnsi="Times New Roman"/>
                <w:i/>
                <w:sz w:val="24"/>
                <w:szCs w:val="24"/>
              </w:rPr>
              <w:t xml:space="preserve"> и отвечают на вопросы </w:t>
            </w:r>
            <w:r w:rsidRPr="00A73C4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кто? что?,</w:t>
            </w:r>
            <w:r w:rsidRPr="00A73C47">
              <w:rPr>
                <w:rFonts w:ascii="Times New Roman" w:hAnsi="Times New Roman"/>
                <w:i/>
                <w:sz w:val="24"/>
                <w:szCs w:val="24"/>
              </w:rPr>
              <w:t xml:space="preserve"> делятся  на </w:t>
            </w:r>
            <w:r w:rsidRPr="00A73C47">
              <w:rPr>
                <w:rStyle w:val="razriadka1"/>
                <w:rFonts w:ascii="Times New Roman" w:hAnsi="Times New Roman" w:cs="Calibri"/>
                <w:i/>
                <w:sz w:val="24"/>
                <w:szCs w:val="24"/>
                <w:u w:val="single"/>
              </w:rPr>
              <w:t>собственные и нарицательные</w:t>
            </w:r>
            <w:r w:rsidRPr="00A73C4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,</w:t>
            </w:r>
            <w:r w:rsidRPr="00A73C47">
              <w:rPr>
                <w:rStyle w:val="razriadka1"/>
                <w:rFonts w:ascii="Times New Roman" w:hAnsi="Times New Roman" w:cs="Calibri"/>
                <w:i/>
                <w:sz w:val="24"/>
                <w:szCs w:val="24"/>
                <w:u w:val="single"/>
              </w:rPr>
              <w:t xml:space="preserve"> одушевленные и неодушевленные,</w:t>
            </w:r>
            <w:r w:rsidRPr="00A73C47">
              <w:rPr>
                <w:rFonts w:ascii="Times New Roman" w:hAnsi="Times New Roman"/>
                <w:i/>
                <w:sz w:val="24"/>
                <w:szCs w:val="24"/>
              </w:rPr>
              <w:t xml:space="preserve"> имеют  формы </w:t>
            </w:r>
            <w:r w:rsidRPr="00A73C47">
              <w:rPr>
                <w:rFonts w:ascii="Times New Roman" w:hAnsi="Times New Roman"/>
                <w:i/>
                <w:sz w:val="24"/>
                <w:szCs w:val="24"/>
                <w:u w:val="single"/>
              </w:rPr>
              <w:t>единственного и множественного</w:t>
            </w:r>
            <w:r w:rsidRPr="00A73C47">
              <w:rPr>
                <w:rFonts w:ascii="Times New Roman" w:hAnsi="Times New Roman"/>
                <w:i/>
                <w:sz w:val="24"/>
                <w:szCs w:val="24"/>
              </w:rPr>
              <w:t xml:space="preserve"> числа.)</w:t>
            </w:r>
          </w:p>
          <w:p w:rsidR="0067131B" w:rsidRPr="00964816" w:rsidRDefault="0067131B" w:rsidP="00431C4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</w:p>
          <w:p w:rsidR="0067131B" w:rsidRPr="00C81D10" w:rsidRDefault="0067131B" w:rsidP="00C763A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Читают слова, сравнивают, обсуждают, делают вывод.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взаимодействуют в парах.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тестом на карточке.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Фронтальная работа. Ответы учащихся.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Читают слова, делают вывод.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Оценивают свою деятельность.</w:t>
            </w:r>
          </w:p>
        </w:tc>
      </w:tr>
      <w:tr w:rsidR="0067131B" w:rsidTr="007D182F"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C81D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4.ФИКСАЦ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ИЯ ЗАТРУДНЕНИЯ В ДЕЯТЕЛЬНОСТИ  (2</w:t>
            </w:r>
            <w:r w:rsidRPr="00C81D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мин.)</w:t>
            </w:r>
            <w:r w:rsidRPr="00C81D1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.</w:t>
            </w:r>
          </w:p>
          <w:p w:rsidR="0067131B" w:rsidRPr="00C81D10" w:rsidRDefault="0067131B" w:rsidP="00C81D1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736" w:type="dxa"/>
          </w:tcPr>
          <w:p w:rsidR="0067131B" w:rsidRPr="00C81D10" w:rsidRDefault="0067131B" w:rsidP="00C81D10">
            <w:pPr>
              <w:widowControl/>
              <w:suppressAutoHyphens w:val="0"/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C81D1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Чтение письма и его разбор.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бы хотела вам рассказать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о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б одном интересном письме.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 имя нашей школы пришло письмо для ребят 3 класса. Они участвовали в конкурсе _______ Письмо написал мальчик Майкл.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Он живёт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не 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России, а в 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городе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Манчестер.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Я решила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прочесть это письмо вам, чтобы вы подсказали, в чём его необычность. У вас есть копия письма, следите, слушайте внимательно.</w:t>
            </w:r>
          </w:p>
          <w:p w:rsidR="0067131B" w:rsidRPr="00C763AE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 w:rsidRPr="00C763AE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Письмо Майкла.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 (на доске)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Здравствуй, дорогая друг!</w:t>
            </w:r>
          </w:p>
          <w:p w:rsidR="0067131B" w:rsidRDefault="0067131B" w:rsidP="00C81D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Я знаю, что летом в твой стране пройдёт чемпионата мира по футболу. Я знаю, что ты живёшь  в Самаре. А это красивая город? А есть в Самаре свой футбольный команда?  С нетерпеньем жду ответа.</w:t>
            </w:r>
          </w:p>
          <w:p w:rsidR="0067131B" w:rsidRDefault="0067131B" w:rsidP="00C81D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 xml:space="preserve">Искренне ваша, </w:t>
            </w:r>
          </w:p>
          <w:p w:rsidR="0067131B" w:rsidRPr="00431C4A" w:rsidRDefault="0067131B" w:rsidP="00C81D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4"/>
                <w:szCs w:val="24"/>
              </w:rPr>
              <w:t>Майкл.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C81D10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Обсуждение письма.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-Что вас рассмешило, а, может, удивило?</w:t>
            </w: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(Неправильно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соединяет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слова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между собой</w:t>
            </w:r>
            <w:r w:rsidRPr="00C81D10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.)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письмо и высказывают своё мнение.</w:t>
            </w: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Ответы детей.</w:t>
            </w:r>
          </w:p>
        </w:tc>
      </w:tr>
      <w:tr w:rsidR="0067131B" w:rsidTr="007D182F"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5.ПОСТАНОВКА УЧЕБНОЙ ЗАДАЧИ (3</w:t>
            </w: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мин.)</w:t>
            </w:r>
          </w:p>
        </w:tc>
        <w:tc>
          <w:tcPr>
            <w:tcW w:w="5736" w:type="dxa"/>
          </w:tcPr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А что именно Майкл не знает? (как правильно употреблять форму слов)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 Как правильно согласовывать слова мы сможем объяснить Майклу, разобравшись в теме нашего урока. Для этого необходимо разгадать </w:t>
            </w: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ребус</w:t>
            </w: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(РОД): 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-Где мы можем прочитать толкование этого слова?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-Авторы толковых словарей объясняют, что род – это: 1) Ряд поколений, происходящих от одного предка.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2) Направление, образ деятельности.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-Сколько значений слова род мы прочитали? Значит какое это слово?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-А в предмете русский язык слово </w:t>
            </w:r>
            <w:r w:rsidRPr="0012237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род</w:t>
            </w: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– это грамматический признак некоторых частей речи.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-Сформулируйте тему нашего урока: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«Род имен существительных». 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Итак, ребята какую задачу мы должны поставить перед собой?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( задачи урока – понять, что такое род существительных, научиться определять род имён существительных, выявить признаки каждого рода). 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</w:t>
            </w:r>
          </w:p>
          <w:p w:rsidR="0067131B" w:rsidRPr="00122374" w:rsidRDefault="0067131B" w:rsidP="007A560A">
            <w:pPr>
              <w:spacing w:after="15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  <w:lang w:eastAsia="ru-RU"/>
              </w:rPr>
              <w:t>Как определить род имен существительных? Ответить на этот вопрос нам предстоит сегодня. Кто может сделать это сейчас? Я вам предлагаю провести исследование. Думаю, что умение работать в группе вам поможет.</w:t>
            </w:r>
          </w:p>
          <w:p w:rsidR="0067131B" w:rsidRPr="00122374" w:rsidRDefault="0067131B" w:rsidP="00992A39">
            <w:pPr>
              <w:pStyle w:val="western"/>
              <w:spacing w:after="0"/>
              <w:contextualSpacing/>
              <w:rPr>
                <w:bCs/>
              </w:rPr>
            </w:pPr>
            <w:r w:rsidRPr="00122374">
              <w:rPr>
                <w:bCs/>
              </w:rPr>
              <w:t>Послушайте сказку. В сказке найдите ответ на наш вопрос. На какие три группы делятся существительные?</w:t>
            </w:r>
          </w:p>
          <w:p w:rsidR="0067131B" w:rsidRPr="00122374" w:rsidRDefault="0067131B" w:rsidP="00992A39">
            <w:pPr>
              <w:pStyle w:val="western"/>
              <w:spacing w:before="0" w:after="0"/>
              <w:contextualSpacing/>
              <w:rPr>
                <w:bCs/>
              </w:rPr>
            </w:pPr>
            <w:r w:rsidRPr="00122374">
              <w:rPr>
                <w:bCs/>
              </w:rPr>
              <w:t>- А может кто-то догадался, как определить род имён существительных?</w:t>
            </w:r>
          </w:p>
          <w:p w:rsidR="0067131B" w:rsidRPr="00122374" w:rsidRDefault="0067131B" w:rsidP="00992A39">
            <w:pPr>
              <w:pStyle w:val="western"/>
              <w:spacing w:before="0" w:after="0"/>
              <w:contextualSpacing/>
              <w:rPr>
                <w:bCs/>
              </w:rPr>
            </w:pPr>
          </w:p>
          <w:p w:rsidR="0067131B" w:rsidRPr="00122374" w:rsidRDefault="0067131B" w:rsidP="00992A39">
            <w:pPr>
              <w:pStyle w:val="western"/>
              <w:spacing w:before="0" w:after="0"/>
              <w:contextualSpacing/>
              <w:rPr>
                <w:bCs/>
              </w:rPr>
            </w:pPr>
            <w:r w:rsidRPr="00122374">
              <w:rPr>
                <w:bCs/>
              </w:rPr>
              <w:t>- Какие слова-помощники нам помогут определить род?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12237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Работа с </w:t>
            </w:r>
            <w:r w:rsidRPr="00122374">
              <w:rPr>
                <w:rFonts w:ascii="Times New Roman" w:hAnsi="Times New Roman" w:cs="Times New Roman"/>
                <w:b/>
                <w:i/>
                <w:color w:val="auto"/>
                <w:sz w:val="24"/>
                <w:szCs w:val="24"/>
                <w:u w:val="single"/>
              </w:rPr>
              <w:t>деформированным</w:t>
            </w:r>
            <w:r w:rsidRPr="0012237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 xml:space="preserve"> текстом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- Поможем Майклу, исправим ошибки. (открыть документ </w:t>
            </w: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Word</w:t>
            </w: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 текстом)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(Читают, исправляют ошибки. Один обучающийся  у интерактивной доски исправляет текст.)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Проверка исправленных предложений. Поменяйтесь с соседом карточкой и проверьте простым карандашом.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122374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Вывод</w:t>
            </w:r>
          </w:p>
          <w:p w:rsidR="0067131B" w:rsidRPr="00122374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- Вы умеете правильно употреблять имена существительные в речи. Но практические знания должны опираться на науку.</w:t>
            </w:r>
          </w:p>
          <w:p w:rsidR="0067131B" w:rsidRPr="00122374" w:rsidRDefault="0067131B" w:rsidP="00A73C47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Поэтому мы приступаем к исследовательской работе</w:t>
            </w: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Отвечают на вопросы.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Читают значение слова.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Анализируют информацию и формулируют тему урока и задачи.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A73C4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Работают с деформированным текстом в паре, исправляют ошибки.</w:t>
            </w:r>
          </w:p>
        </w:tc>
      </w:tr>
      <w:tr w:rsidR="0067131B" w:rsidTr="007D182F">
        <w:tc>
          <w:tcPr>
            <w:tcW w:w="3041" w:type="dxa"/>
          </w:tcPr>
          <w:p w:rsidR="0067131B" w:rsidRPr="00C81D10" w:rsidRDefault="0067131B" w:rsidP="007A560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6.ФИЗМИНУТКА (2</w:t>
            </w: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мин.)</w:t>
            </w:r>
          </w:p>
        </w:tc>
        <w:tc>
          <w:tcPr>
            <w:tcW w:w="5736" w:type="dxa"/>
          </w:tcPr>
          <w:p w:rsidR="0067131B" w:rsidRPr="00992A39" w:rsidRDefault="0067131B" w:rsidP="002D190A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211" w:type="dxa"/>
          </w:tcPr>
          <w:p w:rsidR="0067131B" w:rsidRPr="00C81D10" w:rsidRDefault="0067131B" w:rsidP="002D190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31B" w:rsidTr="00122374">
        <w:trPr>
          <w:trHeight w:val="7780"/>
        </w:trPr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7</w:t>
            </w: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.ПОСТРОЕНИЕ ПРОЕКТА ВЫХОДА ИЗ ЗАТРУДНЕНИЯ (открытие нового знания) ( 10 мин.)</w:t>
            </w:r>
          </w:p>
        </w:tc>
        <w:tc>
          <w:tcPr>
            <w:tcW w:w="5736" w:type="dxa"/>
          </w:tcPr>
          <w:p w:rsidR="0067131B" w:rsidRPr="00E96786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</w:pPr>
            <w:r w:rsidRPr="00E96786">
              <w:rPr>
                <w:rFonts w:ascii="Times New Roman" w:hAnsi="Times New Roman" w:cs="Times New Roman"/>
                <w:b/>
                <w:color w:val="auto"/>
                <w:sz w:val="24"/>
                <w:szCs w:val="24"/>
                <w:u w:val="single"/>
              </w:rPr>
              <w:t>Исследовательская работа в парах.</w:t>
            </w:r>
          </w:p>
          <w:p w:rsidR="0067131B" w:rsidRPr="00E96786" w:rsidRDefault="0067131B" w:rsidP="000C5AE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№ 1 </w:t>
            </w:r>
            <w:r w:rsidRPr="00E967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Прочитайте слова: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E967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свисток, сетка, нарушение, </w:t>
            </w:r>
            <w:r w:rsidRPr="006A7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разминка</w:t>
            </w:r>
            <w:r w:rsidRPr="00E96786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мяч, удаление, табло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 Разделите их  на группы. Какое слово оказалось лишним?</w:t>
            </w:r>
          </w:p>
          <w:p w:rsidR="0067131B" w:rsidRPr="00E96786" w:rsidRDefault="0067131B" w:rsidP="00E967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6786">
              <w:rPr>
                <w:rFonts w:ascii="Times New Roman" w:hAnsi="Times New Roman"/>
                <w:b/>
                <w:sz w:val="24"/>
                <w:szCs w:val="24"/>
              </w:rPr>
              <w:t xml:space="preserve">Общие выводы (Для определения </w:t>
            </w:r>
            <w:r w:rsidRPr="00E96786">
              <w:rPr>
                <w:rFonts w:ascii="Times New Roman" w:hAnsi="Times New Roman"/>
                <w:sz w:val="24"/>
                <w:szCs w:val="24"/>
              </w:rPr>
              <w:t>рода имен существительных будем действовать по алгоритму ):</w:t>
            </w:r>
          </w:p>
          <w:p w:rsidR="0067131B" w:rsidRPr="00E96786" w:rsidRDefault="0067131B" w:rsidP="00E967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84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6786">
              <w:rPr>
                <w:rFonts w:ascii="Times New Roman" w:hAnsi="Times New Roman"/>
                <w:sz w:val="24"/>
                <w:szCs w:val="24"/>
              </w:rPr>
              <w:t>Называем слово, обозначающее предмет</w:t>
            </w:r>
          </w:p>
          <w:p w:rsidR="0067131B" w:rsidRPr="00E96786" w:rsidRDefault="0067131B" w:rsidP="00E96786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ind w:left="284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E96786">
              <w:rPr>
                <w:rFonts w:ascii="Times New Roman" w:hAnsi="Times New Roman"/>
                <w:sz w:val="24"/>
                <w:szCs w:val="24"/>
              </w:rPr>
              <w:t>Подбираем  к нему слова- обозначающие принадлежность нашего предмета  (</w:t>
            </w:r>
            <w:r w:rsidRPr="00E96786">
              <w:rPr>
                <w:rFonts w:ascii="Times New Roman" w:hAnsi="Times New Roman"/>
                <w:i/>
                <w:sz w:val="24"/>
                <w:szCs w:val="24"/>
              </w:rPr>
              <w:t>она, моя –Ж.р.</w:t>
            </w:r>
            <w:r w:rsidRPr="00E96786">
              <w:rPr>
                <w:rFonts w:ascii="Times New Roman" w:hAnsi="Times New Roman"/>
                <w:sz w:val="24"/>
                <w:szCs w:val="24"/>
              </w:rPr>
              <w:t>), (</w:t>
            </w:r>
            <w:r w:rsidRPr="00E96786">
              <w:rPr>
                <w:rFonts w:ascii="Times New Roman" w:hAnsi="Times New Roman"/>
                <w:i/>
                <w:sz w:val="24"/>
                <w:szCs w:val="24"/>
              </w:rPr>
              <w:t>он, мой –М.р.</w:t>
            </w:r>
            <w:r w:rsidRPr="00E96786">
              <w:rPr>
                <w:rFonts w:ascii="Times New Roman" w:hAnsi="Times New Roman"/>
                <w:sz w:val="24"/>
                <w:szCs w:val="24"/>
              </w:rPr>
              <w:t>), (</w:t>
            </w:r>
            <w:r w:rsidRPr="00E96786">
              <w:rPr>
                <w:rFonts w:ascii="Times New Roman" w:hAnsi="Times New Roman"/>
                <w:i/>
                <w:sz w:val="24"/>
                <w:szCs w:val="24"/>
              </w:rPr>
              <w:t>оно, моё-Ср.Р.</w:t>
            </w:r>
            <w:r w:rsidRPr="00E96786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  <w:p w:rsidR="0067131B" w:rsidRPr="00E96786" w:rsidRDefault="0067131B" w:rsidP="00E96786">
            <w:pPr>
              <w:pStyle w:val="ListParagraph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96786">
              <w:rPr>
                <w:rFonts w:ascii="Times New Roman" w:hAnsi="Times New Roman"/>
                <w:sz w:val="24"/>
                <w:szCs w:val="24"/>
              </w:rPr>
              <w:t>3.Определяем род. (Приложение 2).</w:t>
            </w:r>
          </w:p>
          <w:p w:rsidR="0067131B" w:rsidRPr="00E96786" w:rsidRDefault="0067131B" w:rsidP="00E96786">
            <w:pPr>
              <w:pStyle w:val="ListParagraph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96786">
              <w:rPr>
                <w:rFonts w:ascii="Times New Roman" w:hAnsi="Times New Roman"/>
                <w:sz w:val="24"/>
                <w:szCs w:val="24"/>
              </w:rPr>
              <w:t>4. Если не можем определить слово- обозначающие принадлежность нашего предмета, то обращаемся к словарю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7131B" w:rsidRDefault="0067131B" w:rsidP="006A74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  <w:p w:rsidR="0067131B" w:rsidRDefault="0067131B" w:rsidP="006A749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A7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2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Игрок, футбол, тренировка,</w:t>
            </w:r>
            <w:r w:rsidRPr="006A74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победа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 поражение, поле, выскочка.</w:t>
            </w:r>
          </w:p>
          <w:p w:rsidR="0067131B" w:rsidRDefault="0067131B" w:rsidP="006A749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7131B" w:rsidRDefault="0067131B" w:rsidP="006A749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B5047F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Вывод: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Иногда невозможно разобрать, о ком говорят: о мальчике или девочке. Ваня –выскочка, Таня-выскочка. В таком случае говорят, что существительное общего рода.</w:t>
            </w:r>
          </w:p>
          <w:p w:rsidR="0067131B" w:rsidRDefault="0067131B" w:rsidP="006A749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67131B" w:rsidRDefault="0067131B" w:rsidP="006A7498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№ 3 Гол, соревнование, игра, ворота, штанга, матч, здоровье.</w:t>
            </w:r>
          </w:p>
          <w:p w:rsidR="0067131B" w:rsidRPr="006A7498" w:rsidRDefault="0067131B" w:rsidP="00F81926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Вывод: имена существительные, употребляемые только во множественном числе рода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не имеют: ворота, бутсы, гетры, шорты, брюки.</w:t>
            </w: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Учащиеся работают с текстом по инструкции.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12237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31B" w:rsidTr="007D182F"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8</w:t>
            </w: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.ПЕРВИЧНОЕ ЗАКРЕПЛЕНИЕ ВО ВНЕШНОЙ РЕЧИ (2 мин.)</w:t>
            </w:r>
          </w:p>
        </w:tc>
        <w:tc>
          <w:tcPr>
            <w:tcW w:w="5736" w:type="dxa"/>
          </w:tcPr>
          <w:p w:rsidR="0067131B" w:rsidRDefault="0067131B" w:rsidP="0012237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122374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Общий вывод: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имена существительные бывают 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мужского, женского и среднего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рода.</w:t>
            </w:r>
          </w:p>
          <w:p w:rsidR="0067131B" w:rsidRDefault="0067131B" w:rsidP="0012237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Имена существительные к которым можно подставить слова 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«он, мой»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- мужской род. Например:_____ </w:t>
            </w:r>
          </w:p>
          <w:p w:rsidR="0067131B" w:rsidRDefault="0067131B" w:rsidP="0012237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Имена существительные к которым можно подставить слова 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«он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а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, мо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я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- женский род. Например:_____</w:t>
            </w:r>
          </w:p>
          <w:p w:rsidR="0067131B" w:rsidRDefault="0067131B" w:rsidP="0012237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Имена существительные к которым можно подставить слова 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«он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о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, мо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ё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»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 - средний род. Например:_____</w:t>
            </w:r>
          </w:p>
          <w:p w:rsidR="0067131B" w:rsidRDefault="0067131B" w:rsidP="00122374">
            <w:pPr>
              <w:spacing w:after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Особую группу составляют имена существительные 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общего рода, 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которые могут обозначать людей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 xml:space="preserve"> мужского и женского рода. 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Например: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Pr="00F67B98">
              <w:rPr>
                <w:rFonts w:ascii="Times New Roman" w:hAnsi="Times New Roman" w:cs="Times New Roman"/>
                <w:color w:val="auto"/>
                <w:sz w:val="24"/>
                <w:szCs w:val="24"/>
                <w:u w:val="single"/>
              </w:rPr>
              <w:t>забияка, выскочка.</w:t>
            </w:r>
          </w:p>
          <w:p w:rsidR="0067131B" w:rsidRPr="00C81D10" w:rsidRDefault="0067131B" w:rsidP="00357BE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Подводят итог и делают вывод.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Проговаривают новые знания.</w:t>
            </w: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7131B" w:rsidTr="007D182F">
        <w:tc>
          <w:tcPr>
            <w:tcW w:w="3041" w:type="dxa"/>
          </w:tcPr>
          <w:p w:rsidR="0067131B" w:rsidRPr="00C81D10" w:rsidRDefault="0067131B" w:rsidP="005635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9.РЕФЛЕКСИЯ (1</w:t>
            </w: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 мин.)</w:t>
            </w:r>
          </w:p>
        </w:tc>
        <w:tc>
          <w:tcPr>
            <w:tcW w:w="5736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>-Вернёмся к началу уро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 (к словам качествам). К</w:t>
            </w: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>акие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сегодняшнем уроке</w:t>
            </w: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 xml:space="preserve"> нам пригодились?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Определите род этих имён существительных.</w:t>
            </w:r>
          </w:p>
          <w:p w:rsidR="0067131B" w:rsidRPr="00EC562C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</w:t>
            </w: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 xml:space="preserve">акова была цель нашего урока?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(Научиться </w:t>
            </w:r>
            <w:r w:rsidRPr="00EC562C">
              <w:rPr>
                <w:rFonts w:ascii="Times New Roman" w:hAnsi="Times New Roman" w:cs="Times New Roman"/>
                <w:sz w:val="24"/>
                <w:szCs w:val="24"/>
              </w:rPr>
              <w:t>определять род имён существительных.)</w:t>
            </w:r>
          </w:p>
          <w:p w:rsidR="0067131B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6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Продолжи фразу</w:t>
            </w:r>
            <w:r w:rsidRPr="00EC562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7131B" w:rsidRPr="00EC562C" w:rsidRDefault="0067131B" w:rsidP="00EC56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узнал(а) на уроке…</w:t>
            </w:r>
          </w:p>
          <w:p w:rsidR="0067131B" w:rsidRPr="00EC562C" w:rsidRDefault="0067131B" w:rsidP="00EC56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н</w:t>
            </w:r>
            <w:r w:rsidRPr="00EC562C">
              <w:rPr>
                <w:rFonts w:ascii="Times New Roman" w:hAnsi="Times New Roman" w:cs="Times New Roman"/>
                <w:sz w:val="24"/>
                <w:szCs w:val="24"/>
              </w:rPr>
              <w:t>аучился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(лась) на уроке…</w:t>
            </w:r>
          </w:p>
          <w:p w:rsidR="0067131B" w:rsidRDefault="0067131B" w:rsidP="00EC56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Меня удивило …</w:t>
            </w:r>
          </w:p>
          <w:p w:rsidR="0067131B" w:rsidRPr="00EC562C" w:rsidRDefault="0067131B" w:rsidP="00EC562C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Мне было трудно…</w:t>
            </w:r>
          </w:p>
          <w:p w:rsidR="0067131B" w:rsidRPr="00C81D10" w:rsidRDefault="0067131B" w:rsidP="00EC562C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11" w:type="dxa"/>
          </w:tcPr>
          <w:p w:rsidR="0067131B" w:rsidRPr="00C81D10" w:rsidRDefault="0067131B" w:rsidP="00EC562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Учащие взаимодействуют с учителем, высказывают своё мнение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впечатление от урока, делают.</w:t>
            </w:r>
          </w:p>
        </w:tc>
      </w:tr>
      <w:tr w:rsidR="0067131B" w:rsidTr="007D182F"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10</w:t>
            </w:r>
            <w:r w:rsidRPr="00C81D10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.ДОМАШНЕЕ ЗАДАНИЕ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(1 мин.)</w:t>
            </w:r>
          </w:p>
        </w:tc>
        <w:tc>
          <w:tcPr>
            <w:tcW w:w="5736" w:type="dxa"/>
          </w:tcPr>
          <w:p w:rsidR="0067131B" w:rsidRDefault="0067131B" w:rsidP="001F0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-На партах лежат три варианта домашнего задания на листах разного цвета.</w:t>
            </w:r>
          </w:p>
          <w:p w:rsidR="0067131B" w:rsidRDefault="0067131B" w:rsidP="001F0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-Если вам было </w:t>
            </w:r>
            <w:r w:rsidRPr="003A0C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легко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работать на уроке возьмите карточку зелёного цвета.</w:t>
            </w:r>
          </w:p>
          <w:p w:rsidR="0067131B" w:rsidRDefault="0067131B" w:rsidP="001F0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-Если испытывали </w:t>
            </w:r>
            <w:r w:rsidRPr="003A0C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затруднения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жёлтого цвета.</w:t>
            </w:r>
          </w:p>
          <w:p w:rsidR="0067131B" w:rsidRPr="001F0699" w:rsidRDefault="0067131B" w:rsidP="001F0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-Если </w:t>
            </w:r>
            <w:r w:rsidRPr="003A0C4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было трудно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понятно – красного цвета.</w:t>
            </w:r>
          </w:p>
          <w:p w:rsidR="0067131B" w:rsidRPr="00C81D10" w:rsidRDefault="0067131B" w:rsidP="001F069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81D10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Разноуровневые задания.</w:t>
            </w:r>
          </w:p>
          <w:p w:rsidR="0067131B" w:rsidRPr="00C81D10" w:rsidRDefault="0067131B" w:rsidP="001F0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 уровень: </w:t>
            </w: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 xml:space="preserve">Запишите в тетрадь название предметов (10 слов), которые видите на картинке и определите род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>мён существительных.</w:t>
            </w:r>
          </w:p>
          <w:p w:rsidR="0067131B" w:rsidRPr="00C81D10" w:rsidRDefault="0067131B" w:rsidP="001F06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2 уровень: </w:t>
            </w: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>Подбери к каждому прилагательному подходящее пол смыслу имя существительное.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1D10">
              <w:rPr>
                <w:rFonts w:ascii="Times New Roman" w:hAnsi="Times New Roman" w:cs="Times New Roman"/>
                <w:sz w:val="24"/>
                <w:szCs w:val="24"/>
              </w:rPr>
              <w:t>Напиши словосочетания в тетрадь. Определи род имён существительных.</w:t>
            </w:r>
          </w:p>
          <w:p w:rsidR="0067131B" w:rsidRPr="00C81D10" w:rsidRDefault="0067131B" w:rsidP="001F0699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i/>
                <w:sz w:val="24"/>
                <w:szCs w:val="24"/>
              </w:rPr>
              <w:t>Ловк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ий</w:t>
            </w:r>
            <w:r w:rsidRPr="00C81D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… , мягкая … , тёплое … , крепкая …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большое …,</w:t>
            </w:r>
            <w:r w:rsidRPr="00C81D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поздний …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зелёное</w:t>
            </w:r>
            <w:r w:rsidRPr="00C81D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… , робкая … ,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меткий</w:t>
            </w:r>
            <w:r w:rsidRPr="00C81D1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… .</w:t>
            </w:r>
          </w:p>
          <w:p w:rsidR="0067131B" w:rsidRDefault="0067131B" w:rsidP="00E967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1D1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3 уровень: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Напиши письмо Майклу.</w:t>
            </w:r>
          </w:p>
          <w:p w:rsidR="0067131B" w:rsidRPr="00C81D10" w:rsidRDefault="0067131B" w:rsidP="001814A7">
            <w:pPr>
              <w:tabs>
                <w:tab w:val="center" w:pos="276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Анализируют свою деятельность на уроке и берут карточку нужного уровня, для выполнения домашнего задания</w:t>
            </w:r>
            <w:r w:rsidRPr="00C81D10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67131B" w:rsidTr="00460F2C">
        <w:trPr>
          <w:trHeight w:val="60"/>
        </w:trPr>
        <w:tc>
          <w:tcPr>
            <w:tcW w:w="304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5736" w:type="dxa"/>
          </w:tcPr>
          <w:p w:rsidR="0067131B" w:rsidRPr="00B37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Мне было приятно с вами работать. Вы большие молодцы. Активные и умные ребята! Желаю вам успехов!</w:t>
            </w:r>
          </w:p>
        </w:tc>
        <w:tc>
          <w:tcPr>
            <w:tcW w:w="2211" w:type="dxa"/>
          </w:tcPr>
          <w:p w:rsidR="0067131B" w:rsidRPr="00C81D10" w:rsidRDefault="0067131B" w:rsidP="00C81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7131B" w:rsidRDefault="0067131B" w:rsidP="002B733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7131B" w:rsidRDefault="0067131B" w:rsidP="0037042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67131B" w:rsidSect="00920D88">
      <w:pgSz w:w="11906" w:h="16838"/>
      <w:pgMar w:top="567" w:right="567" w:bottom="567" w:left="567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131B" w:rsidRDefault="0067131B" w:rsidP="00B302F4">
      <w:pPr>
        <w:spacing w:after="0" w:line="240" w:lineRule="auto"/>
      </w:pPr>
      <w:r>
        <w:separator/>
      </w:r>
    </w:p>
  </w:endnote>
  <w:endnote w:type="continuationSeparator" w:id="0">
    <w:p w:rsidR="0067131B" w:rsidRDefault="0067131B" w:rsidP="00B302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131B" w:rsidRDefault="0067131B" w:rsidP="00B302F4">
      <w:pPr>
        <w:spacing w:after="0" w:line="240" w:lineRule="auto"/>
      </w:pPr>
      <w:r>
        <w:separator/>
      </w:r>
    </w:p>
  </w:footnote>
  <w:footnote w:type="continuationSeparator" w:id="0">
    <w:p w:rsidR="0067131B" w:rsidRDefault="0067131B" w:rsidP="00B302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0F0D1B"/>
    <w:multiLevelType w:val="hybridMultilevel"/>
    <w:tmpl w:val="C9845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D70AC"/>
    <w:multiLevelType w:val="hybridMultilevel"/>
    <w:tmpl w:val="982677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A55F3A"/>
    <w:multiLevelType w:val="hybridMultilevel"/>
    <w:tmpl w:val="08EA73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1000A"/>
    <w:multiLevelType w:val="hybridMultilevel"/>
    <w:tmpl w:val="4DAC56CE"/>
    <w:lvl w:ilvl="0" w:tplc="0FF8019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49B0D72"/>
    <w:multiLevelType w:val="hybridMultilevel"/>
    <w:tmpl w:val="D63426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643364"/>
    <w:multiLevelType w:val="hybridMultilevel"/>
    <w:tmpl w:val="F2D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BE6FF2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BAB93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2418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70AC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E4F23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A256A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E50FBD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94F4E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1B10D9B"/>
    <w:multiLevelType w:val="hybridMultilevel"/>
    <w:tmpl w:val="231E9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4124470"/>
    <w:multiLevelType w:val="hybridMultilevel"/>
    <w:tmpl w:val="6CE4D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D931FE"/>
    <w:multiLevelType w:val="hybridMultilevel"/>
    <w:tmpl w:val="3E2A4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31F8B"/>
    <w:multiLevelType w:val="hybridMultilevel"/>
    <w:tmpl w:val="9528BC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366D19"/>
    <w:multiLevelType w:val="hybridMultilevel"/>
    <w:tmpl w:val="C37AAB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5F14DD"/>
    <w:multiLevelType w:val="hybridMultilevel"/>
    <w:tmpl w:val="3490C1D6"/>
    <w:lvl w:ilvl="0" w:tplc="AF80424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CAD5052"/>
    <w:multiLevelType w:val="hybridMultilevel"/>
    <w:tmpl w:val="297CF56C"/>
    <w:lvl w:ilvl="0" w:tplc="DEA050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BB96FB6"/>
    <w:multiLevelType w:val="hybridMultilevel"/>
    <w:tmpl w:val="D91A36FA"/>
    <w:lvl w:ilvl="0" w:tplc="F8F80DD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4">
    <w:nsid w:val="76F023F8"/>
    <w:multiLevelType w:val="hybridMultilevel"/>
    <w:tmpl w:val="616023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3"/>
  </w:num>
  <w:num w:numId="4">
    <w:abstractNumId w:val="6"/>
  </w:num>
  <w:num w:numId="5">
    <w:abstractNumId w:val="11"/>
  </w:num>
  <w:num w:numId="6">
    <w:abstractNumId w:val="4"/>
  </w:num>
  <w:num w:numId="7">
    <w:abstractNumId w:val="0"/>
  </w:num>
  <w:num w:numId="8">
    <w:abstractNumId w:val="1"/>
  </w:num>
  <w:num w:numId="9">
    <w:abstractNumId w:val="2"/>
  </w:num>
  <w:num w:numId="10">
    <w:abstractNumId w:val="9"/>
  </w:num>
  <w:num w:numId="11">
    <w:abstractNumId w:val="8"/>
  </w:num>
  <w:num w:numId="12">
    <w:abstractNumId w:val="13"/>
  </w:num>
  <w:num w:numId="13">
    <w:abstractNumId w:val="5"/>
  </w:num>
  <w:num w:numId="14">
    <w:abstractNumId w:val="7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6BEC"/>
    <w:rsid w:val="000405F1"/>
    <w:rsid w:val="00045088"/>
    <w:rsid w:val="00057F25"/>
    <w:rsid w:val="00074638"/>
    <w:rsid w:val="000C5AE8"/>
    <w:rsid w:val="000F69F8"/>
    <w:rsid w:val="00110BBD"/>
    <w:rsid w:val="00122374"/>
    <w:rsid w:val="00127EF0"/>
    <w:rsid w:val="00141B42"/>
    <w:rsid w:val="00154108"/>
    <w:rsid w:val="00170445"/>
    <w:rsid w:val="001814A7"/>
    <w:rsid w:val="00193CE3"/>
    <w:rsid w:val="001B0CEA"/>
    <w:rsid w:val="001D061C"/>
    <w:rsid w:val="001F0699"/>
    <w:rsid w:val="00207A1F"/>
    <w:rsid w:val="002271DC"/>
    <w:rsid w:val="002413BA"/>
    <w:rsid w:val="00241ABA"/>
    <w:rsid w:val="002447DE"/>
    <w:rsid w:val="00286BEC"/>
    <w:rsid w:val="002B0B3D"/>
    <w:rsid w:val="002B7334"/>
    <w:rsid w:val="002D190A"/>
    <w:rsid w:val="002E163A"/>
    <w:rsid w:val="00323FEE"/>
    <w:rsid w:val="00334DE4"/>
    <w:rsid w:val="00335AE8"/>
    <w:rsid w:val="00351B1C"/>
    <w:rsid w:val="00357BEE"/>
    <w:rsid w:val="003614B5"/>
    <w:rsid w:val="00370429"/>
    <w:rsid w:val="00396EEE"/>
    <w:rsid w:val="003A0C47"/>
    <w:rsid w:val="003B23A0"/>
    <w:rsid w:val="003B3992"/>
    <w:rsid w:val="003C44C5"/>
    <w:rsid w:val="00431646"/>
    <w:rsid w:val="00431C4A"/>
    <w:rsid w:val="004356EC"/>
    <w:rsid w:val="00443108"/>
    <w:rsid w:val="0044419E"/>
    <w:rsid w:val="00460F2C"/>
    <w:rsid w:val="00467C3E"/>
    <w:rsid w:val="00481DEA"/>
    <w:rsid w:val="004A422E"/>
    <w:rsid w:val="004B0C4E"/>
    <w:rsid w:val="004C702C"/>
    <w:rsid w:val="004F72A7"/>
    <w:rsid w:val="00557CAF"/>
    <w:rsid w:val="00563526"/>
    <w:rsid w:val="005713A2"/>
    <w:rsid w:val="00572A9C"/>
    <w:rsid w:val="00586E41"/>
    <w:rsid w:val="005A403E"/>
    <w:rsid w:val="005E3B8B"/>
    <w:rsid w:val="005F03DB"/>
    <w:rsid w:val="005F4942"/>
    <w:rsid w:val="006220D9"/>
    <w:rsid w:val="00640364"/>
    <w:rsid w:val="00643022"/>
    <w:rsid w:val="00644FF8"/>
    <w:rsid w:val="0067131B"/>
    <w:rsid w:val="006A7498"/>
    <w:rsid w:val="006B3290"/>
    <w:rsid w:val="006C4A77"/>
    <w:rsid w:val="006D7278"/>
    <w:rsid w:val="006F1167"/>
    <w:rsid w:val="00714168"/>
    <w:rsid w:val="00735B75"/>
    <w:rsid w:val="007417D1"/>
    <w:rsid w:val="007418F6"/>
    <w:rsid w:val="007530D7"/>
    <w:rsid w:val="007665DC"/>
    <w:rsid w:val="007840FB"/>
    <w:rsid w:val="00787B42"/>
    <w:rsid w:val="007A560A"/>
    <w:rsid w:val="007D182F"/>
    <w:rsid w:val="007E3D4C"/>
    <w:rsid w:val="007F5C8E"/>
    <w:rsid w:val="00830FF8"/>
    <w:rsid w:val="00853767"/>
    <w:rsid w:val="00853F27"/>
    <w:rsid w:val="00890A7D"/>
    <w:rsid w:val="008D420D"/>
    <w:rsid w:val="00920D88"/>
    <w:rsid w:val="00923F30"/>
    <w:rsid w:val="00936D38"/>
    <w:rsid w:val="00954864"/>
    <w:rsid w:val="00964816"/>
    <w:rsid w:val="009920BE"/>
    <w:rsid w:val="00992A39"/>
    <w:rsid w:val="009E04B0"/>
    <w:rsid w:val="009F45BB"/>
    <w:rsid w:val="009F4A43"/>
    <w:rsid w:val="00A279BC"/>
    <w:rsid w:val="00A45705"/>
    <w:rsid w:val="00A46AE2"/>
    <w:rsid w:val="00A543D5"/>
    <w:rsid w:val="00A66753"/>
    <w:rsid w:val="00A73C47"/>
    <w:rsid w:val="00A76206"/>
    <w:rsid w:val="00A84E5D"/>
    <w:rsid w:val="00AF00B6"/>
    <w:rsid w:val="00B275CA"/>
    <w:rsid w:val="00B302F4"/>
    <w:rsid w:val="00B37D10"/>
    <w:rsid w:val="00B5047F"/>
    <w:rsid w:val="00B53A83"/>
    <w:rsid w:val="00B56FAB"/>
    <w:rsid w:val="00B67E39"/>
    <w:rsid w:val="00B94B4E"/>
    <w:rsid w:val="00BA4108"/>
    <w:rsid w:val="00C005D9"/>
    <w:rsid w:val="00C3670F"/>
    <w:rsid w:val="00C375D9"/>
    <w:rsid w:val="00C454A5"/>
    <w:rsid w:val="00C467ED"/>
    <w:rsid w:val="00C65488"/>
    <w:rsid w:val="00C763AE"/>
    <w:rsid w:val="00C81D10"/>
    <w:rsid w:val="00C82FAF"/>
    <w:rsid w:val="00C84D44"/>
    <w:rsid w:val="00C96977"/>
    <w:rsid w:val="00CD2487"/>
    <w:rsid w:val="00D42349"/>
    <w:rsid w:val="00D44311"/>
    <w:rsid w:val="00D55F72"/>
    <w:rsid w:val="00D80178"/>
    <w:rsid w:val="00D95527"/>
    <w:rsid w:val="00DA4FB4"/>
    <w:rsid w:val="00DE4470"/>
    <w:rsid w:val="00E12DAE"/>
    <w:rsid w:val="00E55550"/>
    <w:rsid w:val="00E66016"/>
    <w:rsid w:val="00E77A9A"/>
    <w:rsid w:val="00E80F5E"/>
    <w:rsid w:val="00E85235"/>
    <w:rsid w:val="00E96786"/>
    <w:rsid w:val="00EA58F4"/>
    <w:rsid w:val="00EA6505"/>
    <w:rsid w:val="00EC562C"/>
    <w:rsid w:val="00ED47AF"/>
    <w:rsid w:val="00EF46D1"/>
    <w:rsid w:val="00F1778B"/>
    <w:rsid w:val="00F249A0"/>
    <w:rsid w:val="00F267C4"/>
    <w:rsid w:val="00F51CBD"/>
    <w:rsid w:val="00F67B98"/>
    <w:rsid w:val="00F81926"/>
    <w:rsid w:val="00F95B0C"/>
    <w:rsid w:val="00F95DF8"/>
    <w:rsid w:val="00FB5B80"/>
    <w:rsid w:val="00FC5376"/>
    <w:rsid w:val="00FC5AD1"/>
    <w:rsid w:val="00FD1E67"/>
    <w:rsid w:val="00FD6BE0"/>
    <w:rsid w:val="00FF3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BEC"/>
    <w:pPr>
      <w:widowControl w:val="0"/>
      <w:suppressAutoHyphens/>
      <w:spacing w:after="200" w:line="276" w:lineRule="auto"/>
    </w:pPr>
    <w:rPr>
      <w:rFonts w:eastAsia="Times New Roman" w:cs="Calibri"/>
      <w:color w:val="000000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53A83"/>
    <w:pPr>
      <w:widowControl/>
      <w:suppressAutoHyphens w:val="0"/>
      <w:ind w:left="720"/>
    </w:pPr>
    <w:rPr>
      <w:rFonts w:eastAsia="Calibri"/>
      <w:color w:val="auto"/>
      <w:lang w:eastAsia="en-US"/>
    </w:rPr>
  </w:style>
  <w:style w:type="paragraph" w:styleId="BodyText">
    <w:name w:val="Body Text"/>
    <w:basedOn w:val="Normal"/>
    <w:link w:val="BodyTextChar"/>
    <w:uiPriority w:val="99"/>
    <w:semiHidden/>
    <w:rsid w:val="00B53A83"/>
    <w:pPr>
      <w:widowControl/>
      <w:suppressAutoHyphens w:val="0"/>
      <w:spacing w:after="0" w:line="240" w:lineRule="auto"/>
      <w:jc w:val="both"/>
    </w:pPr>
    <w:rPr>
      <w:rFonts w:eastAsia="Calibri"/>
      <w:color w:val="auto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B53A83"/>
    <w:rPr>
      <w:rFonts w:ascii="Calibri" w:hAnsi="Calibri" w:cs="Calibri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B3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B302F4"/>
    <w:rPr>
      <w:rFonts w:ascii="Calibri" w:hAnsi="Calibri" w:cs="Calibri"/>
      <w:color w:val="00000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B302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302F4"/>
    <w:rPr>
      <w:rFonts w:ascii="Calibri" w:hAnsi="Calibri" w:cs="Calibri"/>
      <w:color w:val="000000"/>
      <w:lang w:eastAsia="ar-SA" w:bidi="ar-SA"/>
    </w:rPr>
  </w:style>
  <w:style w:type="table" w:styleId="TableGrid">
    <w:name w:val="Table Grid"/>
    <w:basedOn w:val="TableNormal"/>
    <w:uiPriority w:val="99"/>
    <w:rsid w:val="00F1778B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E555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55550"/>
    <w:rPr>
      <w:rFonts w:ascii="Segoe UI" w:hAnsi="Segoe UI" w:cs="Segoe UI"/>
      <w:color w:val="000000"/>
      <w:sz w:val="18"/>
      <w:szCs w:val="18"/>
      <w:lang w:eastAsia="ar-SA" w:bidi="ar-SA"/>
    </w:rPr>
  </w:style>
  <w:style w:type="paragraph" w:customStyle="1" w:styleId="c1">
    <w:name w:val="c1"/>
    <w:basedOn w:val="Normal"/>
    <w:uiPriority w:val="99"/>
    <w:rsid w:val="00E55550"/>
    <w:pPr>
      <w:widowControl/>
      <w:suppressAutoHyphens w:val="0"/>
      <w:spacing w:before="90" w:after="90" w:line="240" w:lineRule="auto"/>
    </w:pPr>
    <w:rPr>
      <w:rFonts w:ascii="Times New Roman" w:hAnsi="Times New Roman" w:cs="Times New Roman"/>
      <w:color w:val="auto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rsid w:val="00E55550"/>
    <w:pPr>
      <w:widowControl/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ru-RU"/>
    </w:rPr>
  </w:style>
  <w:style w:type="paragraph" w:customStyle="1" w:styleId="western">
    <w:name w:val="western"/>
    <w:basedOn w:val="Normal"/>
    <w:uiPriority w:val="99"/>
    <w:rsid w:val="00992A39"/>
    <w:pPr>
      <w:widowControl/>
      <w:spacing w:before="280" w:after="280" w:line="240" w:lineRule="auto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razriadka1">
    <w:name w:val="razriadka1"/>
    <w:basedOn w:val="DefaultParagraphFont"/>
    <w:uiPriority w:val="99"/>
    <w:rsid w:val="00431C4A"/>
    <w:rPr>
      <w:rFonts w:cs="Times New Roman"/>
      <w:spacing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655</TotalTime>
  <Pages>6</Pages>
  <Words>1592</Words>
  <Characters>9080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</dc:creator>
  <cp:keywords/>
  <dc:description/>
  <cp:lastModifiedBy>User</cp:lastModifiedBy>
  <cp:revision>30</cp:revision>
  <cp:lastPrinted>2018-01-22T17:47:00Z</cp:lastPrinted>
  <dcterms:created xsi:type="dcterms:W3CDTF">2016-01-13T19:51:00Z</dcterms:created>
  <dcterms:modified xsi:type="dcterms:W3CDTF">2021-04-22T16:39:00Z</dcterms:modified>
</cp:coreProperties>
</file>